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2410" w14:textId="0236F9BC" w:rsidR="004703B0" w:rsidRPr="004703B0" w:rsidRDefault="004703B0" w:rsidP="002C5290">
      <w:pPr>
        <w:pStyle w:val="Plohahlavika"/>
      </w:pPr>
      <w:r w:rsidRPr="004703B0">
        <w:t xml:space="preserve">Příloha </w:t>
      </w:r>
      <w:r w:rsidR="008C6F9D">
        <w:t>G/</w:t>
      </w:r>
      <w:r w:rsidR="00DA45E4">
        <w:t>2</w:t>
      </w:r>
      <w:r w:rsidR="008C6F9D">
        <w:rPr>
          <w:b w:val="0"/>
          <w:bCs/>
        </w:rPr>
        <w:t xml:space="preserve"> (</w:t>
      </w:r>
      <w:r w:rsidR="00DA45E4" w:rsidRPr="00DA45E4">
        <w:rPr>
          <w:b w:val="0"/>
          <w:bCs/>
        </w:rPr>
        <w:t>žadatelem určený autorizovaný zástupce</w:t>
      </w:r>
      <w:r w:rsidR="008C6F9D">
        <w:rPr>
          <w:b w:val="0"/>
          <w:bCs/>
        </w:rPr>
        <w:t>)</w:t>
      </w:r>
      <w:r w:rsidRPr="004703B0">
        <w:tab/>
      </w:r>
      <w:r w:rsidR="008C6F9D">
        <w:t>Podnikající f</w:t>
      </w:r>
      <w:r w:rsidRPr="004703B0">
        <w:t>yzická osoba</w:t>
      </w:r>
    </w:p>
    <w:p w14:paraId="68BBAA2B" w14:textId="77777777" w:rsidR="008C6F9D" w:rsidRDefault="008C6F9D" w:rsidP="00157937">
      <w:pPr>
        <w:jc w:val="center"/>
        <w:rPr>
          <w:b/>
          <w:sz w:val="28"/>
          <w:szCs w:val="28"/>
        </w:rPr>
      </w:pPr>
      <w:r w:rsidRPr="008C6F9D">
        <w:rPr>
          <w:b/>
          <w:sz w:val="28"/>
          <w:szCs w:val="28"/>
        </w:rPr>
        <w:t>Souhlas se zpracováním osobních údajů</w:t>
      </w:r>
    </w:p>
    <w:p w14:paraId="16F5C260" w14:textId="108F68FF" w:rsidR="004703B0" w:rsidRPr="004703B0" w:rsidRDefault="004703B0" w:rsidP="002C5290">
      <w:r w:rsidRPr="002C5290">
        <w:t>Já, níže podepsaný</w:t>
      </w:r>
      <w:r w:rsidRPr="004703B0">
        <w:t xml:space="preserve">/á </w:t>
      </w:r>
    </w:p>
    <w:p w14:paraId="6D2EA255" w14:textId="77777777" w:rsidR="004703B0" w:rsidRPr="004703B0" w:rsidRDefault="004703B0" w:rsidP="002C5290">
      <w:r w:rsidRPr="004703B0">
        <w:t xml:space="preserve">jméno, příjmení </w:t>
      </w:r>
      <w:proofErr w:type="gramStart"/>
      <w:r w:rsidRPr="004703B0">
        <w:t>…….</w:t>
      </w:r>
      <w:proofErr w:type="gramEnd"/>
      <w:r w:rsidRPr="004703B0">
        <w:t>…………..………………….………………………………………..…</w:t>
      </w:r>
      <w:r>
        <w:t>…………………………………………….</w:t>
      </w:r>
    </w:p>
    <w:p w14:paraId="31167F55" w14:textId="77777777" w:rsidR="004703B0" w:rsidRPr="004703B0" w:rsidRDefault="004703B0" w:rsidP="002C5290">
      <w:r w:rsidRPr="004703B0">
        <w:t>narozen/a (den, měsíc, rok) ………………………………</w:t>
      </w:r>
    </w:p>
    <w:p w14:paraId="471F9B72" w14:textId="24194B41" w:rsidR="004703B0" w:rsidRPr="004703B0" w:rsidRDefault="00DA45E4" w:rsidP="002C5290">
      <w:r w:rsidRPr="00DA45E4">
        <w:t>jako žadatelem určený autorizovaný zástupce</w:t>
      </w:r>
    </w:p>
    <w:p w14:paraId="493EE599" w14:textId="77777777" w:rsidR="008C6F9D" w:rsidRDefault="008C6F9D" w:rsidP="008C6F9D">
      <w:pPr>
        <w:spacing w:line="276" w:lineRule="auto"/>
      </w:pPr>
      <w:r>
        <w:t xml:space="preserve">dávám výslovný souhlas ke zpracování svých osobních údajů v rozsahu tituly před a za jménem, adresa pro doručování písemností, kontaktní adresa, webová adresa, e-mailová adresa a telefonní číslo za účelem vedení evidence autorizovaných osob a uvedení údajů v Národní soustavě kvalifikací v souladu s postupy stanovenými v § 15 zákona č. 179/2006 Sb. Pro osobní údaj typu webová adresa dávám výslovný souhlas k jeho zpracování také za účelem uplatnění možnosti zveřejnit termín konání zkoušky způsobem umožňujícím dálkový přístup v souladu s § 14 odst. 3 zákona č. 179/2006 Sb. prostřednictvím dané webové adresy. Souhlasím, aby tituly před a za jménem byly použity jako součást identifikačních údajů, jimiž jsem označován/a, příp. samostatně ve formě oslovení mé osoby. Dále dávám výslovný souhlas ke zpracování svých osobních údajů v rozsahu adresa pro doručování písemností, e-mailová adresa a telefonní číslo za účelem kontaktování autorizujícím orgánem během vedení správního řízení přispívající k urychlení vyřízení žádosti o udělení autorizace. </w:t>
      </w:r>
    </w:p>
    <w:p w14:paraId="0CFB06E3" w14:textId="77777777" w:rsidR="008C6F9D" w:rsidRDefault="008C6F9D" w:rsidP="008C6F9D">
      <w:pPr>
        <w:spacing w:line="276" w:lineRule="auto"/>
      </w:pPr>
    </w:p>
    <w:p w14:paraId="1543DFF3" w14:textId="3476B8A1" w:rsidR="008C6F9D" w:rsidRDefault="008C6F9D" w:rsidP="008C6F9D">
      <w:pPr>
        <w:spacing w:line="276" w:lineRule="auto"/>
      </w:pPr>
      <w:r>
        <w:t xml:space="preserve">Správcem výše uvedených osobních údajů pro výše vymezené účely zpracování je autorizující orgán Národní úřad pro kybernetickou a informační bezpečnost,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písemně kontaktovat na adrese Národní úřad pro kybernetickou a informační bezpečnost, P.O. Box 17, Brno 16, 616 00 nebo P.O. Box 160, Praha 3, 130 00, e-mailem na adrese </w:t>
      </w:r>
      <w:hyperlink r:id="rId8" w:history="1">
        <w:r w:rsidRPr="00DA45E4">
          <w:rPr>
            <w:rStyle w:val="Hypertextovodkaz"/>
            <w:color w:val="00B0F0"/>
          </w:rPr>
          <w:t>posta@nukib.gov.cz</w:t>
        </w:r>
      </w:hyperlink>
      <w:r>
        <w:t xml:space="preserve">, datovou zprávou do datové schránky zzfnkp3. Kontaktní údaje jmenovaného pověřence pro ochranu osobních údajů, viz webové stránky Národního úřadu pro kybernetickou a informační bezpečnost na adrese </w:t>
      </w:r>
      <w:hyperlink r:id="rId9" w:history="1">
        <w:r w:rsidRPr="00DA45E4">
          <w:rPr>
            <w:rStyle w:val="Hypertextovodkaz"/>
            <w:color w:val="00B0F0"/>
          </w:rPr>
          <w:t>https://nukib.gov.cz</w:t>
        </w:r>
      </w:hyperlink>
      <w:r>
        <w:t xml:space="preserve">.  </w:t>
      </w:r>
    </w:p>
    <w:p w14:paraId="67F32A91" w14:textId="77777777" w:rsidR="008C6F9D" w:rsidRDefault="008C6F9D" w:rsidP="008C6F9D">
      <w:pPr>
        <w:spacing w:line="276" w:lineRule="auto"/>
      </w:pPr>
    </w:p>
    <w:p w14:paraId="76B4ECD7" w14:textId="6A250C42" w:rsidR="008C6F9D" w:rsidRDefault="008C6F9D" w:rsidP="008C6F9D">
      <w:pPr>
        <w:spacing w:line="276" w:lineRule="auto"/>
      </w:pPr>
      <w:r>
        <w:t xml:space="preserve">V případě účelu spočívajícím v uvedení údajů v Národní soustavě kvalifikací v souladu s postupy stanovenými v § 15 zákona č. 179/2006 Sb. je zpracovatelem výše vymezených osobních údajů státní </w:t>
      </w:r>
      <w:r>
        <w:lastRenderedPageBreak/>
        <w:t xml:space="preserve">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Pr="00DA45E4">
          <w:rPr>
            <w:rStyle w:val="Hypertextovodkaz"/>
            <w:color w:val="00B0F0"/>
          </w:rPr>
          <w:t>sekretariat@nuv.cz</w:t>
        </w:r>
      </w:hyperlink>
      <w:r>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t>
      </w:r>
      <w:hyperlink r:id="rId11" w:history="1">
        <w:r w:rsidRPr="00DA45E4">
          <w:rPr>
            <w:rStyle w:val="Hypertextovodkaz"/>
            <w:color w:val="00B0F0"/>
          </w:rPr>
          <w:t>www.nuv.cz</w:t>
        </w:r>
      </w:hyperlink>
      <w:r>
        <w:t xml:space="preserve">. </w:t>
      </w:r>
    </w:p>
    <w:p w14:paraId="15EEF117" w14:textId="77777777" w:rsidR="008C6F9D" w:rsidRDefault="008C6F9D" w:rsidP="008C6F9D">
      <w:pPr>
        <w:spacing w:line="276" w:lineRule="auto"/>
      </w:pPr>
    </w:p>
    <w:p w14:paraId="0AA3B1F0" w14:textId="77777777" w:rsidR="008C6F9D" w:rsidRDefault="008C6F9D" w:rsidP="008C6F9D">
      <w:pPr>
        <w:spacing w:line="276" w:lineRule="auto"/>
      </w:pPr>
      <w:r>
        <w:t xml:space="preserve">Autorizující orgán Národní úřad pro kybernetickou a informační bezpečnost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w:t>
      </w:r>
      <w:proofErr w:type="gramStart"/>
      <w:r>
        <w:t>patří</w:t>
      </w:r>
      <w:proofErr w:type="gramEnd"/>
      <w:r>
        <w:t xml:space="preserve">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44EDE89A" w14:textId="77777777" w:rsidR="008C6F9D" w:rsidRDefault="008C6F9D" w:rsidP="008C6F9D">
      <w:pPr>
        <w:spacing w:line="360" w:lineRule="auto"/>
      </w:pPr>
    </w:p>
    <w:p w14:paraId="7601406C" w14:textId="77777777" w:rsidR="008C6F9D" w:rsidRDefault="008C6F9D" w:rsidP="008C6F9D">
      <w:pPr>
        <w:spacing w:line="360" w:lineRule="auto"/>
      </w:pPr>
      <w:r>
        <w:t>V …………………………………. dne ……………………………</w:t>
      </w:r>
      <w:proofErr w:type="gramStart"/>
      <w:r>
        <w:t>…….</w:t>
      </w:r>
      <w:proofErr w:type="gramEnd"/>
      <w:r>
        <w:t>.</w:t>
      </w:r>
    </w:p>
    <w:p w14:paraId="29115F54" w14:textId="77777777" w:rsidR="008C6F9D" w:rsidRDefault="008C6F9D" w:rsidP="008C6F9D">
      <w:pPr>
        <w:spacing w:line="360" w:lineRule="auto"/>
      </w:pPr>
    </w:p>
    <w:p w14:paraId="3C247418" w14:textId="1A82E92B" w:rsidR="006D4F2D" w:rsidRDefault="008C6F9D" w:rsidP="008C6F9D">
      <w:pPr>
        <w:spacing w:line="360" w:lineRule="auto"/>
      </w:pPr>
      <w:r>
        <w:t>Podpis …</w:t>
      </w:r>
      <w:proofErr w:type="gramStart"/>
      <w:r>
        <w:t>…….</w:t>
      </w:r>
      <w:proofErr w:type="gramEnd"/>
      <w:r>
        <w:t>………………………………………………………………</w:t>
      </w:r>
    </w:p>
    <w:sectPr w:rsidR="006D4F2D" w:rsidSect="00D42C2F">
      <w:headerReference w:type="even" r:id="rId12"/>
      <w:headerReference w:type="default" r:id="rId13"/>
      <w:footerReference w:type="even" r:id="rId14"/>
      <w:footerReference w:type="default" r:id="rId15"/>
      <w:headerReference w:type="first" r:id="rId16"/>
      <w:footerReference w:type="first" r:id="rId17"/>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984CA" w14:textId="77777777" w:rsidR="00906629" w:rsidRDefault="00906629" w:rsidP="002C5290">
      <w:r>
        <w:separator/>
      </w:r>
    </w:p>
  </w:endnote>
  <w:endnote w:type="continuationSeparator" w:id="0">
    <w:p w14:paraId="741B2551" w14:textId="77777777" w:rsidR="00906629" w:rsidRDefault="00906629"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3855" w14:textId="77777777" w:rsidR="002C5290" w:rsidRDefault="002C52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89D6A" w14:textId="77777777" w:rsidR="00753180" w:rsidRDefault="00753180" w:rsidP="002C5290">
    <w:pPr>
      <w:pStyle w:val="Zpat"/>
    </w:pPr>
  </w:p>
  <w:p w14:paraId="753BE4BD" w14:textId="77777777" w:rsidR="00753180" w:rsidRDefault="00753180" w:rsidP="002C5290">
    <w:pPr>
      <w:pStyle w:val="Zpat"/>
    </w:pPr>
  </w:p>
  <w:p w14:paraId="15C322F8" w14:textId="77777777" w:rsidR="00753180" w:rsidRDefault="00753180" w:rsidP="002C5290">
    <w:pPr>
      <w:pStyle w:val="Zpat"/>
    </w:pPr>
    <w:r w:rsidRPr="00AC1CB0">
      <w:t>Národní úřad pro kybernetickou a informační</w:t>
    </w:r>
    <w:r>
      <w:t xml:space="preserve"> bezpečnost</w:t>
    </w:r>
    <w:r>
      <w:tab/>
    </w:r>
    <w:r w:rsidRPr="00AC1CB0">
      <w:t xml:space="preserve">www.nukib.cz </w:t>
    </w:r>
  </w:p>
  <w:p w14:paraId="7A2144C1" w14:textId="77777777" w:rsidR="00753180" w:rsidRDefault="00753180" w:rsidP="002C5290">
    <w:pPr>
      <w:pStyle w:val="Zpat"/>
    </w:pPr>
    <w:r w:rsidRPr="00AC1CB0">
      <w:t>Mučednická 1125/31, CZ 616 00 Brno,</w:t>
    </w:r>
    <w:r>
      <w:t xml:space="preserve"> </w:t>
    </w:r>
    <w:r w:rsidRPr="00AC1CB0">
      <w:t>tel.: 541 110 777</w:t>
    </w:r>
  </w:p>
  <w:p w14:paraId="695796F3" w14:textId="77777777" w:rsidR="00753180" w:rsidRDefault="00753180" w:rsidP="002C5290">
    <w:pPr>
      <w:pStyle w:val="Zpat"/>
    </w:pPr>
  </w:p>
  <w:p w14:paraId="6046C569" w14:textId="77777777" w:rsidR="00753180" w:rsidRDefault="00753180" w:rsidP="002C5290">
    <w:pPr>
      <w:pStyle w:val="Zpat"/>
    </w:pPr>
  </w:p>
  <w:p w14:paraId="161044E2" w14:textId="77777777" w:rsidR="00753180" w:rsidRDefault="00753180" w:rsidP="002C52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43EA" w14:textId="77777777" w:rsidR="00F42E00" w:rsidRDefault="00473EDE" w:rsidP="002C5290">
    <w:pPr>
      <w:pStyle w:val="Zpat"/>
      <w:spacing w:before="0"/>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47A05E52" w14:textId="77777777" w:rsidR="00473EDE" w:rsidRDefault="00CC0719" w:rsidP="002C5290">
    <w:pPr>
      <w:pStyle w:val="Zpat"/>
      <w:spacing w:before="0"/>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6E4F426F" w14:textId="77777777" w:rsidR="00473EDE" w:rsidRDefault="00473EDE" w:rsidP="002C5290">
    <w:pPr>
      <w:pStyle w:val="Zpat"/>
    </w:pPr>
  </w:p>
  <w:p w14:paraId="71B48393" w14:textId="77777777" w:rsidR="00CB36CD" w:rsidRPr="00ED317C" w:rsidRDefault="00CB36CD"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7BB5D" w14:textId="77777777" w:rsidR="00906629" w:rsidRDefault="00906629" w:rsidP="002C5290">
      <w:r>
        <w:separator/>
      </w:r>
    </w:p>
  </w:footnote>
  <w:footnote w:type="continuationSeparator" w:id="0">
    <w:p w14:paraId="1BCA4244" w14:textId="77777777" w:rsidR="00906629" w:rsidRDefault="00906629"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5B116" w14:textId="77777777" w:rsidR="002C5290" w:rsidRDefault="002C52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1E1D0" w14:textId="77777777" w:rsidR="002C5290" w:rsidRDefault="002C52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3F1B" w14:textId="77777777" w:rsidR="00CB36CD" w:rsidRDefault="00D42C2F" w:rsidP="002C5290">
    <w:pPr>
      <w:pStyle w:val="Zhlav"/>
    </w:pPr>
    <w:r>
      <w:rPr>
        <w:noProof/>
      </w:rPr>
      <w:drawing>
        <wp:anchor distT="0" distB="0" distL="114300" distR="114300" simplePos="0" relativeHeight="251658240" behindDoc="0" locked="0" layoutInCell="1" allowOverlap="1" wp14:anchorId="128E225F" wp14:editId="71C94E7B">
          <wp:simplePos x="0" y="0"/>
          <wp:positionH relativeFrom="column">
            <wp:posOffset>3069590</wp:posOffset>
          </wp:positionH>
          <wp:positionV relativeFrom="paragraph">
            <wp:posOffset>78740</wp:posOffset>
          </wp:positionV>
          <wp:extent cx="3199765" cy="58801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897DF6C" w14:textId="77777777"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F9D"/>
    <w:rsid w:val="00000227"/>
    <w:rsid w:val="00013C9B"/>
    <w:rsid w:val="000214D5"/>
    <w:rsid w:val="00027EE8"/>
    <w:rsid w:val="000319B1"/>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2738F"/>
    <w:rsid w:val="00134F19"/>
    <w:rsid w:val="0014209B"/>
    <w:rsid w:val="00146E2F"/>
    <w:rsid w:val="0015386C"/>
    <w:rsid w:val="00154E6B"/>
    <w:rsid w:val="00156B1D"/>
    <w:rsid w:val="00157937"/>
    <w:rsid w:val="001623AE"/>
    <w:rsid w:val="00173914"/>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21557"/>
    <w:rsid w:val="00235B3C"/>
    <w:rsid w:val="00237AE1"/>
    <w:rsid w:val="002428DB"/>
    <w:rsid w:val="002470E5"/>
    <w:rsid w:val="002514D3"/>
    <w:rsid w:val="002542D4"/>
    <w:rsid w:val="00272FB3"/>
    <w:rsid w:val="00273F26"/>
    <w:rsid w:val="00277202"/>
    <w:rsid w:val="00285D0B"/>
    <w:rsid w:val="00294503"/>
    <w:rsid w:val="002A0E57"/>
    <w:rsid w:val="002B09DD"/>
    <w:rsid w:val="002B4CE9"/>
    <w:rsid w:val="002B5160"/>
    <w:rsid w:val="002B77DF"/>
    <w:rsid w:val="002C14CF"/>
    <w:rsid w:val="002C5290"/>
    <w:rsid w:val="002D7336"/>
    <w:rsid w:val="002E075A"/>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A18B5"/>
    <w:rsid w:val="003A454E"/>
    <w:rsid w:val="003C324F"/>
    <w:rsid w:val="003C48B4"/>
    <w:rsid w:val="003D1E8A"/>
    <w:rsid w:val="003D4C29"/>
    <w:rsid w:val="003F2D67"/>
    <w:rsid w:val="003F3601"/>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B281F"/>
    <w:rsid w:val="004B2B29"/>
    <w:rsid w:val="004B7173"/>
    <w:rsid w:val="004D101C"/>
    <w:rsid w:val="004D2216"/>
    <w:rsid w:val="004D6C1C"/>
    <w:rsid w:val="004E1384"/>
    <w:rsid w:val="004F21DC"/>
    <w:rsid w:val="004F54BC"/>
    <w:rsid w:val="0052689A"/>
    <w:rsid w:val="00530089"/>
    <w:rsid w:val="005413E8"/>
    <w:rsid w:val="005452C1"/>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4434"/>
    <w:rsid w:val="008B5661"/>
    <w:rsid w:val="008C21DA"/>
    <w:rsid w:val="008C6F9D"/>
    <w:rsid w:val="008D006D"/>
    <w:rsid w:val="008D36AC"/>
    <w:rsid w:val="008D3859"/>
    <w:rsid w:val="008E0BD8"/>
    <w:rsid w:val="008E29A6"/>
    <w:rsid w:val="008F1B77"/>
    <w:rsid w:val="008F57FC"/>
    <w:rsid w:val="00906629"/>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E2AB3"/>
    <w:rsid w:val="00B0396F"/>
    <w:rsid w:val="00B211F2"/>
    <w:rsid w:val="00B246FE"/>
    <w:rsid w:val="00B2703A"/>
    <w:rsid w:val="00B3023E"/>
    <w:rsid w:val="00B4398F"/>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A45E4"/>
    <w:rsid w:val="00DB5D00"/>
    <w:rsid w:val="00DC29F3"/>
    <w:rsid w:val="00DC7CB5"/>
    <w:rsid w:val="00DD33B5"/>
    <w:rsid w:val="00DE7442"/>
    <w:rsid w:val="00DF4E18"/>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5A98"/>
    <w:rsid w:val="00E764E8"/>
    <w:rsid w:val="00E9020C"/>
    <w:rsid w:val="00EA5137"/>
    <w:rsid w:val="00EB1E6D"/>
    <w:rsid w:val="00EB3F89"/>
    <w:rsid w:val="00EC2BC2"/>
    <w:rsid w:val="00EC5F82"/>
    <w:rsid w:val="00EC6B5C"/>
    <w:rsid w:val="00ED317C"/>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8620C"/>
    <w:rsid w:val="00F94344"/>
    <w:rsid w:val="00FA6995"/>
    <w:rsid w:val="00FA6D7C"/>
    <w:rsid w:val="00FB7D2E"/>
    <w:rsid w:val="00FC7DBA"/>
    <w:rsid w:val="00FE0500"/>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C3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C5290"/>
    <w:pPr>
      <w:spacing w:before="300"/>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2C5290"/>
    <w:pPr>
      <w:pBdr>
        <w:bottom w:val="single" w:sz="4" w:space="1" w:color="auto"/>
      </w:pBdr>
      <w:tabs>
        <w:tab w:val="right" w:pos="9638"/>
      </w:tabs>
    </w:pPr>
    <w:rPr>
      <w:b/>
    </w:rPr>
  </w:style>
  <w:style w:type="character" w:customStyle="1" w:styleId="PlohahlavikaChar">
    <w:name w:val="Příloha hlavička Char"/>
    <w:basedOn w:val="Standardnpsmoodstavce"/>
    <w:link w:val="Plohahlavika"/>
    <w:rsid w:val="002C5290"/>
    <w:rPr>
      <w:rFonts w:asciiTheme="minorHAnsi" w:hAnsiTheme="minorHAnsi" w:cstheme="minorHAnsi"/>
      <w:b/>
      <w:sz w:val="24"/>
      <w:szCs w:val="24"/>
    </w:rPr>
  </w:style>
  <w:style w:type="character" w:styleId="Nevyeenzmnka">
    <w:name w:val="Unresolved Mention"/>
    <w:basedOn w:val="Standardnpsmoodstavce"/>
    <w:uiPriority w:val="99"/>
    <w:semiHidden/>
    <w:unhideWhenUsed/>
    <w:rsid w:val="00DA4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56598696">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762989721">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ucie\Documents\Lucka\Pr&#225;ce\N&#218;KIB\Autorizace\Formul&#225;&#345;e\PFO%20Nov&#225;\posta@nukib.gov.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cie\Documents\Lucka\Pr&#225;ce\N&#218;KIB\Autorizace\Formul&#225;&#345;e\PFO%20Nov&#225;\www.nu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C:\Users\lucie\Documents\Lucka\Pr&#225;ce\N&#218;KIB\Autorizace\Formul&#225;&#345;e\PFO%20Nov&#225;\sekretariat@nuv.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priloh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NUKIB_priloha.dotx</Template>
  <TotalTime>0</TotalTime>
  <Pages>2</Pages>
  <Words>554</Words>
  <Characters>3913</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4459</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2024-05-21T19:06:00Z</dcterms:created>
  <dcterms:modified xsi:type="dcterms:W3CDTF">2024-06-02T17:25:00Z</dcterms:modified>
</cp:coreProperties>
</file>