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4406" w14:textId="348414E7" w:rsidR="004703B0" w:rsidRPr="004703B0" w:rsidRDefault="004703B0" w:rsidP="002C5290">
      <w:pPr>
        <w:pStyle w:val="Plohahlavika"/>
      </w:pPr>
      <w:r w:rsidRPr="004703B0">
        <w:t xml:space="preserve">Příloha </w:t>
      </w:r>
      <w:r w:rsidR="00EC5425">
        <w:t>D/3</w:t>
      </w:r>
      <w:r w:rsidR="00EC5425">
        <w:rPr>
          <w:b w:val="0"/>
          <w:bCs/>
        </w:rPr>
        <w:t xml:space="preserve"> (žadatel)</w:t>
      </w:r>
      <w:r w:rsidRPr="004703B0">
        <w:tab/>
      </w:r>
      <w:r w:rsidR="00EC5425">
        <w:t>Podnikající f</w:t>
      </w:r>
      <w:r w:rsidRPr="004703B0">
        <w:t>yzická osoba</w:t>
      </w:r>
    </w:p>
    <w:p w14:paraId="68993DC5" w14:textId="02E4F5AC" w:rsidR="004703B0" w:rsidRPr="002C5290" w:rsidRDefault="007D3DCC" w:rsidP="002C5290">
      <w:pPr>
        <w:pStyle w:val="Nadpis2"/>
      </w:pPr>
      <w:r w:rsidRPr="007D3DCC">
        <w:t>Seznam materiálně technického vybavení</w:t>
      </w:r>
    </w:p>
    <w:p w14:paraId="59E3931E" w14:textId="77777777" w:rsidR="004703B0" w:rsidRPr="004703B0" w:rsidRDefault="004703B0" w:rsidP="009D790F">
      <w:pPr>
        <w:spacing w:before="0" w:line="360" w:lineRule="auto"/>
      </w:pPr>
      <w:r w:rsidRPr="002C5290">
        <w:t>Já, níže podepsaný</w:t>
      </w:r>
      <w:r w:rsidRPr="004703B0">
        <w:t xml:space="preserve">/á </w:t>
      </w:r>
    </w:p>
    <w:p w14:paraId="0A8FDCF7" w14:textId="77777777" w:rsidR="004703B0" w:rsidRPr="004703B0" w:rsidRDefault="004703B0" w:rsidP="009D790F">
      <w:pPr>
        <w:spacing w:before="0" w:line="360" w:lineRule="auto"/>
      </w:pPr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4C1C94E5" w14:textId="77777777" w:rsidR="004703B0" w:rsidRPr="004703B0" w:rsidRDefault="004703B0" w:rsidP="009D790F">
      <w:pPr>
        <w:spacing w:before="0" w:line="360" w:lineRule="auto"/>
      </w:pPr>
      <w:r w:rsidRPr="004703B0">
        <w:t>narozen/a (den, měsíc, rok) ………………………………</w:t>
      </w:r>
    </w:p>
    <w:p w14:paraId="7F88F2A0" w14:textId="2ED0C9CD" w:rsidR="004703B0" w:rsidRDefault="00EC5425" w:rsidP="009D790F">
      <w:pPr>
        <w:spacing w:before="0" w:line="360" w:lineRule="auto"/>
      </w:pPr>
      <w:r w:rsidRPr="00EC5425">
        <w:t>jako fyzická osoba vykonávající funkci žadatele</w:t>
      </w:r>
    </w:p>
    <w:p w14:paraId="4E33B203" w14:textId="44CECF3B" w:rsidR="00EC5425" w:rsidRPr="00EC5425" w:rsidRDefault="00EC5425" w:rsidP="00EC5425">
      <w:pPr>
        <w:jc w:val="center"/>
        <w:rPr>
          <w:b/>
          <w:bCs/>
        </w:rPr>
      </w:pPr>
      <w:r>
        <w:rPr>
          <w:b/>
          <w:bCs/>
        </w:rPr>
        <w:t>zaručuji, že</w:t>
      </w:r>
    </w:p>
    <w:p w14:paraId="2BD8A271" w14:textId="52A4CE09" w:rsidR="00EC5425" w:rsidRDefault="00EC5425" w:rsidP="009D790F">
      <w:pPr>
        <w:spacing w:line="276" w:lineRule="auto"/>
      </w:pPr>
      <w:r w:rsidRPr="00EC5425">
        <w:t>žadatel má</w:t>
      </w:r>
      <w:r>
        <w:t xml:space="preserve"> v souladu s § 10 odst. 1 písm. f) zákona č. 179/2006 Sb. zajištěné nezbytné materiální a technické předpoklady pro provádění zkoušky dle § 18 zákona č. 179/2006 Sb., odpovídající požadavkům stanoveným v hodnoticím standardu profesní kvalifikace (název profesní kvalifikace) ………………………………………………</w:t>
      </w:r>
      <w:proofErr w:type="gramStart"/>
      <w:r>
        <w:t>…….</w:t>
      </w:r>
      <w:proofErr w:type="gramEnd"/>
      <w:r>
        <w:t>.…………………………...........................................................................</w:t>
      </w:r>
    </w:p>
    <w:p w14:paraId="30DC933C" w14:textId="77777777" w:rsidR="00EC5425" w:rsidRDefault="00EC5425" w:rsidP="00EC5425">
      <w:pPr>
        <w:spacing w:line="360" w:lineRule="auto"/>
      </w:pPr>
      <w:r>
        <w:t>Seznam materiálně technického vybavení pro provádění zkoušky:</w:t>
      </w:r>
      <w: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9066"/>
      </w:tblGrid>
      <w:tr w:rsidR="00EC5425" w14:paraId="7E95587B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CE3E" w14:textId="77777777" w:rsidR="00EC5425" w:rsidRDefault="00EC5425">
            <w:pPr>
              <w:spacing w:before="0"/>
              <w:jc w:val="center"/>
            </w:pPr>
            <w:r>
              <w:t>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1C88" w14:textId="77777777" w:rsidR="00EC5425" w:rsidRDefault="00EC5425">
            <w:pPr>
              <w:spacing w:before="0"/>
            </w:pPr>
          </w:p>
        </w:tc>
      </w:tr>
      <w:tr w:rsidR="00EC5425" w14:paraId="0AF79FC3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6709" w14:textId="77777777" w:rsidR="00EC5425" w:rsidRDefault="00EC5425">
            <w:pPr>
              <w:spacing w:before="0"/>
              <w:jc w:val="center"/>
            </w:pPr>
            <w:r>
              <w:t>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A3F3" w14:textId="77777777" w:rsidR="00EC5425" w:rsidRDefault="00EC5425">
            <w:pPr>
              <w:spacing w:before="0"/>
            </w:pPr>
          </w:p>
        </w:tc>
      </w:tr>
      <w:tr w:rsidR="00EC5425" w14:paraId="13B14658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A054" w14:textId="77777777" w:rsidR="00EC5425" w:rsidRDefault="00EC5425">
            <w:pPr>
              <w:spacing w:before="0"/>
              <w:jc w:val="center"/>
            </w:pPr>
            <w:r>
              <w:t>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A1F7" w14:textId="77777777" w:rsidR="00EC5425" w:rsidRDefault="00EC5425">
            <w:pPr>
              <w:spacing w:before="0"/>
            </w:pPr>
          </w:p>
        </w:tc>
      </w:tr>
      <w:tr w:rsidR="00EC5425" w14:paraId="4B3F79B4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47A2" w14:textId="77777777" w:rsidR="00EC5425" w:rsidRDefault="00EC5425">
            <w:pPr>
              <w:spacing w:before="0"/>
              <w:jc w:val="center"/>
            </w:pPr>
            <w:r>
              <w:t>4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C507" w14:textId="77777777" w:rsidR="00EC5425" w:rsidRDefault="00EC5425">
            <w:pPr>
              <w:spacing w:before="0"/>
            </w:pPr>
          </w:p>
        </w:tc>
      </w:tr>
      <w:tr w:rsidR="00EC5425" w14:paraId="47B2D6CD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D843" w14:textId="77777777" w:rsidR="00EC5425" w:rsidRDefault="00EC5425">
            <w:pPr>
              <w:spacing w:before="0"/>
              <w:jc w:val="center"/>
            </w:pPr>
            <w:r>
              <w:t>5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756F" w14:textId="77777777" w:rsidR="00EC5425" w:rsidRDefault="00EC5425">
            <w:pPr>
              <w:spacing w:before="0"/>
            </w:pPr>
          </w:p>
        </w:tc>
      </w:tr>
      <w:tr w:rsidR="00EC5425" w14:paraId="1B72959B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4825" w14:textId="77777777" w:rsidR="00EC5425" w:rsidRDefault="00EC5425">
            <w:pPr>
              <w:spacing w:before="0"/>
              <w:jc w:val="center"/>
            </w:pPr>
            <w:r>
              <w:t>6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8CD4" w14:textId="77777777" w:rsidR="00EC5425" w:rsidRDefault="00EC5425">
            <w:pPr>
              <w:spacing w:before="0"/>
            </w:pPr>
          </w:p>
        </w:tc>
      </w:tr>
      <w:tr w:rsidR="00EC5425" w14:paraId="6F519243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2710" w14:textId="77777777" w:rsidR="00EC5425" w:rsidRDefault="00EC5425">
            <w:pPr>
              <w:spacing w:before="0"/>
              <w:jc w:val="center"/>
            </w:pPr>
            <w:r>
              <w:t>7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5CCB" w14:textId="77777777" w:rsidR="00EC5425" w:rsidRDefault="00EC5425">
            <w:pPr>
              <w:spacing w:before="0"/>
            </w:pPr>
          </w:p>
        </w:tc>
      </w:tr>
      <w:tr w:rsidR="00EC5425" w14:paraId="5989EEC6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0F39" w14:textId="77777777" w:rsidR="00EC5425" w:rsidRDefault="00EC5425">
            <w:pPr>
              <w:spacing w:before="0"/>
              <w:jc w:val="center"/>
            </w:pPr>
            <w:r>
              <w:t>8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D359" w14:textId="77777777" w:rsidR="00EC5425" w:rsidRDefault="00EC5425">
            <w:pPr>
              <w:spacing w:before="0"/>
            </w:pPr>
          </w:p>
        </w:tc>
      </w:tr>
      <w:tr w:rsidR="00EC5425" w14:paraId="1AB0531D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FC12" w14:textId="77777777" w:rsidR="00EC5425" w:rsidRDefault="00EC5425">
            <w:pPr>
              <w:spacing w:before="0"/>
              <w:jc w:val="center"/>
            </w:pPr>
            <w:r>
              <w:t>9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05B8" w14:textId="77777777" w:rsidR="00EC5425" w:rsidRDefault="00EC5425">
            <w:pPr>
              <w:spacing w:before="0"/>
            </w:pPr>
          </w:p>
        </w:tc>
      </w:tr>
      <w:tr w:rsidR="00EC5425" w14:paraId="34942BE7" w14:textId="77777777" w:rsidTr="009D790F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4F55" w14:textId="77777777" w:rsidR="00EC5425" w:rsidRDefault="00EC5425">
            <w:pPr>
              <w:spacing w:before="0"/>
              <w:jc w:val="center"/>
            </w:pPr>
            <w:r>
              <w:t>10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5AE1" w14:textId="77777777" w:rsidR="00EC5425" w:rsidRDefault="00EC5425">
            <w:pPr>
              <w:spacing w:before="0"/>
            </w:pPr>
          </w:p>
        </w:tc>
      </w:tr>
    </w:tbl>
    <w:p w14:paraId="291BDBFE" w14:textId="77777777" w:rsidR="00035104" w:rsidRDefault="00035104" w:rsidP="00EC5425">
      <w:pPr>
        <w:spacing w:line="360" w:lineRule="auto"/>
      </w:pPr>
    </w:p>
    <w:p w14:paraId="14DEAB80" w14:textId="49A3B9CD" w:rsidR="00EC5425" w:rsidRDefault="00EC5425" w:rsidP="00035104">
      <w:pPr>
        <w:spacing w:before="0" w:line="360" w:lineRule="auto"/>
      </w:pPr>
      <w:r>
        <w:t>V …………………………</w:t>
      </w:r>
      <w:r w:rsidR="009D790F">
        <w:t>……</w:t>
      </w:r>
      <w:proofErr w:type="gramStart"/>
      <w:r w:rsidR="009D790F">
        <w:t>…….</w:t>
      </w:r>
      <w:proofErr w:type="gramEnd"/>
      <w:r w:rsidR="009D790F">
        <w:t>.</w:t>
      </w:r>
      <w:r>
        <w:t xml:space="preserve"> dne ………………………</w:t>
      </w:r>
      <w:r w:rsidR="009D790F">
        <w:t>………</w:t>
      </w:r>
    </w:p>
    <w:p w14:paraId="3D6602C6" w14:textId="77777777" w:rsidR="00EC5425" w:rsidRDefault="00EC5425" w:rsidP="00EC5425">
      <w:pPr>
        <w:spacing w:line="360" w:lineRule="auto"/>
      </w:pPr>
    </w:p>
    <w:p w14:paraId="46346F0F" w14:textId="0D854564" w:rsidR="006D4F2D" w:rsidRDefault="00EC5425" w:rsidP="00EC5425">
      <w:pPr>
        <w:spacing w:line="360" w:lineRule="auto"/>
      </w:pPr>
      <w:r>
        <w:t>Podpis …</w:t>
      </w:r>
      <w:proofErr w:type="gramStart"/>
      <w:r>
        <w:t>…….</w:t>
      </w:r>
      <w:proofErr w:type="gramEnd"/>
      <w:r>
        <w:t>………………………………………………………………</w:t>
      </w:r>
    </w:p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2BB24" w14:textId="77777777" w:rsidR="003A6DBE" w:rsidRDefault="003A6DBE" w:rsidP="002C5290">
      <w:r>
        <w:separator/>
      </w:r>
    </w:p>
  </w:endnote>
  <w:endnote w:type="continuationSeparator" w:id="0">
    <w:p w14:paraId="0B3C40D3" w14:textId="77777777" w:rsidR="003A6DBE" w:rsidRDefault="003A6DBE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888C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5AEC" w14:textId="77777777" w:rsidR="00753180" w:rsidRDefault="00753180" w:rsidP="002C5290">
    <w:pPr>
      <w:pStyle w:val="Zpat"/>
    </w:pPr>
  </w:p>
  <w:p w14:paraId="1B25AF22" w14:textId="77777777" w:rsidR="00753180" w:rsidRDefault="00753180" w:rsidP="002C5290">
    <w:pPr>
      <w:pStyle w:val="Zpat"/>
    </w:pPr>
  </w:p>
  <w:p w14:paraId="0FBC62F4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492CEC94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B7CBD9C" w14:textId="77777777" w:rsidR="00753180" w:rsidRDefault="00753180" w:rsidP="002C5290">
    <w:pPr>
      <w:pStyle w:val="Zpat"/>
    </w:pPr>
  </w:p>
  <w:p w14:paraId="5B82ED53" w14:textId="77777777" w:rsidR="00753180" w:rsidRDefault="00753180" w:rsidP="002C5290">
    <w:pPr>
      <w:pStyle w:val="Zpat"/>
    </w:pPr>
  </w:p>
  <w:p w14:paraId="48D77952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30447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6567C114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866F953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8B98F" w14:textId="77777777" w:rsidR="003A6DBE" w:rsidRDefault="003A6DBE" w:rsidP="002C5290">
      <w:r>
        <w:separator/>
      </w:r>
    </w:p>
  </w:footnote>
  <w:footnote w:type="continuationSeparator" w:id="0">
    <w:p w14:paraId="531C34C1" w14:textId="77777777" w:rsidR="003A6DBE" w:rsidRDefault="003A6DBE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7A68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68365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0FB9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4C5039" wp14:editId="1DAE68E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E7F6FC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425"/>
    <w:rsid w:val="00000227"/>
    <w:rsid w:val="00013C9B"/>
    <w:rsid w:val="000214D5"/>
    <w:rsid w:val="00027EE8"/>
    <w:rsid w:val="000319B1"/>
    <w:rsid w:val="00031FF9"/>
    <w:rsid w:val="00035104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064E3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A6DBE"/>
    <w:rsid w:val="003C002D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C3F02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4168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D3DCC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5027E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90F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425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AB4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EC542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A354D1B-CDE4-413B-8701-754822B1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95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851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2024-06-03T06:10:00Z</dcterms:created>
  <dcterms:modified xsi:type="dcterms:W3CDTF">2024-06-03T06:10:00Z</dcterms:modified>
</cp:coreProperties>
</file>