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7763B" w14:textId="5F63CD7D" w:rsidR="004703B0" w:rsidRPr="004703B0" w:rsidRDefault="004703B0" w:rsidP="002C5290">
      <w:pPr>
        <w:pStyle w:val="Plohahlavika"/>
      </w:pPr>
      <w:r w:rsidRPr="004703B0">
        <w:t xml:space="preserve">Příloha </w:t>
      </w:r>
      <w:r w:rsidR="00A439D6">
        <w:t>D/4</w:t>
      </w:r>
      <w:r w:rsidR="00181A21">
        <w:t>, D/5</w:t>
      </w:r>
      <w:r w:rsidR="00A439D6">
        <w:rPr>
          <w:b w:val="0"/>
          <w:bCs/>
        </w:rPr>
        <w:t xml:space="preserve"> (žadatel)</w:t>
      </w:r>
      <w:r w:rsidRPr="004703B0">
        <w:tab/>
      </w:r>
      <w:r w:rsidR="008D27C9" w:rsidRPr="008D27C9">
        <w:t>Podnikající fyzická osoba</w:t>
      </w:r>
    </w:p>
    <w:p w14:paraId="156F7F77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7179BD63" w14:textId="77777777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666371E7" w14:textId="77777777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10159D56" w14:textId="77777777" w:rsidR="004703B0" w:rsidRPr="004703B0" w:rsidRDefault="004703B0" w:rsidP="002C5290">
      <w:r w:rsidRPr="004703B0">
        <w:t>narozen/a (den, měsíc, rok) ………………………………</w:t>
      </w:r>
    </w:p>
    <w:p w14:paraId="2841ADBB" w14:textId="6DF7E6E9" w:rsidR="004703B0" w:rsidRDefault="00F123EA" w:rsidP="002C5290">
      <w:r w:rsidRPr="00F123EA">
        <w:t>jako fyzická osoba vykonávající funkci žadatele</w:t>
      </w:r>
    </w:p>
    <w:p w14:paraId="0CC065A8" w14:textId="1FEE67AF" w:rsidR="00F123EA" w:rsidRPr="00F123EA" w:rsidRDefault="00F123EA" w:rsidP="00F123EA">
      <w:pPr>
        <w:jc w:val="center"/>
        <w:rPr>
          <w:b/>
          <w:bCs/>
        </w:rPr>
      </w:pPr>
      <w:r w:rsidRPr="00F123EA">
        <w:rPr>
          <w:b/>
          <w:bCs/>
        </w:rPr>
        <w:t>čestně prohlašuji, že</w:t>
      </w:r>
    </w:p>
    <w:p w14:paraId="58574D09" w14:textId="088F415A" w:rsidR="00181A21" w:rsidRDefault="00181A21" w:rsidP="00181A21">
      <w:pPr>
        <w:pStyle w:val="Odstavecseseznamem"/>
        <w:numPr>
          <w:ilvl w:val="0"/>
          <w:numId w:val="29"/>
        </w:numPr>
        <w:spacing w:after="240" w:line="360" w:lineRule="auto"/>
        <w:ind w:left="714" w:hanging="357"/>
        <w:contextualSpacing w:val="0"/>
      </w:pPr>
      <w:r>
        <w:t>v souladu s § 10 odst. 1 písm. g) zákona č. 179/2006 Sb. nebyl na majetek žadatele v posledních 5 letech prohlášen konkurs, nebylo proti němu zahájeno insolvenční řízení, není v likvidaci, nedošlo k zamítnutí návrhu na prohlášení konkursu pro nedostatek majetku žadatele nebo ke zrušení konkursu po splnění rozvrhového usnesení nebo ke zrušení konkursu z důvodu, že majetek žadatele nepostačuje k úhradě nákladů konkursu</w:t>
      </w:r>
    </w:p>
    <w:p w14:paraId="11A3B01D" w14:textId="42834EF4" w:rsidR="004703B0" w:rsidRPr="004703B0" w:rsidRDefault="00181A21" w:rsidP="00181A21">
      <w:pPr>
        <w:pStyle w:val="Odstavecseseznamem"/>
        <w:numPr>
          <w:ilvl w:val="0"/>
          <w:numId w:val="29"/>
        </w:numPr>
        <w:spacing w:after="240" w:line="360" w:lineRule="auto"/>
        <w:ind w:left="714" w:hanging="357"/>
        <w:contextualSpacing w:val="0"/>
      </w:pPr>
      <w:r>
        <w:t>v souladu s § 10 odst. 1 písm. h) zákona č. 179/2006 Sb. žadatel nemá v evidenci daní nedoplatky, nemá nedoplatek na pojistném a na penále na veřejné zdravotní pojištění nebo na pojistném a na penále na sociální zabezpečení a na příspěvku na státní politiku zaměstnanosti</w:t>
      </w:r>
    </w:p>
    <w:p w14:paraId="758D97C8" w14:textId="77777777" w:rsidR="00181A21" w:rsidRDefault="00181A21" w:rsidP="00181A21">
      <w:pPr>
        <w:spacing w:before="0"/>
      </w:pPr>
    </w:p>
    <w:p w14:paraId="4FA80DEB" w14:textId="0E08756D" w:rsidR="004703B0" w:rsidRPr="004703B0" w:rsidRDefault="004703B0" w:rsidP="002C5290">
      <w:r w:rsidRPr="004703B0">
        <w:t>V ………………………</w:t>
      </w:r>
      <w:r>
        <w:t>…</w:t>
      </w:r>
      <w:r w:rsidR="00F123EA">
        <w:t>…</w:t>
      </w:r>
      <w:proofErr w:type="gramStart"/>
      <w:r w:rsidR="00F123EA">
        <w:t>…….</w:t>
      </w:r>
      <w:proofErr w:type="gramEnd"/>
      <w:r w:rsidR="00F123EA">
        <w:t>.</w:t>
      </w:r>
      <w:r>
        <w:t xml:space="preserve"> d</w:t>
      </w:r>
      <w:r w:rsidRPr="004703B0">
        <w:t>ne ………………………</w:t>
      </w:r>
      <w:r w:rsidR="00F123EA">
        <w:t>…………</w:t>
      </w:r>
    </w:p>
    <w:p w14:paraId="7D2AD1D9" w14:textId="77777777" w:rsidR="004703B0" w:rsidRPr="004703B0" w:rsidRDefault="004703B0" w:rsidP="002C5290"/>
    <w:p w14:paraId="6EC17E18" w14:textId="77777777" w:rsidR="004703B0" w:rsidRPr="004703B0" w:rsidRDefault="004703B0" w:rsidP="002C5290"/>
    <w:p w14:paraId="100F6020" w14:textId="77777777" w:rsidR="004703B0" w:rsidRPr="00003BF8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38E7536A" w14:textId="77777777" w:rsidR="006D4F2D" w:rsidRDefault="006D4F2D" w:rsidP="002C5290"/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2CB17" w14:textId="77777777" w:rsidR="006A1A71" w:rsidRDefault="006A1A71" w:rsidP="002C5290">
      <w:r>
        <w:separator/>
      </w:r>
    </w:p>
  </w:endnote>
  <w:endnote w:type="continuationSeparator" w:id="0">
    <w:p w14:paraId="65BF2CC4" w14:textId="77777777" w:rsidR="006A1A71" w:rsidRDefault="006A1A71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F2CCA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88DD7" w14:textId="77777777" w:rsidR="00753180" w:rsidRDefault="00753180" w:rsidP="002C5290">
    <w:pPr>
      <w:pStyle w:val="Zpat"/>
    </w:pPr>
  </w:p>
  <w:p w14:paraId="11B625B5" w14:textId="77777777" w:rsidR="00753180" w:rsidRDefault="00753180" w:rsidP="002C5290">
    <w:pPr>
      <w:pStyle w:val="Zpat"/>
    </w:pPr>
  </w:p>
  <w:p w14:paraId="13D157DD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12486B9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515149B3" w14:textId="77777777" w:rsidR="00753180" w:rsidRDefault="00753180" w:rsidP="002C5290">
    <w:pPr>
      <w:pStyle w:val="Zpat"/>
    </w:pPr>
  </w:p>
  <w:p w14:paraId="36853C22" w14:textId="77777777" w:rsidR="00753180" w:rsidRDefault="00753180" w:rsidP="002C5290">
    <w:pPr>
      <w:pStyle w:val="Zpat"/>
    </w:pPr>
  </w:p>
  <w:p w14:paraId="3060B19B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A1C15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A45116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5BC76B58" w14:textId="77777777" w:rsidR="00473EDE" w:rsidRDefault="00473EDE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05A2F" w14:textId="77777777" w:rsidR="006A1A71" w:rsidRDefault="006A1A71" w:rsidP="002C5290">
      <w:r>
        <w:separator/>
      </w:r>
    </w:p>
  </w:footnote>
  <w:footnote w:type="continuationSeparator" w:id="0">
    <w:p w14:paraId="7BC9170D" w14:textId="77777777" w:rsidR="006A1A71" w:rsidRDefault="006A1A71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8EBCA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8746B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D90B7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5B8634" wp14:editId="3C38745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F5987E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3F6D64"/>
    <w:multiLevelType w:val="hybridMultilevel"/>
    <w:tmpl w:val="EF0651D6"/>
    <w:lvl w:ilvl="0" w:tplc="E0DCD9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8"/>
  </w:num>
  <w:num w:numId="12" w16cid:durableId="1508908924">
    <w:abstractNumId w:val="24"/>
  </w:num>
  <w:num w:numId="13" w16cid:durableId="1437171633">
    <w:abstractNumId w:val="13"/>
  </w:num>
  <w:num w:numId="14" w16cid:durableId="849560017">
    <w:abstractNumId w:val="27"/>
  </w:num>
  <w:num w:numId="15" w16cid:durableId="403066261">
    <w:abstractNumId w:val="14"/>
  </w:num>
  <w:num w:numId="16" w16cid:durableId="429664789">
    <w:abstractNumId w:val="20"/>
  </w:num>
  <w:num w:numId="17" w16cid:durableId="194464057">
    <w:abstractNumId w:val="26"/>
  </w:num>
  <w:num w:numId="18" w16cid:durableId="1180196269">
    <w:abstractNumId w:val="25"/>
  </w:num>
  <w:num w:numId="19" w16cid:durableId="1403990060">
    <w:abstractNumId w:val="18"/>
  </w:num>
  <w:num w:numId="20" w16cid:durableId="795172788">
    <w:abstractNumId w:val="23"/>
  </w:num>
  <w:num w:numId="21" w16cid:durableId="1210799056">
    <w:abstractNumId w:val="11"/>
  </w:num>
  <w:num w:numId="22" w16cid:durableId="1532256587">
    <w:abstractNumId w:val="22"/>
  </w:num>
  <w:num w:numId="23" w16cid:durableId="2112242055">
    <w:abstractNumId w:val="15"/>
  </w:num>
  <w:num w:numId="24" w16cid:durableId="400716338">
    <w:abstractNumId w:val="21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9"/>
  </w:num>
  <w:num w:numId="28" w16cid:durableId="1771973332">
    <w:abstractNumId w:val="16"/>
  </w:num>
  <w:num w:numId="29" w16cid:durableId="13386507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3E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632B9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1A21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4439"/>
    <w:rsid w:val="00405411"/>
    <w:rsid w:val="00406E55"/>
    <w:rsid w:val="004215DE"/>
    <w:rsid w:val="00435B4C"/>
    <w:rsid w:val="00435EE3"/>
    <w:rsid w:val="004468C3"/>
    <w:rsid w:val="0046109B"/>
    <w:rsid w:val="00461A8E"/>
    <w:rsid w:val="00464F21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17C9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1A71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27C9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9D6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065"/>
    <w:rsid w:val="00D43A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6760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123EA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1481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2649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7BA66EA5-FAE6-469E-850F-E04A3541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148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1041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2024-06-03T06:14:00Z</dcterms:created>
  <dcterms:modified xsi:type="dcterms:W3CDTF">2024-06-03T06:14:00Z</dcterms:modified>
</cp:coreProperties>
</file>