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D705E" w14:textId="5D2E0361" w:rsidR="004703B0" w:rsidRPr="004703B0" w:rsidRDefault="004703B0" w:rsidP="002C5290">
      <w:pPr>
        <w:pStyle w:val="Plohahlavika"/>
      </w:pPr>
      <w:r w:rsidRPr="004703B0">
        <w:t xml:space="preserve">Příloha </w:t>
      </w:r>
      <w:r w:rsidR="00D01DE7">
        <w:t xml:space="preserve">E/1, E/2, </w:t>
      </w:r>
      <w:r w:rsidR="00D4330A">
        <w:t xml:space="preserve">E/5, E/6 </w:t>
      </w:r>
      <w:r w:rsidR="00D4330A">
        <w:rPr>
          <w:b w:val="0"/>
          <w:bCs/>
        </w:rPr>
        <w:t>(žadatelem určený autorizovaný zástupce)</w:t>
      </w:r>
      <w:r w:rsidRPr="004703B0">
        <w:tab/>
      </w:r>
      <w:r w:rsidR="00D4330A" w:rsidRPr="00D4330A">
        <w:t>Podnikající fyzická osoba</w:t>
      </w:r>
    </w:p>
    <w:p w14:paraId="756C79D9" w14:textId="77777777" w:rsidR="004703B0" w:rsidRPr="002C5290" w:rsidRDefault="004703B0" w:rsidP="002C5290">
      <w:pPr>
        <w:pStyle w:val="Nadpis2"/>
      </w:pPr>
      <w:r w:rsidRPr="002C5290">
        <w:t>Čestné prohlášení</w:t>
      </w:r>
    </w:p>
    <w:p w14:paraId="5D8B6068" w14:textId="77777777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46FE693F" w14:textId="77777777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29186C35" w14:textId="77777777" w:rsidR="004703B0" w:rsidRPr="004703B0" w:rsidRDefault="004703B0" w:rsidP="002C5290">
      <w:r w:rsidRPr="004703B0">
        <w:t>narozen/a (den, měsíc, rok) ………………………………</w:t>
      </w:r>
    </w:p>
    <w:p w14:paraId="28FBEA52" w14:textId="2C53EF7C" w:rsidR="004703B0" w:rsidRPr="00D4330A" w:rsidRDefault="00D4330A" w:rsidP="00D4330A">
      <w:pPr>
        <w:jc w:val="center"/>
        <w:rPr>
          <w:b/>
          <w:bCs/>
        </w:rPr>
      </w:pPr>
      <w:r w:rsidRPr="00D4330A">
        <w:rPr>
          <w:b/>
          <w:bCs/>
        </w:rPr>
        <w:t>čestně prohlašuji, že</w:t>
      </w:r>
    </w:p>
    <w:p w14:paraId="78FBA3AE" w14:textId="77777777" w:rsidR="00D01DE7" w:rsidRPr="00D01DE7" w:rsidRDefault="00D01DE7" w:rsidP="00D01DE7">
      <w:pPr>
        <w:numPr>
          <w:ilvl w:val="0"/>
          <w:numId w:val="30"/>
        </w:numPr>
        <w:spacing w:line="312" w:lineRule="auto"/>
        <w:ind w:left="714" w:hanging="357"/>
      </w:pPr>
      <w:r w:rsidRPr="00D01DE7">
        <w:t xml:space="preserve">jsem dle </w:t>
      </w:r>
      <w:r w:rsidRPr="00D01DE7">
        <w:rPr>
          <w:iCs/>
        </w:rPr>
        <w:t xml:space="preserve">§ 10 odst. 1 písm. a) </w:t>
      </w:r>
      <w:r w:rsidRPr="00D01DE7">
        <w:t>zákona č. 179/2006 Sb. plně způsobilý/á k právním úkonům</w:t>
      </w:r>
      <w:r w:rsidRPr="00D01DE7">
        <w:rPr>
          <w:iCs/>
        </w:rPr>
        <w:t xml:space="preserve"> (nemám omezenou svéprávnost)</w:t>
      </w:r>
    </w:p>
    <w:p w14:paraId="68C33655" w14:textId="77777777" w:rsidR="00D01DE7" w:rsidRPr="00D01DE7" w:rsidRDefault="00D01DE7" w:rsidP="00D01DE7">
      <w:pPr>
        <w:numPr>
          <w:ilvl w:val="0"/>
          <w:numId w:val="30"/>
        </w:numPr>
        <w:spacing w:line="312" w:lineRule="auto"/>
        <w:ind w:left="714" w:hanging="357"/>
      </w:pPr>
      <w:r w:rsidRPr="00D01DE7">
        <w:t>jsem dle § 10 odst. 1 písm. b) a v souladu s § 10 odst. 2 zákona č. 179/2006 Sb. bezúhonný/á</w:t>
      </w:r>
    </w:p>
    <w:p w14:paraId="240838EA" w14:textId="10DACAC5" w:rsidR="00D01DE7" w:rsidRPr="00D01DE7" w:rsidRDefault="00D01DE7" w:rsidP="00D01DE7">
      <w:pPr>
        <w:numPr>
          <w:ilvl w:val="0"/>
          <w:numId w:val="30"/>
        </w:numPr>
        <w:spacing w:line="312" w:lineRule="auto"/>
        <w:ind w:left="714" w:hanging="357"/>
      </w:pPr>
      <w:r w:rsidRPr="00D01DE7">
        <w:t>jsem se v souladu s § 10 odst. 1 písm. e) zákona č. 179/2006 Sb. seznámil/a s aktuálním vývojem v oblasti profesní kvalifikace (název profesní kvalifikace) ……………………</w:t>
      </w:r>
      <w:r>
        <w:t xml:space="preserve"> </w:t>
      </w:r>
      <w:r w:rsidRPr="00D01DE7">
        <w:t>....</w:t>
      </w:r>
      <w:r>
        <w:t>...............................................................................................................</w:t>
      </w:r>
      <w:r w:rsidRPr="00D01DE7">
        <w:t xml:space="preserve"> a jí odpovídajících povolání</w:t>
      </w:r>
      <w:r w:rsidRPr="00D01DE7">
        <w:rPr>
          <w:b/>
        </w:rPr>
        <w:t xml:space="preserve"> </w:t>
      </w:r>
      <w:r w:rsidRPr="00D01DE7">
        <w:t>dle příslušného hodnoticího standardu</w:t>
      </w:r>
    </w:p>
    <w:p w14:paraId="6A7C4145" w14:textId="19ED81EF" w:rsidR="00D01DE7" w:rsidRPr="00D01DE7" w:rsidRDefault="00D01DE7" w:rsidP="00D01DE7">
      <w:pPr>
        <w:numPr>
          <w:ilvl w:val="0"/>
          <w:numId w:val="30"/>
        </w:numPr>
        <w:spacing w:line="312" w:lineRule="auto"/>
        <w:ind w:left="714" w:hanging="357"/>
      </w:pPr>
      <w:r w:rsidRPr="00D01DE7">
        <w:t xml:space="preserve">v souladu s </w:t>
      </w:r>
      <w:r w:rsidRPr="00D01DE7">
        <w:rPr>
          <w:iCs/>
        </w:rPr>
        <w:t>§ 10 odst. 6 zákona č. 179/2006 Sb.</w:t>
      </w:r>
      <w:r w:rsidRPr="00D01DE7">
        <w:t xml:space="preserve"> souhlasím, že budu nadále provádět činnost autorizované osoby jménem žadatele (název) ……………...……</w:t>
      </w:r>
      <w:proofErr w:type="gramStart"/>
      <w:r w:rsidRPr="00D01DE7">
        <w:t>…….</w:t>
      </w:r>
      <w:proofErr w:type="gramEnd"/>
      <w:r w:rsidRPr="00D01DE7">
        <w:t>………..…</w:t>
      </w:r>
      <w:r>
        <w:t>……………………………..</w:t>
      </w:r>
      <w:r w:rsidRPr="00D01DE7">
        <w:t>, identifikační číslo …………………</w:t>
      </w:r>
      <w:r>
        <w:t>……</w:t>
      </w:r>
      <w:r w:rsidRPr="00D01DE7">
        <w:t xml:space="preserve"> jako autorizovaný zástupce</w:t>
      </w:r>
    </w:p>
    <w:p w14:paraId="0EF3D136" w14:textId="77777777" w:rsidR="004703B0" w:rsidRPr="004703B0" w:rsidRDefault="004703B0" w:rsidP="002C5290"/>
    <w:p w14:paraId="3AADB399" w14:textId="2042EE8A" w:rsidR="004703B0" w:rsidRPr="004703B0" w:rsidRDefault="004703B0" w:rsidP="002C5290">
      <w:r w:rsidRPr="004703B0">
        <w:t>V ………………………</w:t>
      </w:r>
      <w:r>
        <w:t>…</w:t>
      </w:r>
      <w:r w:rsidR="00D4330A">
        <w:t>……………………</w:t>
      </w:r>
      <w:r>
        <w:t xml:space="preserve"> d</w:t>
      </w:r>
      <w:r w:rsidRPr="004703B0">
        <w:t>ne …………………</w:t>
      </w:r>
      <w:proofErr w:type="gramStart"/>
      <w:r w:rsidRPr="004703B0">
        <w:t>……</w:t>
      </w:r>
      <w:r w:rsidR="00D4330A">
        <w:t>.</w:t>
      </w:r>
      <w:proofErr w:type="gramEnd"/>
      <w:r w:rsidR="00D4330A">
        <w:t>.</w:t>
      </w:r>
    </w:p>
    <w:p w14:paraId="34CFCA27" w14:textId="77777777" w:rsidR="004703B0" w:rsidRPr="004703B0" w:rsidRDefault="004703B0" w:rsidP="002C5290"/>
    <w:p w14:paraId="228AFE48" w14:textId="77777777" w:rsidR="004703B0" w:rsidRPr="004703B0" w:rsidRDefault="004703B0" w:rsidP="002C5290"/>
    <w:p w14:paraId="4949C7E7" w14:textId="77777777" w:rsidR="004703B0" w:rsidRPr="00003BF8" w:rsidRDefault="004703B0" w:rsidP="002C5290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p w14:paraId="2E86C827" w14:textId="77777777" w:rsidR="006D4F2D" w:rsidRDefault="006D4F2D" w:rsidP="002C5290"/>
    <w:sectPr w:rsidR="006D4F2D" w:rsidSect="00D42C2F">
      <w:footerReference w:type="default" r:id="rId8"/>
      <w:headerReference w:type="first" r:id="rId9"/>
      <w:footerReference w:type="first" r:id="rId10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4CA7F" w14:textId="77777777" w:rsidR="008D04EE" w:rsidRDefault="008D04EE" w:rsidP="002C5290">
      <w:r>
        <w:separator/>
      </w:r>
    </w:p>
  </w:endnote>
  <w:endnote w:type="continuationSeparator" w:id="0">
    <w:p w14:paraId="566B8AA1" w14:textId="77777777" w:rsidR="008D04EE" w:rsidRDefault="008D04EE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99EEC" w14:textId="77777777" w:rsidR="00753180" w:rsidRDefault="00753180" w:rsidP="002C5290">
    <w:pPr>
      <w:pStyle w:val="Zpat"/>
    </w:pPr>
  </w:p>
  <w:p w14:paraId="05428E11" w14:textId="77777777" w:rsidR="00753180" w:rsidRDefault="00753180" w:rsidP="002C5290">
    <w:pPr>
      <w:pStyle w:val="Zpat"/>
    </w:pPr>
  </w:p>
  <w:p w14:paraId="6550DCD8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6A352CEC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15094D80" w14:textId="77777777" w:rsidR="00753180" w:rsidRDefault="00753180" w:rsidP="002C5290">
    <w:pPr>
      <w:pStyle w:val="Zpat"/>
    </w:pPr>
  </w:p>
  <w:p w14:paraId="20EEF354" w14:textId="77777777" w:rsidR="00753180" w:rsidRDefault="00753180" w:rsidP="002C5290">
    <w:pPr>
      <w:pStyle w:val="Zpat"/>
    </w:pPr>
  </w:p>
  <w:p w14:paraId="09F9B077" w14:textId="77777777" w:rsidR="00753180" w:rsidRDefault="00753180" w:rsidP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B7CDC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1501D213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01E4E7B1" w14:textId="77777777" w:rsidR="00473EDE" w:rsidRDefault="00473EDE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EAD40" w14:textId="77777777" w:rsidR="008D04EE" w:rsidRDefault="008D04EE" w:rsidP="002C5290">
      <w:r>
        <w:separator/>
      </w:r>
    </w:p>
  </w:footnote>
  <w:footnote w:type="continuationSeparator" w:id="0">
    <w:p w14:paraId="21F84D67" w14:textId="77777777" w:rsidR="008D04EE" w:rsidRDefault="008D04EE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A461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9D296C" wp14:editId="154B04A1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E115B9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F7D63"/>
    <w:multiLevelType w:val="hybridMultilevel"/>
    <w:tmpl w:val="56D80A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26EBA"/>
    <w:multiLevelType w:val="hybridMultilevel"/>
    <w:tmpl w:val="6DB40E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9"/>
  </w:num>
  <w:num w:numId="12" w16cid:durableId="1508908924">
    <w:abstractNumId w:val="25"/>
  </w:num>
  <w:num w:numId="13" w16cid:durableId="1437171633">
    <w:abstractNumId w:val="14"/>
  </w:num>
  <w:num w:numId="14" w16cid:durableId="849560017">
    <w:abstractNumId w:val="28"/>
  </w:num>
  <w:num w:numId="15" w16cid:durableId="403066261">
    <w:abstractNumId w:val="15"/>
  </w:num>
  <w:num w:numId="16" w16cid:durableId="429664789">
    <w:abstractNumId w:val="20"/>
  </w:num>
  <w:num w:numId="17" w16cid:durableId="194464057">
    <w:abstractNumId w:val="27"/>
  </w:num>
  <w:num w:numId="18" w16cid:durableId="1180196269">
    <w:abstractNumId w:val="26"/>
  </w:num>
  <w:num w:numId="19" w16cid:durableId="1403990060">
    <w:abstractNumId w:val="18"/>
  </w:num>
  <w:num w:numId="20" w16cid:durableId="795172788">
    <w:abstractNumId w:val="23"/>
  </w:num>
  <w:num w:numId="21" w16cid:durableId="1210799056">
    <w:abstractNumId w:val="11"/>
  </w:num>
  <w:num w:numId="22" w16cid:durableId="1532256587">
    <w:abstractNumId w:val="22"/>
  </w:num>
  <w:num w:numId="23" w16cid:durableId="2112242055">
    <w:abstractNumId w:val="16"/>
  </w:num>
  <w:num w:numId="24" w16cid:durableId="400716338">
    <w:abstractNumId w:val="21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9"/>
  </w:num>
  <w:num w:numId="28" w16cid:durableId="1771973332">
    <w:abstractNumId w:val="17"/>
  </w:num>
  <w:num w:numId="29" w16cid:durableId="1115905317">
    <w:abstractNumId w:val="13"/>
  </w:num>
  <w:num w:numId="30" w16cid:durableId="41120185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30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6E12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21DC"/>
    <w:rsid w:val="004F54BC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04EE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1637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1DE7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330A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86F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607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F71E2B9C-EC84-4F80-B5D2-052F7B55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NUKIB_priloha.dotx</Template>
  <TotalTime>0</TotalTime>
  <Pages>1</Pages>
  <Words>144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1125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2024-06-03T06:25:00Z</dcterms:created>
  <dcterms:modified xsi:type="dcterms:W3CDTF">2024-06-03T06:25:00Z</dcterms:modified>
</cp:coreProperties>
</file>