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D705E" w14:textId="2092FCA2" w:rsidR="004703B0" w:rsidRPr="004703B0" w:rsidRDefault="004703B0" w:rsidP="002C5290">
      <w:pPr>
        <w:pStyle w:val="Plohahlavika"/>
      </w:pPr>
      <w:r w:rsidRPr="004703B0">
        <w:t>Příloha</w:t>
      </w:r>
      <w:r w:rsidR="00D4330A">
        <w:t xml:space="preserve"> E/6 </w:t>
      </w:r>
      <w:r w:rsidR="00D4330A">
        <w:rPr>
          <w:b w:val="0"/>
          <w:bCs/>
        </w:rPr>
        <w:t>(žadatel)</w:t>
      </w:r>
      <w:r w:rsidRPr="004703B0">
        <w:tab/>
      </w:r>
      <w:r w:rsidR="00D4330A" w:rsidRPr="00D4330A">
        <w:t>Podnikající fyzická osoba</w:t>
      </w:r>
    </w:p>
    <w:p w14:paraId="756C79D9" w14:textId="77777777" w:rsidR="004703B0" w:rsidRPr="002C5290" w:rsidRDefault="004703B0" w:rsidP="002C5290">
      <w:pPr>
        <w:pStyle w:val="Nadpis2"/>
      </w:pPr>
      <w:r w:rsidRPr="002C5290">
        <w:t>Čestné prohlášení</w:t>
      </w:r>
    </w:p>
    <w:p w14:paraId="5D8B6068" w14:textId="77777777" w:rsidR="004703B0" w:rsidRPr="004703B0" w:rsidRDefault="004703B0" w:rsidP="002C5290">
      <w:r w:rsidRPr="002C5290">
        <w:t>Já, níže podepsaný</w:t>
      </w:r>
      <w:r w:rsidRPr="004703B0">
        <w:t xml:space="preserve">/á </w:t>
      </w:r>
    </w:p>
    <w:p w14:paraId="46FE693F" w14:textId="77777777" w:rsidR="004703B0" w:rsidRPr="004703B0" w:rsidRDefault="004703B0" w:rsidP="002C5290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29186C35" w14:textId="765FF54A" w:rsidR="004703B0" w:rsidRDefault="004703B0" w:rsidP="002C5290">
      <w:r w:rsidRPr="004703B0">
        <w:t>narozen/a (den, měsíc, rok) ………………………………</w:t>
      </w:r>
      <w:r w:rsidR="00B62D1E">
        <w:t>……………………………………………………………………………..</w:t>
      </w:r>
    </w:p>
    <w:p w14:paraId="2D0AE735" w14:textId="42B57BCE" w:rsidR="00B62D1E" w:rsidRPr="00B62D1E" w:rsidRDefault="00B62D1E" w:rsidP="00B62D1E">
      <w:pPr>
        <w:rPr>
          <w:iCs/>
          <w:color w:val="000000"/>
        </w:rPr>
      </w:pPr>
      <w:r w:rsidRPr="00B62D1E">
        <w:t xml:space="preserve">jako fyzická osoba vykonávající funkci žadatele </w:t>
      </w:r>
      <w:r w:rsidRPr="00B62D1E">
        <w:rPr>
          <w:iCs/>
          <w:color w:val="000000"/>
        </w:rPr>
        <w:t>v souladu s § 10 odst. 6 zákona č. 179/2006 Sb.</w:t>
      </w:r>
    </w:p>
    <w:p w14:paraId="7D8B36D0" w14:textId="77777777" w:rsidR="00B62D1E" w:rsidRPr="004703B0" w:rsidRDefault="00B62D1E" w:rsidP="002C5290"/>
    <w:p w14:paraId="28FBEA52" w14:textId="2C53EF7C" w:rsidR="004703B0" w:rsidRPr="00D4330A" w:rsidRDefault="00D4330A" w:rsidP="00D4330A">
      <w:pPr>
        <w:jc w:val="center"/>
        <w:rPr>
          <w:b/>
          <w:bCs/>
        </w:rPr>
      </w:pPr>
      <w:r w:rsidRPr="00D4330A">
        <w:rPr>
          <w:b/>
          <w:bCs/>
        </w:rPr>
        <w:t>čestně prohlašuji, že</w:t>
      </w:r>
    </w:p>
    <w:p w14:paraId="040F76B6" w14:textId="77777777" w:rsidR="00B62D1E" w:rsidRPr="00B62D1E" w:rsidRDefault="00B62D1E" w:rsidP="00B62D1E">
      <w:r w:rsidRPr="00B62D1E">
        <w:t xml:space="preserve">autorizovaný zástupce, tj. </w:t>
      </w:r>
    </w:p>
    <w:p w14:paraId="6049E8FA" w14:textId="4F5FB06F" w:rsidR="00B62D1E" w:rsidRPr="00B62D1E" w:rsidRDefault="00B62D1E" w:rsidP="00B62D1E">
      <w:r w:rsidRPr="00B62D1E">
        <w:t xml:space="preserve">jméno, příjmení </w:t>
      </w:r>
      <w:proofErr w:type="gramStart"/>
      <w:r w:rsidRPr="00B62D1E">
        <w:t>…….</w:t>
      </w:r>
      <w:proofErr w:type="gramEnd"/>
      <w:r w:rsidRPr="00B62D1E">
        <w:t>…………..………………….………………………………………..…</w:t>
      </w:r>
      <w:r>
        <w:t>……………………………………………</w:t>
      </w:r>
    </w:p>
    <w:p w14:paraId="0E7B95E4" w14:textId="2F01CE32" w:rsidR="00B62D1E" w:rsidRPr="00B62D1E" w:rsidRDefault="00B62D1E" w:rsidP="00B62D1E">
      <w:pPr>
        <w:spacing w:after="300"/>
      </w:pPr>
      <w:r w:rsidRPr="00B62D1E">
        <w:t>narozen/a (den, měsíc, rok) ……………………………………………………………</w:t>
      </w:r>
      <w:proofErr w:type="gramStart"/>
      <w:r w:rsidRPr="00B62D1E">
        <w:t>…….</w:t>
      </w:r>
      <w:proofErr w:type="gramEnd"/>
      <w:r w:rsidRPr="00B62D1E">
        <w:t>.…</w:t>
      </w:r>
      <w:r>
        <w:t>……………………………………..</w:t>
      </w:r>
    </w:p>
    <w:p w14:paraId="363201DA" w14:textId="77777777" w:rsidR="00B62D1E" w:rsidRPr="00B62D1E" w:rsidRDefault="00B62D1E" w:rsidP="00B62D1E">
      <w:pPr>
        <w:spacing w:line="360" w:lineRule="auto"/>
      </w:pPr>
      <w:r w:rsidRPr="00B62D1E">
        <w:t xml:space="preserve">je zaměstnancem žadatele nebo jinou osobou, která je k žadateli v pracovněprávním nebo jiném smluvním vztahu. </w:t>
      </w:r>
    </w:p>
    <w:p w14:paraId="70E7B4C9" w14:textId="77777777" w:rsidR="00B62D1E" w:rsidRDefault="00B62D1E" w:rsidP="002C5290"/>
    <w:p w14:paraId="3AADB399" w14:textId="2042EE8A" w:rsidR="004703B0" w:rsidRPr="004703B0" w:rsidRDefault="004703B0" w:rsidP="002C5290">
      <w:r w:rsidRPr="004703B0">
        <w:t>V ………………………</w:t>
      </w:r>
      <w:r>
        <w:t>…</w:t>
      </w:r>
      <w:r w:rsidR="00D4330A">
        <w:t>……………………</w:t>
      </w:r>
      <w:r>
        <w:t xml:space="preserve"> d</w:t>
      </w:r>
      <w:r w:rsidRPr="004703B0">
        <w:t>ne …………………</w:t>
      </w:r>
      <w:proofErr w:type="gramStart"/>
      <w:r w:rsidRPr="004703B0">
        <w:t>……</w:t>
      </w:r>
      <w:r w:rsidR="00D4330A">
        <w:t>.</w:t>
      </w:r>
      <w:proofErr w:type="gramEnd"/>
      <w:r w:rsidR="00D4330A">
        <w:t>.</w:t>
      </w:r>
    </w:p>
    <w:p w14:paraId="34CFCA27" w14:textId="77777777" w:rsidR="004703B0" w:rsidRPr="004703B0" w:rsidRDefault="004703B0" w:rsidP="002C5290"/>
    <w:p w14:paraId="228AFE48" w14:textId="77777777" w:rsidR="004703B0" w:rsidRPr="004703B0" w:rsidRDefault="004703B0" w:rsidP="002C5290"/>
    <w:p w14:paraId="4949C7E7" w14:textId="77777777" w:rsidR="004703B0" w:rsidRPr="00003BF8" w:rsidRDefault="004703B0" w:rsidP="002C5290"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………………………………………………………………</w:t>
      </w:r>
    </w:p>
    <w:p w14:paraId="2E86C827" w14:textId="77777777" w:rsidR="006D4F2D" w:rsidRDefault="006D4F2D" w:rsidP="002C5290"/>
    <w:sectPr w:rsidR="006D4F2D" w:rsidSect="00D42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4CA7F" w14:textId="77777777" w:rsidR="008D04EE" w:rsidRDefault="008D04EE" w:rsidP="002C5290">
      <w:r>
        <w:separator/>
      </w:r>
    </w:p>
  </w:endnote>
  <w:endnote w:type="continuationSeparator" w:id="0">
    <w:p w14:paraId="566B8AA1" w14:textId="77777777" w:rsidR="008D04EE" w:rsidRDefault="008D04EE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DEAB8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99EEC" w14:textId="77777777" w:rsidR="00753180" w:rsidRDefault="00753180" w:rsidP="002C5290">
    <w:pPr>
      <w:pStyle w:val="Zpat"/>
    </w:pPr>
  </w:p>
  <w:p w14:paraId="05428E11" w14:textId="77777777" w:rsidR="00753180" w:rsidRDefault="00753180" w:rsidP="002C5290">
    <w:pPr>
      <w:pStyle w:val="Zpat"/>
    </w:pPr>
  </w:p>
  <w:p w14:paraId="6550DCD8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6A352CEC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15094D80" w14:textId="77777777" w:rsidR="00753180" w:rsidRDefault="00753180" w:rsidP="002C5290">
    <w:pPr>
      <w:pStyle w:val="Zpat"/>
    </w:pPr>
  </w:p>
  <w:p w14:paraId="20EEF354" w14:textId="77777777" w:rsidR="00753180" w:rsidRDefault="00753180" w:rsidP="002C5290">
    <w:pPr>
      <w:pStyle w:val="Zpat"/>
    </w:pPr>
  </w:p>
  <w:p w14:paraId="09F9B077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B7CDC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1501D213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01E4E7B1" w14:textId="77777777" w:rsidR="00473EDE" w:rsidRDefault="00473EDE" w:rsidP="002C5290">
    <w:pPr>
      <w:pStyle w:val="Zpat"/>
    </w:pPr>
  </w:p>
  <w:p w14:paraId="45991B09" w14:textId="77777777" w:rsidR="00CB36CD" w:rsidRPr="00ED317C" w:rsidRDefault="00CB36CD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EAD40" w14:textId="77777777" w:rsidR="008D04EE" w:rsidRDefault="008D04EE" w:rsidP="002C5290">
      <w:r>
        <w:separator/>
      </w:r>
    </w:p>
  </w:footnote>
  <w:footnote w:type="continuationSeparator" w:id="0">
    <w:p w14:paraId="21F84D67" w14:textId="77777777" w:rsidR="008D04EE" w:rsidRDefault="008D04EE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7DDFA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81E89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A461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9D296C" wp14:editId="154B04A1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E115B9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F7D63"/>
    <w:multiLevelType w:val="hybridMultilevel"/>
    <w:tmpl w:val="56D80A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26EBA"/>
    <w:multiLevelType w:val="hybridMultilevel"/>
    <w:tmpl w:val="6DB40E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9"/>
  </w:num>
  <w:num w:numId="12" w16cid:durableId="1508908924">
    <w:abstractNumId w:val="25"/>
  </w:num>
  <w:num w:numId="13" w16cid:durableId="1437171633">
    <w:abstractNumId w:val="14"/>
  </w:num>
  <w:num w:numId="14" w16cid:durableId="849560017">
    <w:abstractNumId w:val="28"/>
  </w:num>
  <w:num w:numId="15" w16cid:durableId="403066261">
    <w:abstractNumId w:val="15"/>
  </w:num>
  <w:num w:numId="16" w16cid:durableId="429664789">
    <w:abstractNumId w:val="20"/>
  </w:num>
  <w:num w:numId="17" w16cid:durableId="194464057">
    <w:abstractNumId w:val="27"/>
  </w:num>
  <w:num w:numId="18" w16cid:durableId="1180196269">
    <w:abstractNumId w:val="26"/>
  </w:num>
  <w:num w:numId="19" w16cid:durableId="1403990060">
    <w:abstractNumId w:val="18"/>
  </w:num>
  <w:num w:numId="20" w16cid:durableId="795172788">
    <w:abstractNumId w:val="23"/>
  </w:num>
  <w:num w:numId="21" w16cid:durableId="1210799056">
    <w:abstractNumId w:val="11"/>
  </w:num>
  <w:num w:numId="22" w16cid:durableId="1532256587">
    <w:abstractNumId w:val="22"/>
  </w:num>
  <w:num w:numId="23" w16cid:durableId="2112242055">
    <w:abstractNumId w:val="16"/>
  </w:num>
  <w:num w:numId="24" w16cid:durableId="400716338">
    <w:abstractNumId w:val="21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9"/>
  </w:num>
  <w:num w:numId="28" w16cid:durableId="1771973332">
    <w:abstractNumId w:val="17"/>
  </w:num>
  <w:num w:numId="29" w16cid:durableId="1115905317">
    <w:abstractNumId w:val="13"/>
  </w:num>
  <w:num w:numId="30" w16cid:durableId="5357769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30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6E12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F21DC"/>
    <w:rsid w:val="004F54BC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04EE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1637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D1E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330A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86F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607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F71E2B9C-EC84-4F80-B5D2-052F7B55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NUKIB_priloha.dotx</Template>
  <TotalTime>0</TotalTime>
  <Pages>1</Pages>
  <Words>72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706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2024-06-03T06:30:00Z</dcterms:created>
  <dcterms:modified xsi:type="dcterms:W3CDTF">2024-06-03T06:30:00Z</dcterms:modified>
</cp:coreProperties>
</file>