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74406" w14:textId="264D240E" w:rsidR="004703B0" w:rsidRPr="004703B0" w:rsidRDefault="004703B0" w:rsidP="002C5290">
      <w:pPr>
        <w:pStyle w:val="Plohahlavika"/>
      </w:pPr>
      <w:r w:rsidRPr="004703B0">
        <w:t xml:space="preserve">Příloha </w:t>
      </w:r>
      <w:r w:rsidR="007D53D1">
        <w:t>E/1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7D53D1">
        <w:t>Právnická</w:t>
      </w:r>
      <w:r w:rsidRPr="004703B0">
        <w:t xml:space="preserve"> osoba</w:t>
      </w:r>
    </w:p>
    <w:p w14:paraId="68993DC5" w14:textId="02E4F5AC" w:rsidR="004703B0" w:rsidRPr="002C5290" w:rsidRDefault="007D3DCC" w:rsidP="002C5290">
      <w:pPr>
        <w:pStyle w:val="Nadpis2"/>
      </w:pPr>
      <w:r w:rsidRPr="007D3DCC">
        <w:t>Seznam materiálně technického vybavení</w:t>
      </w:r>
    </w:p>
    <w:p w14:paraId="59E3931E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30A01690" w:rsidR="004703B0" w:rsidRDefault="004703B0" w:rsidP="002C5290">
      <w:r w:rsidRPr="004703B0">
        <w:t>narozen/a (den, měsíc, rok) ………………………………</w:t>
      </w:r>
      <w:r w:rsidR="007D53D1">
        <w:t>………………………………………………………………………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53AAAAB7" w14:textId="65421C1E" w:rsidR="007D53D1" w:rsidRDefault="007D53D1" w:rsidP="007D53D1">
      <w:r>
        <w:t>funkce ve vztahu k žadateli ……………………………………………………………………</w:t>
      </w:r>
      <w:r>
        <w:t>…………………………………………</w:t>
      </w:r>
    </w:p>
    <w:p w14:paraId="55641582" w14:textId="37927CEE" w:rsidR="007D53D1" w:rsidRDefault="007D53D1" w:rsidP="007D53D1"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</w:t>
      </w:r>
      <w:r>
        <w:t>……………………………………..</w:t>
      </w:r>
    </w:p>
    <w:p w14:paraId="06488AF6" w14:textId="63D8110C" w:rsidR="007D53D1" w:rsidRPr="004703B0" w:rsidRDefault="007D53D1" w:rsidP="007D53D1">
      <w:r>
        <w:t>identifikační číslo ……………………………………………………………………………...</w:t>
      </w:r>
      <w:r>
        <w:t>................................................</w:t>
      </w:r>
    </w:p>
    <w:p w14:paraId="4E33B203" w14:textId="44CECF3B" w:rsidR="00EC5425" w:rsidRPr="00EC5425" w:rsidRDefault="00EC5425" w:rsidP="00EC5425">
      <w:pPr>
        <w:jc w:val="center"/>
        <w:rPr>
          <w:b/>
          <w:bCs/>
        </w:rPr>
      </w:pPr>
      <w:r>
        <w:rPr>
          <w:b/>
          <w:bCs/>
        </w:rPr>
        <w:t>zaručuji, že</w:t>
      </w:r>
    </w:p>
    <w:p w14:paraId="2BD8A271" w14:textId="39C35D92" w:rsidR="00EC5425" w:rsidRDefault="00EC5425" w:rsidP="00EC5425">
      <w:pPr>
        <w:spacing w:line="360" w:lineRule="auto"/>
      </w:pPr>
      <w:r w:rsidRPr="00EC5425">
        <w:t>žadatel má</w:t>
      </w:r>
      <w:r>
        <w:t xml:space="preserve"> v souladu s § 10 odst. 1 písm. </w:t>
      </w:r>
      <w:r w:rsidR="007D53D1">
        <w:t>a</w:t>
      </w:r>
      <w:r>
        <w:t>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30DC933C" w14:textId="77777777" w:rsidR="00EC5425" w:rsidRPr="007D53D1" w:rsidRDefault="00EC5425" w:rsidP="00EC5425">
      <w:pPr>
        <w:spacing w:line="360" w:lineRule="auto"/>
        <w:rPr>
          <w:b/>
          <w:bCs/>
        </w:rPr>
      </w:pPr>
      <w:r w:rsidRPr="007D53D1">
        <w:rPr>
          <w:b/>
          <w:bCs/>
        </w:rPr>
        <w:t>Seznam materiálně technického vybavení pro provádění zkoušky:</w:t>
      </w:r>
      <w:r w:rsidRPr="007D53D1">
        <w:rPr>
          <w:b/>
          <w:bCs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9066"/>
      </w:tblGrid>
      <w:tr w:rsidR="00EC5425" w14:paraId="7E95587B" w14:textId="77777777" w:rsidTr="00EC5425"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CE3E" w14:textId="77777777" w:rsidR="00EC5425" w:rsidRDefault="00EC5425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C88" w14:textId="77777777" w:rsidR="00EC5425" w:rsidRDefault="00EC5425">
            <w:pPr>
              <w:spacing w:before="0"/>
            </w:pPr>
          </w:p>
        </w:tc>
      </w:tr>
      <w:tr w:rsidR="00EC5425" w14:paraId="0AF79FC3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6709" w14:textId="77777777" w:rsidR="00EC5425" w:rsidRDefault="00EC5425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A3F3" w14:textId="77777777" w:rsidR="00EC5425" w:rsidRDefault="00EC5425">
            <w:pPr>
              <w:spacing w:before="0"/>
            </w:pPr>
          </w:p>
        </w:tc>
      </w:tr>
      <w:tr w:rsidR="00EC5425" w14:paraId="13B14658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A054" w14:textId="77777777" w:rsidR="00EC5425" w:rsidRDefault="00EC5425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A1F7" w14:textId="77777777" w:rsidR="00EC5425" w:rsidRDefault="00EC5425">
            <w:pPr>
              <w:spacing w:before="0"/>
            </w:pPr>
          </w:p>
        </w:tc>
      </w:tr>
      <w:tr w:rsidR="00EC5425" w14:paraId="4B3F79B4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47A2" w14:textId="77777777" w:rsidR="00EC5425" w:rsidRDefault="00EC5425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C507" w14:textId="77777777" w:rsidR="00EC5425" w:rsidRDefault="00EC5425">
            <w:pPr>
              <w:spacing w:before="0"/>
            </w:pPr>
          </w:p>
        </w:tc>
      </w:tr>
      <w:tr w:rsidR="00EC5425" w14:paraId="47B2D6CD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D843" w14:textId="77777777" w:rsidR="00EC5425" w:rsidRDefault="00EC5425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756F" w14:textId="77777777" w:rsidR="00EC5425" w:rsidRDefault="00EC5425">
            <w:pPr>
              <w:spacing w:before="0"/>
            </w:pPr>
          </w:p>
        </w:tc>
      </w:tr>
      <w:tr w:rsidR="00EC5425" w14:paraId="1B72959B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825" w14:textId="77777777" w:rsidR="00EC5425" w:rsidRDefault="00EC5425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8CD4" w14:textId="77777777" w:rsidR="00EC5425" w:rsidRDefault="00EC5425">
            <w:pPr>
              <w:spacing w:before="0"/>
            </w:pPr>
          </w:p>
        </w:tc>
      </w:tr>
      <w:tr w:rsidR="00EC5425" w14:paraId="6F519243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2710" w14:textId="77777777" w:rsidR="00EC5425" w:rsidRDefault="00EC5425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5CCB" w14:textId="77777777" w:rsidR="00EC5425" w:rsidRDefault="00EC5425">
            <w:pPr>
              <w:spacing w:before="0"/>
            </w:pPr>
          </w:p>
        </w:tc>
      </w:tr>
      <w:tr w:rsidR="00EC5425" w14:paraId="5989EEC6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0F39" w14:textId="77777777" w:rsidR="00EC5425" w:rsidRDefault="00EC5425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359" w14:textId="77777777" w:rsidR="00EC5425" w:rsidRDefault="00EC5425">
            <w:pPr>
              <w:spacing w:before="0"/>
            </w:pPr>
          </w:p>
        </w:tc>
      </w:tr>
      <w:tr w:rsidR="00EC5425" w14:paraId="1AB0531D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FC12" w14:textId="77777777" w:rsidR="00EC5425" w:rsidRDefault="00EC5425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05B8" w14:textId="77777777" w:rsidR="00EC5425" w:rsidRDefault="00EC5425">
            <w:pPr>
              <w:spacing w:before="0"/>
            </w:pPr>
          </w:p>
        </w:tc>
      </w:tr>
      <w:tr w:rsidR="00EC5425" w14:paraId="34942BE7" w14:textId="77777777" w:rsidTr="00EC54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4F55" w14:textId="77777777" w:rsidR="00EC5425" w:rsidRDefault="00EC5425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5AE1" w14:textId="77777777" w:rsidR="00EC5425" w:rsidRDefault="00EC5425">
            <w:pPr>
              <w:spacing w:before="0"/>
            </w:pPr>
          </w:p>
        </w:tc>
      </w:tr>
    </w:tbl>
    <w:p w14:paraId="1844171A" w14:textId="77777777" w:rsidR="007D53D1" w:rsidRDefault="007D53D1" w:rsidP="007D53D1">
      <w:pPr>
        <w:spacing w:before="0" w:line="360" w:lineRule="auto"/>
      </w:pPr>
    </w:p>
    <w:p w14:paraId="14DEAB80" w14:textId="4681E9AA" w:rsidR="00EC5425" w:rsidRDefault="00EC5425" w:rsidP="00EC5425">
      <w:pPr>
        <w:spacing w:line="360" w:lineRule="auto"/>
      </w:pPr>
      <w:r>
        <w:t>V …………………………</w:t>
      </w:r>
      <w:r w:rsidR="007D53D1">
        <w:t>………</w:t>
      </w:r>
      <w:proofErr w:type="gramStart"/>
      <w:r w:rsidR="007D53D1">
        <w:t>…….</w:t>
      </w:r>
      <w:proofErr w:type="gramEnd"/>
      <w:r w:rsidR="007D53D1">
        <w:t>.</w:t>
      </w:r>
      <w:r>
        <w:t xml:space="preserve"> dne 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22909920" w14:textId="77777777" w:rsidR="007D53D1" w:rsidRDefault="007D53D1" w:rsidP="00EC5425">
      <w:pPr>
        <w:spacing w:line="360" w:lineRule="auto"/>
      </w:pPr>
    </w:p>
    <w:p w14:paraId="46346F0F" w14:textId="1B8A4548" w:rsidR="006D4F2D" w:rsidRDefault="00EC5425" w:rsidP="007D53D1">
      <w:pPr>
        <w:spacing w:before="0"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4D816" w14:textId="77777777" w:rsidR="002B4739" w:rsidRDefault="002B4739" w:rsidP="002C5290">
      <w:r>
        <w:separator/>
      </w:r>
    </w:p>
  </w:endnote>
  <w:endnote w:type="continuationSeparator" w:id="0">
    <w:p w14:paraId="48282BBE" w14:textId="77777777" w:rsidR="002B4739" w:rsidRDefault="002B4739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888C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866F953" w14:textId="77777777" w:rsidR="00473EDE" w:rsidRDefault="00473EDE" w:rsidP="002C5290">
    <w:pPr>
      <w:pStyle w:val="Zpat"/>
    </w:pPr>
  </w:p>
  <w:p w14:paraId="0177D5EC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0A423" w14:textId="77777777" w:rsidR="002B4739" w:rsidRDefault="002B4739" w:rsidP="002C5290">
      <w:r>
        <w:separator/>
      </w:r>
    </w:p>
  </w:footnote>
  <w:footnote w:type="continuationSeparator" w:id="0">
    <w:p w14:paraId="3B50B555" w14:textId="77777777" w:rsidR="002B4739" w:rsidRDefault="002B4739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F7A68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68365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739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0E3D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D3DCC"/>
    <w:rsid w:val="007D53D1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46C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9150A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1073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2024-05-21T20:04:00Z</dcterms:created>
  <dcterms:modified xsi:type="dcterms:W3CDTF">2024-05-21T20:08:00Z</dcterms:modified>
</cp:coreProperties>
</file>