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7763B" w14:textId="700B0640" w:rsidR="004703B0" w:rsidRPr="004703B0" w:rsidRDefault="004703B0" w:rsidP="002C5290">
      <w:pPr>
        <w:pStyle w:val="Plohahlavika"/>
      </w:pPr>
      <w:r w:rsidRPr="004703B0">
        <w:t xml:space="preserve">Příloha </w:t>
      </w:r>
      <w:r w:rsidR="004A726E">
        <w:t>E/</w:t>
      </w:r>
      <w:r w:rsidR="00713762">
        <w:t>3</w:t>
      </w:r>
      <w:r w:rsidR="00A439D6">
        <w:rPr>
          <w:b w:val="0"/>
          <w:bCs/>
        </w:rPr>
        <w:t xml:space="preserve"> (žadatel)</w:t>
      </w:r>
      <w:r w:rsidRPr="004703B0">
        <w:tab/>
      </w:r>
      <w:r w:rsidR="004A726E">
        <w:t>Právnická</w:t>
      </w:r>
      <w:r w:rsidR="008D27C9" w:rsidRPr="008D27C9">
        <w:t xml:space="preserve"> osoba</w:t>
      </w:r>
    </w:p>
    <w:p w14:paraId="156F7F77" w14:textId="77777777" w:rsidR="004703B0" w:rsidRPr="002C5290" w:rsidRDefault="004703B0" w:rsidP="002C5290">
      <w:pPr>
        <w:pStyle w:val="Nadpis2"/>
      </w:pPr>
      <w:r w:rsidRPr="002C5290">
        <w:t>Čestné prohlášení</w:t>
      </w:r>
    </w:p>
    <w:p w14:paraId="7179BD63" w14:textId="77777777" w:rsidR="004703B0" w:rsidRPr="004703B0" w:rsidRDefault="004703B0" w:rsidP="002C5290">
      <w:r w:rsidRPr="002C5290">
        <w:t>Já, níže podepsaný</w:t>
      </w:r>
      <w:r w:rsidRPr="004703B0">
        <w:t xml:space="preserve">/á </w:t>
      </w:r>
    </w:p>
    <w:p w14:paraId="666371E7" w14:textId="77777777" w:rsidR="004703B0" w:rsidRPr="004703B0" w:rsidRDefault="004703B0" w:rsidP="002C5290"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10159D56" w14:textId="1E87E303" w:rsidR="004703B0" w:rsidRPr="004703B0" w:rsidRDefault="004703B0" w:rsidP="002C5290">
      <w:r w:rsidRPr="004703B0">
        <w:t>narozen/a (den, měsíc, rok) ………………………………</w:t>
      </w:r>
      <w:r w:rsidR="004A726E">
        <w:t>………………………………………………………………………</w:t>
      </w:r>
      <w:proofErr w:type="gramStart"/>
      <w:r w:rsidR="004A726E">
        <w:t>…….</w:t>
      </w:r>
      <w:proofErr w:type="gramEnd"/>
      <w:r w:rsidR="004A726E">
        <w:t>.</w:t>
      </w:r>
    </w:p>
    <w:p w14:paraId="2C8B230E" w14:textId="70B049A6" w:rsidR="004A726E" w:rsidRDefault="004A726E" w:rsidP="004A726E">
      <w:r>
        <w:t>funkce ve vztahu k žadateli ……………………………………………………………………</w:t>
      </w:r>
      <w:r>
        <w:t>…………………………………………</w:t>
      </w:r>
    </w:p>
    <w:p w14:paraId="70CC9DDC" w14:textId="4684BE1D" w:rsidR="004A726E" w:rsidRDefault="004A726E" w:rsidP="004A726E">
      <w:r>
        <w:t>jednající jménem žadatele (název)</w:t>
      </w:r>
      <w:proofErr w:type="gramStart"/>
      <w:r>
        <w:t xml:space="preserve"> ..</w:t>
      </w:r>
      <w:proofErr w:type="gramEnd"/>
      <w:r>
        <w:t>……………………………………………………….…</w:t>
      </w:r>
      <w:r>
        <w:t>……………………………………..</w:t>
      </w:r>
    </w:p>
    <w:p w14:paraId="2841ADBB" w14:textId="674AA715" w:rsidR="004703B0" w:rsidRDefault="004A726E" w:rsidP="004A726E">
      <w:r>
        <w:t>identifikační číslo ……………………………………………………………………………...</w:t>
      </w:r>
      <w:r>
        <w:t>................................................</w:t>
      </w:r>
    </w:p>
    <w:p w14:paraId="0CC065A8" w14:textId="1FEE67AF" w:rsidR="00F123EA" w:rsidRPr="00F123EA" w:rsidRDefault="00F123EA" w:rsidP="00F123EA">
      <w:pPr>
        <w:jc w:val="center"/>
        <w:rPr>
          <w:b/>
          <w:bCs/>
        </w:rPr>
      </w:pPr>
      <w:r w:rsidRPr="00F123EA">
        <w:rPr>
          <w:b/>
          <w:bCs/>
        </w:rPr>
        <w:t>čestně prohlašuji, že</w:t>
      </w:r>
    </w:p>
    <w:p w14:paraId="48449B14" w14:textId="66AE6071" w:rsidR="004A726E" w:rsidRDefault="00713762" w:rsidP="00713762">
      <w:pPr>
        <w:spacing w:line="360" w:lineRule="auto"/>
      </w:pPr>
      <w:r w:rsidRPr="00713762">
        <w:t>v souladu s § 11 odst. 1 písm. d) zákona č. 179/2006 Sb. žadatel nemá v evidenci daní nedoplatky, nemá nedoplatek na pojistném a na penále na veřejné zdravotní pojištění nebo na pojistném a na penále na sociální zabezpečení a na příspěvku na státní politiku zaměstnanosti.</w:t>
      </w:r>
    </w:p>
    <w:p w14:paraId="44DA45DE" w14:textId="77777777" w:rsidR="00713762" w:rsidRDefault="00713762" w:rsidP="002C5290"/>
    <w:p w14:paraId="4FA80DEB" w14:textId="56B04F2D" w:rsidR="004703B0" w:rsidRPr="004703B0" w:rsidRDefault="004703B0" w:rsidP="002C5290">
      <w:r w:rsidRPr="004703B0">
        <w:t>V ………………………</w:t>
      </w:r>
      <w:r>
        <w:t>…</w:t>
      </w:r>
      <w:r w:rsidR="00F123EA">
        <w:t>…</w:t>
      </w:r>
      <w:proofErr w:type="gramStart"/>
      <w:r w:rsidR="00F123EA">
        <w:t>…….</w:t>
      </w:r>
      <w:proofErr w:type="gramEnd"/>
      <w:r w:rsidR="00F123EA">
        <w:t>.</w:t>
      </w:r>
      <w:r>
        <w:t xml:space="preserve"> d</w:t>
      </w:r>
      <w:r w:rsidRPr="004703B0">
        <w:t>ne ………………………</w:t>
      </w:r>
      <w:r w:rsidR="00F123EA">
        <w:t>…………</w:t>
      </w:r>
    </w:p>
    <w:p w14:paraId="7D2AD1D9" w14:textId="77777777" w:rsidR="004703B0" w:rsidRPr="004703B0" w:rsidRDefault="004703B0" w:rsidP="002C5290"/>
    <w:p w14:paraId="6EC17E18" w14:textId="77777777" w:rsidR="004703B0" w:rsidRPr="004703B0" w:rsidRDefault="004703B0" w:rsidP="002C5290"/>
    <w:p w14:paraId="100F6020" w14:textId="77777777" w:rsidR="004703B0" w:rsidRPr="00003BF8" w:rsidRDefault="004703B0" w:rsidP="002C5290">
      <w:r w:rsidRPr="004703B0">
        <w:t>Podpis …</w:t>
      </w:r>
      <w:proofErr w:type="gramStart"/>
      <w:r w:rsidRPr="004703B0">
        <w:t>…….</w:t>
      </w:r>
      <w:proofErr w:type="gramEnd"/>
      <w:r w:rsidRPr="004703B0">
        <w:t>………………………………………………………………</w:t>
      </w:r>
    </w:p>
    <w:p w14:paraId="38E7536A" w14:textId="77777777" w:rsidR="006D4F2D" w:rsidRDefault="006D4F2D" w:rsidP="002C5290"/>
    <w:sectPr w:rsidR="006D4F2D" w:rsidSect="00D42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33272" w14:textId="77777777" w:rsidR="00423B4D" w:rsidRDefault="00423B4D" w:rsidP="002C5290">
      <w:r>
        <w:separator/>
      </w:r>
    </w:p>
  </w:endnote>
  <w:endnote w:type="continuationSeparator" w:id="0">
    <w:p w14:paraId="0CE82E2D" w14:textId="77777777" w:rsidR="00423B4D" w:rsidRDefault="00423B4D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F2CCA" w14:textId="77777777" w:rsidR="002C5290" w:rsidRDefault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88DD7" w14:textId="77777777" w:rsidR="00753180" w:rsidRDefault="00753180" w:rsidP="002C5290">
    <w:pPr>
      <w:pStyle w:val="Zpat"/>
    </w:pPr>
  </w:p>
  <w:p w14:paraId="11B625B5" w14:textId="77777777" w:rsidR="00753180" w:rsidRDefault="00753180" w:rsidP="002C5290">
    <w:pPr>
      <w:pStyle w:val="Zpat"/>
    </w:pPr>
  </w:p>
  <w:p w14:paraId="13D157DD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612486B9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515149B3" w14:textId="77777777" w:rsidR="00753180" w:rsidRDefault="00753180" w:rsidP="002C5290">
    <w:pPr>
      <w:pStyle w:val="Zpat"/>
    </w:pPr>
  </w:p>
  <w:p w14:paraId="36853C22" w14:textId="77777777" w:rsidR="00753180" w:rsidRDefault="00753180" w:rsidP="002C5290">
    <w:pPr>
      <w:pStyle w:val="Zpat"/>
    </w:pPr>
  </w:p>
  <w:p w14:paraId="3060B19B" w14:textId="77777777" w:rsidR="00753180" w:rsidRDefault="00753180" w:rsidP="002C52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A1C15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15A45116" w14:textId="77777777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5BC76B58" w14:textId="77777777" w:rsidR="00473EDE" w:rsidRDefault="00473EDE" w:rsidP="002C5290">
    <w:pPr>
      <w:pStyle w:val="Zpat"/>
    </w:pPr>
  </w:p>
  <w:p w14:paraId="0C6DEB35" w14:textId="77777777" w:rsidR="00CB36CD" w:rsidRPr="00ED317C" w:rsidRDefault="00CB36CD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A5503" w14:textId="77777777" w:rsidR="00423B4D" w:rsidRDefault="00423B4D" w:rsidP="002C5290">
      <w:r>
        <w:separator/>
      </w:r>
    </w:p>
  </w:footnote>
  <w:footnote w:type="continuationSeparator" w:id="0">
    <w:p w14:paraId="6C68FE92" w14:textId="77777777" w:rsidR="00423B4D" w:rsidRDefault="00423B4D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8EBCA" w14:textId="77777777" w:rsidR="002C5290" w:rsidRDefault="002C5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8746B" w14:textId="77777777" w:rsidR="002C5290" w:rsidRDefault="002C52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D90B7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25B8634" wp14:editId="3C38745F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F5987E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7"/>
  </w:num>
  <w:num w:numId="12" w16cid:durableId="1508908924">
    <w:abstractNumId w:val="23"/>
  </w:num>
  <w:num w:numId="13" w16cid:durableId="1437171633">
    <w:abstractNumId w:val="13"/>
  </w:num>
  <w:num w:numId="14" w16cid:durableId="849560017">
    <w:abstractNumId w:val="26"/>
  </w:num>
  <w:num w:numId="15" w16cid:durableId="403066261">
    <w:abstractNumId w:val="14"/>
  </w:num>
  <w:num w:numId="16" w16cid:durableId="429664789">
    <w:abstractNumId w:val="19"/>
  </w:num>
  <w:num w:numId="17" w16cid:durableId="194464057">
    <w:abstractNumId w:val="25"/>
  </w:num>
  <w:num w:numId="18" w16cid:durableId="1180196269">
    <w:abstractNumId w:val="24"/>
  </w:num>
  <w:num w:numId="19" w16cid:durableId="1403990060">
    <w:abstractNumId w:val="17"/>
  </w:num>
  <w:num w:numId="20" w16cid:durableId="795172788">
    <w:abstractNumId w:val="22"/>
  </w:num>
  <w:num w:numId="21" w16cid:durableId="1210799056">
    <w:abstractNumId w:val="11"/>
  </w:num>
  <w:num w:numId="22" w16cid:durableId="1532256587">
    <w:abstractNumId w:val="21"/>
  </w:num>
  <w:num w:numId="23" w16cid:durableId="2112242055">
    <w:abstractNumId w:val="15"/>
  </w:num>
  <w:num w:numId="24" w16cid:durableId="400716338">
    <w:abstractNumId w:val="20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8"/>
  </w:num>
  <w:num w:numId="28" w16cid:durableId="17719733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3EA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632B9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8B4"/>
    <w:rsid w:val="003D1E8A"/>
    <w:rsid w:val="003D4C29"/>
    <w:rsid w:val="003F2D67"/>
    <w:rsid w:val="003F3601"/>
    <w:rsid w:val="00404439"/>
    <w:rsid w:val="00405411"/>
    <w:rsid w:val="00406E55"/>
    <w:rsid w:val="004215DE"/>
    <w:rsid w:val="00423B4D"/>
    <w:rsid w:val="00435B4C"/>
    <w:rsid w:val="00435EE3"/>
    <w:rsid w:val="004468C3"/>
    <w:rsid w:val="0046109B"/>
    <w:rsid w:val="00461A8E"/>
    <w:rsid w:val="00464F21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A726E"/>
    <w:rsid w:val="004B281F"/>
    <w:rsid w:val="004B2B29"/>
    <w:rsid w:val="004B7173"/>
    <w:rsid w:val="004D101C"/>
    <w:rsid w:val="004D2216"/>
    <w:rsid w:val="004D6C1C"/>
    <w:rsid w:val="004E1384"/>
    <w:rsid w:val="004F17C9"/>
    <w:rsid w:val="004F21DC"/>
    <w:rsid w:val="004F54BC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0718"/>
    <w:rsid w:val="00681046"/>
    <w:rsid w:val="00684E9A"/>
    <w:rsid w:val="006A039D"/>
    <w:rsid w:val="006A1A71"/>
    <w:rsid w:val="006A7927"/>
    <w:rsid w:val="006B7568"/>
    <w:rsid w:val="006C0F02"/>
    <w:rsid w:val="006D4F2D"/>
    <w:rsid w:val="006E408B"/>
    <w:rsid w:val="006F1B78"/>
    <w:rsid w:val="006F44FD"/>
    <w:rsid w:val="006F4FDB"/>
    <w:rsid w:val="00713762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26195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27C9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2205"/>
    <w:rsid w:val="00A25663"/>
    <w:rsid w:val="00A31D12"/>
    <w:rsid w:val="00A348AD"/>
    <w:rsid w:val="00A34E6A"/>
    <w:rsid w:val="00A439D6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D79FD"/>
    <w:rsid w:val="00AE2AB3"/>
    <w:rsid w:val="00B0396F"/>
    <w:rsid w:val="00B211F2"/>
    <w:rsid w:val="00B2457F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3065"/>
    <w:rsid w:val="00D43A0A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6760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123EA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1481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2649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7BA66EA5-FAE6-469E-850F-E04A35416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</Template>
  <TotalTime>0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838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2024-05-21T20:13:00Z</dcterms:created>
  <dcterms:modified xsi:type="dcterms:W3CDTF">2024-05-21T20:14:00Z</dcterms:modified>
</cp:coreProperties>
</file>