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D705E" w14:textId="244240F8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 xml:space="preserve">/5, </w:t>
      </w:r>
      <w:r w:rsidR="00580A76">
        <w:t>F</w:t>
      </w:r>
      <w:r w:rsidR="00D4330A">
        <w:t xml:space="preserve">/6 </w:t>
      </w:r>
      <w:r w:rsidR="00D4330A">
        <w:rPr>
          <w:b w:val="0"/>
          <w:bCs/>
        </w:rPr>
        <w:t>(žadatelem určený autorizovaný zástupce)</w:t>
      </w:r>
      <w:r w:rsidRPr="004703B0">
        <w:tab/>
      </w:r>
      <w:r w:rsidR="00580A76">
        <w:t>Právnická</w:t>
      </w:r>
      <w:r w:rsidR="00D4330A" w:rsidRPr="00D4330A">
        <w:t xml:space="preserve">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7777777" w:rsidR="004703B0" w:rsidRPr="004703B0" w:rsidRDefault="004703B0" w:rsidP="002C5290">
      <w:r w:rsidRPr="004703B0">
        <w:t>narozen/a (den, měsíc, rok) ………………………………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1FCDE5C9" w14:textId="1BD1CD1A" w:rsidR="00D4330A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10 odst. 1 písm. e) zákona č. 179/2006 Sb. jsem se seznámil/a s aktuálním vývojem v oblasti profesní kvalifikace (název profesní kvalifikace) ……………….............................................. ……………………………………………. a jí odpovídajících povolání dle příslušného hodnoticího standardu</w:t>
      </w:r>
    </w:p>
    <w:p w14:paraId="38F51A0D" w14:textId="77777777" w:rsidR="00D4330A" w:rsidRDefault="00D4330A" w:rsidP="00D4330A">
      <w:pPr>
        <w:spacing w:line="360" w:lineRule="auto"/>
      </w:pPr>
    </w:p>
    <w:p w14:paraId="6E3C00B3" w14:textId="4F131001" w:rsidR="004703B0" w:rsidRPr="004703B0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</w:t>
      </w:r>
      <w:r w:rsidR="00580A76">
        <w:t>1</w:t>
      </w:r>
      <w:r>
        <w:t xml:space="preserve"> odst. </w:t>
      </w:r>
      <w:r w:rsidR="00580A76">
        <w:t>1 písm. b)</w:t>
      </w:r>
      <w:r>
        <w:t xml:space="preserve"> zákona č. 179/2006 Sb. souhlasím, že budu provádět činnost autorizované osoby jménem žadatele (jméno) …………...………………………………………………………</w:t>
      </w:r>
      <w:proofErr w:type="gramStart"/>
      <w:r>
        <w:t>…….</w:t>
      </w:r>
      <w:proofErr w:type="gramEnd"/>
      <w:r>
        <w:t>, identifikační číslo …………………</w:t>
      </w:r>
      <w:r w:rsidR="00580A76">
        <w:t>………..</w:t>
      </w:r>
      <w:r>
        <w:t xml:space="preserve"> jako autorizovaný zástupce</w:t>
      </w:r>
    </w:p>
    <w:p w14:paraId="0EF3D136" w14:textId="77777777" w:rsidR="004703B0" w:rsidRPr="004703B0" w:rsidRDefault="004703B0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………………………</w:t>
      </w:r>
      <w:r w:rsidR="00D4330A">
        <w:t>..</w:t>
      </w:r>
    </w:p>
    <w:p w14:paraId="34CFCA27" w14:textId="77777777" w:rsidR="004703B0" w:rsidRPr="004703B0" w:rsidRDefault="004703B0" w:rsidP="002C5290"/>
    <w:p w14:paraId="228AFE48" w14:textId="77777777" w:rsidR="004703B0" w:rsidRPr="004703B0" w:rsidRDefault="004703B0" w:rsidP="002C5290"/>
    <w:p w14:paraId="4949C7E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2A898" w14:textId="77777777" w:rsidR="00AA7A2F" w:rsidRDefault="00AA7A2F" w:rsidP="002C5290">
      <w:r>
        <w:separator/>
      </w:r>
    </w:p>
  </w:endnote>
  <w:endnote w:type="continuationSeparator" w:id="0">
    <w:p w14:paraId="43B15A30" w14:textId="77777777" w:rsidR="00AA7A2F" w:rsidRDefault="00AA7A2F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DEAB8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  <w:p w14:paraId="45991B09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AC2EC" w14:textId="77777777" w:rsidR="00AA7A2F" w:rsidRDefault="00AA7A2F" w:rsidP="002C5290">
      <w:r>
        <w:separator/>
      </w:r>
    </w:p>
  </w:footnote>
  <w:footnote w:type="continuationSeparator" w:id="0">
    <w:p w14:paraId="1E8EBC52" w14:textId="77777777" w:rsidR="00AA7A2F" w:rsidRDefault="00AA7A2F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7DDF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81E89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4"/>
  </w:num>
  <w:num w:numId="14" w16cid:durableId="849560017">
    <w:abstractNumId w:val="27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2024-05-21T20:15:00Z</dcterms:created>
  <dcterms:modified xsi:type="dcterms:W3CDTF">2024-05-21T20:17:00Z</dcterms:modified>
</cp:coreProperties>
</file>