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0458DD10" w:rsidR="004703B0" w:rsidRPr="004703B0" w:rsidRDefault="004703B0" w:rsidP="002C5290">
      <w:pPr>
        <w:pStyle w:val="Plohahlavika"/>
      </w:pPr>
      <w:r w:rsidRPr="004703B0">
        <w:t xml:space="preserve">Příloha </w:t>
      </w:r>
      <w:r w:rsidR="005868FA">
        <w:t>H</w:t>
      </w:r>
      <w:r w:rsidR="008C6F9D">
        <w:t>/1</w:t>
      </w:r>
      <w:r w:rsidR="008C6F9D">
        <w:rPr>
          <w:b w:val="0"/>
          <w:bCs/>
        </w:rPr>
        <w:t xml:space="preserve"> (</w:t>
      </w:r>
      <w:r w:rsidR="005868FA">
        <w:rPr>
          <w:b w:val="0"/>
          <w:bCs/>
        </w:rPr>
        <w:t>statutární zástupce</w:t>
      </w:r>
      <w:r w:rsidR="008C6F9D">
        <w:rPr>
          <w:b w:val="0"/>
          <w:bCs/>
        </w:rPr>
        <w:t>)</w:t>
      </w:r>
      <w:r w:rsidRPr="004703B0">
        <w:tab/>
      </w:r>
      <w:r w:rsidR="00BE30C9">
        <w:t>Právnická</w:t>
      </w:r>
      <w:r w:rsidRPr="004703B0">
        <w:t xml:space="preserve"> osoba</w:t>
      </w:r>
    </w:p>
    <w:p w14:paraId="68BBAA2B" w14:textId="77777777" w:rsidR="008C6F9D" w:rsidRDefault="008C6F9D" w:rsidP="0075509E">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2C5AB0E8" w:rsidR="004703B0" w:rsidRPr="004703B0" w:rsidRDefault="0075509E" w:rsidP="002C5290">
      <w:r w:rsidRPr="0075509E">
        <w:t>jako statuární zástupce žadatele</w:t>
      </w:r>
    </w:p>
    <w:p w14:paraId="0CFB06E3" w14:textId="381B9679" w:rsidR="008C6F9D" w:rsidRDefault="00AD7D9D" w:rsidP="008C6F9D">
      <w:pPr>
        <w:spacing w:line="276" w:lineRule="auto"/>
      </w:pPr>
      <w:r w:rsidRPr="00AD7D9D">
        <w:t>dávám výslovný souhlas ke zpracování svých osobních údajů v rozsahu tituly před a za jménem za účelem vedení evidence autorizovaných osob. Také souhlasím, aby byly použity jako součást identifikačních údajů, jimiž jsem označován/a, příp. samostatně ve formě oslovení mé osoby.</w:t>
      </w:r>
    </w:p>
    <w:p w14:paraId="1543DFF3" w14:textId="4135197B"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622566">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622566">
          <w:rPr>
            <w:rStyle w:val="Hypertextovodkaz"/>
            <w:color w:val="00B0F0"/>
          </w:rPr>
          <w:t>https://nukib.gov.cz</w:t>
        </w:r>
      </w:hyperlink>
      <w:r>
        <w:t xml:space="preserve">.  </w:t>
      </w:r>
    </w:p>
    <w:p w14:paraId="67F32A91" w14:textId="77777777" w:rsidR="008C6F9D" w:rsidRDefault="008C6F9D" w:rsidP="008C6F9D">
      <w:pPr>
        <w:spacing w:line="276" w:lineRule="auto"/>
      </w:pPr>
    </w:p>
    <w:p w14:paraId="76B4ECD7" w14:textId="59F250F6"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w:t>
      </w:r>
      <w:r w:rsidR="00622566" w:rsidRPr="00622566">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00622566" w:rsidRPr="00622566">
          <w:rPr>
            <w:rStyle w:val="Hypertextovodkaz"/>
            <w:color w:val="00B0F0"/>
          </w:rPr>
          <w:t>sekretariat@nuv.cz</w:t>
        </w:r>
      </w:hyperlink>
      <w:r w:rsidR="00622566" w:rsidRPr="00622566">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00622566" w:rsidRPr="00622566">
          <w:rPr>
            <w:rStyle w:val="Hypertextovodkaz"/>
            <w:color w:val="00B0F0"/>
          </w:rPr>
          <w:t>www.nuv.cz</w:t>
        </w:r>
      </w:hyperlink>
      <w:r w:rsidR="00622566" w:rsidRPr="00622566">
        <w:t>.</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0A99" w14:textId="77777777" w:rsidR="008D086D" w:rsidRDefault="008D086D" w:rsidP="002C5290">
      <w:r>
        <w:separator/>
      </w:r>
    </w:p>
  </w:endnote>
  <w:endnote w:type="continuationSeparator" w:id="0">
    <w:p w14:paraId="2882D2DB" w14:textId="77777777" w:rsidR="008D086D" w:rsidRDefault="008D086D"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7B3D" w14:textId="77777777" w:rsidR="00AD7D9D" w:rsidRDefault="00AD7D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622566">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622566">
    <w:pPr>
      <w:pStyle w:val="Zpat"/>
      <w:spacing w:before="0"/>
    </w:pPr>
    <w:r w:rsidRPr="00AC1CB0">
      <w:t>Mučednická 1125/31, CZ 616 00 Brno,</w:t>
    </w:r>
    <w:r>
      <w:t xml:space="preserve"> </w:t>
    </w:r>
    <w:r w:rsidRPr="00AC1CB0">
      <w:t>tel.: 541 110 777</w:t>
    </w: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275B9" w14:textId="77777777" w:rsidR="008D086D" w:rsidRDefault="008D086D" w:rsidP="002C5290">
      <w:r>
        <w:separator/>
      </w:r>
    </w:p>
  </w:footnote>
  <w:footnote w:type="continuationSeparator" w:id="0">
    <w:p w14:paraId="7E4AE449" w14:textId="77777777" w:rsidR="008D086D" w:rsidRDefault="008D086D"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9D94C" w14:textId="77777777" w:rsidR="00AD7D9D" w:rsidRDefault="00AD7D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1BBC6" w14:textId="77777777" w:rsidR="00AD7D9D" w:rsidRDefault="00AD7D9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12891"/>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5DDA"/>
    <w:rsid w:val="00237AE1"/>
    <w:rsid w:val="002428DB"/>
    <w:rsid w:val="002470E5"/>
    <w:rsid w:val="002514D3"/>
    <w:rsid w:val="002542D4"/>
    <w:rsid w:val="00272FB3"/>
    <w:rsid w:val="00273F26"/>
    <w:rsid w:val="00277202"/>
    <w:rsid w:val="00285D0B"/>
    <w:rsid w:val="00294503"/>
    <w:rsid w:val="0029537F"/>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B290C"/>
    <w:rsid w:val="003C324F"/>
    <w:rsid w:val="003C48B4"/>
    <w:rsid w:val="003D1E8A"/>
    <w:rsid w:val="003D4C29"/>
    <w:rsid w:val="003F2D67"/>
    <w:rsid w:val="003F3601"/>
    <w:rsid w:val="003F68D3"/>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8FA"/>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22566"/>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5509E"/>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08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D7D9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30C9"/>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622566"/>
    <w:rPr>
      <w:color w:val="605E5C"/>
      <w:shd w:val="clear" w:color="auto" w:fill="E1DFDD"/>
    </w:rPr>
  </w:style>
  <w:style w:type="character" w:customStyle="1" w:styleId="ZpatChar">
    <w:name w:val="Zápatí Char"/>
    <w:basedOn w:val="Standardnpsmoodstavce"/>
    <w:link w:val="Zpat"/>
    <w:uiPriority w:val="99"/>
    <w:rsid w:val="0075509E"/>
    <w:rPr>
      <w:rFonts w:asciiTheme="minorHAnsi" w:hAnsiTheme="minorHAnsi" w:cs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596063629">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85340049">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lucie\Documents\Lucka\Pr&#225;ce\N&#218;KIB\Autorizace\Formul&#225;&#345;e\PFO%20Nov&#225;\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437</Words>
  <Characters>3213</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3643</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2024-05-21T20:18:00Z</dcterms:created>
  <dcterms:modified xsi:type="dcterms:W3CDTF">2024-05-22T05:52:00Z</dcterms:modified>
</cp:coreProperties>
</file>