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763B" w14:textId="768B16EF" w:rsidR="004703B0" w:rsidRDefault="004703B0" w:rsidP="00B44440">
      <w:pPr>
        <w:pStyle w:val="Plohahlavika"/>
      </w:pPr>
      <w:r w:rsidRPr="00B44440">
        <w:rPr>
          <w:b/>
          <w:bCs/>
        </w:rPr>
        <w:t xml:space="preserve">Příloha </w:t>
      </w:r>
      <w:r w:rsidR="004A726E" w:rsidRPr="00B44440">
        <w:rPr>
          <w:b/>
          <w:bCs/>
        </w:rPr>
        <w:t>E/</w:t>
      </w:r>
      <w:r w:rsidR="00923826" w:rsidRPr="00B44440">
        <w:rPr>
          <w:b/>
          <w:bCs/>
        </w:rPr>
        <w:t>4</w:t>
      </w:r>
      <w:r w:rsidR="00A439D6">
        <w:rPr>
          <w:bCs/>
        </w:rPr>
        <w:t xml:space="preserve"> </w:t>
      </w:r>
      <w:r w:rsidRPr="004703B0">
        <w:tab/>
      </w:r>
      <w:r w:rsidR="004A726E" w:rsidRPr="00B44440">
        <w:rPr>
          <w:b/>
          <w:bCs/>
        </w:rPr>
        <w:t>Právnická</w:t>
      </w:r>
      <w:r w:rsidR="008D27C9" w:rsidRPr="00B44440">
        <w:rPr>
          <w:b/>
          <w:bCs/>
        </w:rPr>
        <w:t xml:space="preserve"> osoba</w:t>
      </w:r>
    </w:p>
    <w:p w14:paraId="64A44F7F" w14:textId="46760B56" w:rsidR="00B44440" w:rsidRPr="00B44440" w:rsidRDefault="00B44440" w:rsidP="00B44440">
      <w:pPr>
        <w:pStyle w:val="Plohahlavika"/>
      </w:pPr>
      <w:r w:rsidRPr="00B44440">
        <w:t>(osoba vykonávající funkci statutárního orgánu žadatele nebo člena statutárního orgánu žadatele</w:t>
      </w:r>
      <w:r w:rsidRPr="00B44440">
        <w:rPr>
          <w:b/>
        </w:rPr>
        <w:t>)</w:t>
      </w:r>
    </w:p>
    <w:p w14:paraId="156F7F77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7179BD63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666371E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0159D56" w14:textId="1E87E303" w:rsidR="004703B0" w:rsidRPr="004703B0" w:rsidRDefault="004703B0" w:rsidP="002C5290">
      <w:r w:rsidRPr="004703B0">
        <w:t>narozen/a (den, měsíc, rok) ………………………………</w:t>
      </w:r>
      <w:r w:rsidR="004A726E">
        <w:t>………………………………………………………………………</w:t>
      </w:r>
      <w:proofErr w:type="gramStart"/>
      <w:r w:rsidR="004A726E">
        <w:t>…….</w:t>
      </w:r>
      <w:proofErr w:type="gramEnd"/>
      <w:r w:rsidR="004A726E">
        <w:t>.</w:t>
      </w:r>
    </w:p>
    <w:p w14:paraId="0CC065A8" w14:textId="1FEE67AF" w:rsidR="00F123EA" w:rsidRPr="00F123EA" w:rsidRDefault="00F123EA" w:rsidP="00F123EA">
      <w:pPr>
        <w:jc w:val="center"/>
        <w:rPr>
          <w:b/>
          <w:bCs/>
        </w:rPr>
      </w:pPr>
      <w:r w:rsidRPr="00F123EA">
        <w:rPr>
          <w:b/>
          <w:bCs/>
        </w:rPr>
        <w:t>čestně prohlašuji, že</w:t>
      </w:r>
    </w:p>
    <w:p w14:paraId="55A33319" w14:textId="77777777" w:rsidR="00B44440" w:rsidRPr="00B44440" w:rsidRDefault="00B44440" w:rsidP="00B44440">
      <w:pPr>
        <w:spacing w:after="120"/>
      </w:pPr>
      <w:r w:rsidRPr="00B44440">
        <w:t>jsem dle § 11 odst. 1 písm. e) a v souladu s § 10 odst. 2 zákona č. 179/2006 Sb. bezúhonný/á.</w:t>
      </w:r>
    </w:p>
    <w:p w14:paraId="48449B14" w14:textId="2666ED1D" w:rsidR="004A726E" w:rsidRDefault="004A726E" w:rsidP="00713762">
      <w:pPr>
        <w:spacing w:line="360" w:lineRule="auto"/>
      </w:pPr>
    </w:p>
    <w:p w14:paraId="4FA80DEB" w14:textId="56B04F2D" w:rsidR="004703B0" w:rsidRPr="004703B0" w:rsidRDefault="004703B0" w:rsidP="002C5290">
      <w:r w:rsidRPr="004703B0">
        <w:t>V ………………………</w:t>
      </w:r>
      <w:r>
        <w:t>…</w:t>
      </w:r>
      <w:r w:rsidR="00F123EA">
        <w:t>…</w:t>
      </w:r>
      <w:proofErr w:type="gramStart"/>
      <w:r w:rsidR="00F123EA">
        <w:t>…….</w:t>
      </w:r>
      <w:proofErr w:type="gramEnd"/>
      <w:r w:rsidR="00F123EA">
        <w:t>.</w:t>
      </w:r>
      <w:r>
        <w:t xml:space="preserve"> d</w:t>
      </w:r>
      <w:r w:rsidRPr="004703B0">
        <w:t>ne ………………………</w:t>
      </w:r>
      <w:r w:rsidR="00F123EA">
        <w:t>…………</w:t>
      </w:r>
    </w:p>
    <w:p w14:paraId="7D2AD1D9" w14:textId="77777777" w:rsidR="004703B0" w:rsidRPr="004703B0" w:rsidRDefault="004703B0" w:rsidP="002C5290"/>
    <w:p w14:paraId="100F6020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8E7536A" w14:textId="77777777" w:rsidR="006D4F2D" w:rsidRDefault="006D4F2D" w:rsidP="002C5290"/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33272" w14:textId="77777777" w:rsidR="00423B4D" w:rsidRDefault="00423B4D" w:rsidP="002C5290">
      <w:r>
        <w:separator/>
      </w:r>
    </w:p>
  </w:endnote>
  <w:endnote w:type="continuationSeparator" w:id="0">
    <w:p w14:paraId="0CE82E2D" w14:textId="77777777" w:rsidR="00423B4D" w:rsidRDefault="00423B4D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88DD7" w14:textId="77777777" w:rsidR="00753180" w:rsidRDefault="00753180" w:rsidP="002C5290">
    <w:pPr>
      <w:pStyle w:val="Zpat"/>
    </w:pPr>
  </w:p>
  <w:p w14:paraId="11B625B5" w14:textId="77777777" w:rsidR="00753180" w:rsidRDefault="00753180" w:rsidP="002C5290">
    <w:pPr>
      <w:pStyle w:val="Zpat"/>
    </w:pPr>
  </w:p>
  <w:p w14:paraId="13D157D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12486B9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15149B3" w14:textId="77777777" w:rsidR="00753180" w:rsidRDefault="00753180" w:rsidP="002C5290">
    <w:pPr>
      <w:pStyle w:val="Zpat"/>
    </w:pPr>
  </w:p>
  <w:p w14:paraId="36853C22" w14:textId="77777777" w:rsidR="00753180" w:rsidRDefault="00753180" w:rsidP="002C5290">
    <w:pPr>
      <w:pStyle w:val="Zpat"/>
    </w:pPr>
  </w:p>
  <w:p w14:paraId="3060B19B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1C15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A45116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BC76B58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A5503" w14:textId="77777777" w:rsidR="00423B4D" w:rsidRDefault="00423B4D" w:rsidP="002C5290">
      <w:r>
        <w:separator/>
      </w:r>
    </w:p>
  </w:footnote>
  <w:footnote w:type="continuationSeparator" w:id="0">
    <w:p w14:paraId="6C68FE92" w14:textId="77777777" w:rsidR="00423B4D" w:rsidRDefault="00423B4D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90B7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5B8634" wp14:editId="3C38745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5987E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E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632B9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439"/>
    <w:rsid w:val="00405411"/>
    <w:rsid w:val="00406E55"/>
    <w:rsid w:val="004215DE"/>
    <w:rsid w:val="00423B4D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A726E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0718"/>
    <w:rsid w:val="00681046"/>
    <w:rsid w:val="00684E9A"/>
    <w:rsid w:val="006A039D"/>
    <w:rsid w:val="006A1A71"/>
    <w:rsid w:val="006A7927"/>
    <w:rsid w:val="006B7568"/>
    <w:rsid w:val="006C0F02"/>
    <w:rsid w:val="006D4F2D"/>
    <w:rsid w:val="006E408B"/>
    <w:rsid w:val="006F1B78"/>
    <w:rsid w:val="006F44FD"/>
    <w:rsid w:val="006F4FDB"/>
    <w:rsid w:val="00713762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26195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27C9"/>
    <w:rsid w:val="008D36AC"/>
    <w:rsid w:val="008D3859"/>
    <w:rsid w:val="008E0BD8"/>
    <w:rsid w:val="008E29A6"/>
    <w:rsid w:val="008F1B77"/>
    <w:rsid w:val="008F57FC"/>
    <w:rsid w:val="00916608"/>
    <w:rsid w:val="00922A2B"/>
    <w:rsid w:val="00923826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9D6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57F"/>
    <w:rsid w:val="00B246FE"/>
    <w:rsid w:val="00B2703A"/>
    <w:rsid w:val="00B3023E"/>
    <w:rsid w:val="00B4398F"/>
    <w:rsid w:val="00B44440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065"/>
    <w:rsid w:val="00D43A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6760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23EA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1481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64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B44440"/>
    <w:pPr>
      <w:pBdr>
        <w:bottom w:val="single" w:sz="4" w:space="1" w:color="auto"/>
      </w:pBdr>
      <w:tabs>
        <w:tab w:val="right" w:pos="9638"/>
      </w:tabs>
      <w:spacing w:before="0"/>
    </w:pPr>
  </w:style>
  <w:style w:type="character" w:customStyle="1" w:styleId="PlohahlavikaChar">
    <w:name w:val="Příloha hlavička Char"/>
    <w:basedOn w:val="Standardnpsmoodstavce"/>
    <w:link w:val="Plohahlavika"/>
    <w:rsid w:val="00B44440"/>
    <w:rPr>
      <w:rFonts w:asciiTheme="minorHAnsi" w:hAnsiTheme="minorHAnsi" w:cs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BA66EA5-FAE6-469E-850F-E04A3541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58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498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2024-06-03T09:51:00Z</dcterms:created>
  <dcterms:modified xsi:type="dcterms:W3CDTF">2024-06-03T09:54:00Z</dcterms:modified>
</cp:coreProperties>
</file>