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D705E" w14:textId="262B8B5A" w:rsidR="004703B0" w:rsidRPr="004703B0" w:rsidRDefault="004703B0" w:rsidP="002C5290">
      <w:pPr>
        <w:pStyle w:val="Plohahlavika"/>
      </w:pPr>
      <w:r w:rsidRPr="004703B0">
        <w:t xml:space="preserve">Příloha </w:t>
      </w:r>
      <w:r w:rsidR="00580A76">
        <w:t>F</w:t>
      </w:r>
      <w:r w:rsidR="00D4330A">
        <w:t>/</w:t>
      </w:r>
      <w:r w:rsidR="006D18B3">
        <w:t>1</w:t>
      </w:r>
      <w:r w:rsidR="00D4330A">
        <w:t xml:space="preserve">, </w:t>
      </w:r>
      <w:r w:rsidR="00580A76">
        <w:t>F</w:t>
      </w:r>
      <w:r w:rsidR="00D4330A">
        <w:t>/</w:t>
      </w:r>
      <w:r w:rsidR="006D18B3">
        <w:t>2, F/3, F/4</w:t>
      </w:r>
      <w:r w:rsidR="002A6CCA">
        <w:tab/>
      </w:r>
      <w:r w:rsidR="00D4330A">
        <w:t xml:space="preserve"> </w:t>
      </w:r>
      <w:r w:rsidR="002A6CCA">
        <w:br/>
      </w:r>
      <w:r w:rsidR="00D4330A">
        <w:rPr>
          <w:b w:val="0"/>
          <w:bCs/>
        </w:rPr>
        <w:t>(žadatelem určený autorizovaný zástupce)</w:t>
      </w:r>
      <w:r w:rsidRPr="004703B0">
        <w:tab/>
      </w:r>
      <w:r w:rsidR="002A6CCA" w:rsidRPr="002A6CCA">
        <w:t>Právnická osoba vykonávající činnost školy</w:t>
      </w:r>
    </w:p>
    <w:p w14:paraId="756C79D9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5D8B6068" w14:textId="77777777" w:rsidR="004703B0" w:rsidRPr="004703B0" w:rsidRDefault="004703B0" w:rsidP="002A6CCA">
      <w:pPr>
        <w:spacing w:line="360" w:lineRule="auto"/>
      </w:pPr>
      <w:r w:rsidRPr="002C5290">
        <w:t>Já, níže podepsaný</w:t>
      </w:r>
      <w:r w:rsidRPr="004703B0">
        <w:t xml:space="preserve">/á </w:t>
      </w:r>
    </w:p>
    <w:p w14:paraId="46FE693F" w14:textId="77777777" w:rsidR="004703B0" w:rsidRPr="004703B0" w:rsidRDefault="004703B0" w:rsidP="002A6CCA">
      <w:pPr>
        <w:spacing w:before="0" w:line="360" w:lineRule="auto"/>
      </w:pPr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29186C35" w14:textId="4D3D2B7C" w:rsidR="004703B0" w:rsidRDefault="004703B0" w:rsidP="002A6CCA">
      <w:pPr>
        <w:spacing w:before="0" w:line="360" w:lineRule="auto"/>
      </w:pPr>
      <w:r w:rsidRPr="004703B0">
        <w:t>narozen/a (den, měsíc, rok) ………………………………</w:t>
      </w:r>
      <w:r w:rsidR="002A6CCA">
        <w:t>………………………………………………………………………</w:t>
      </w:r>
      <w:proofErr w:type="gramStart"/>
      <w:r w:rsidR="002A6CCA">
        <w:t>…….</w:t>
      </w:r>
      <w:proofErr w:type="gramEnd"/>
      <w:r w:rsidR="002A6CCA">
        <w:t>.</w:t>
      </w:r>
    </w:p>
    <w:p w14:paraId="31C068A6" w14:textId="530914EB" w:rsidR="002A6CCA" w:rsidRDefault="002A6CCA" w:rsidP="002A6CCA">
      <w:pPr>
        <w:spacing w:before="0" w:line="360" w:lineRule="auto"/>
      </w:pPr>
      <w:r>
        <w:t>funkce ve vztahu k žadateli ……………………………………………………………………</w:t>
      </w:r>
      <w:r>
        <w:t>…………………………………………</w:t>
      </w:r>
    </w:p>
    <w:p w14:paraId="3D7B80A5" w14:textId="09F110F3" w:rsidR="002A6CCA" w:rsidRDefault="002A6CCA" w:rsidP="002A6CCA">
      <w:pPr>
        <w:spacing w:before="0" w:line="360" w:lineRule="auto"/>
      </w:pPr>
      <w:r>
        <w:t>jednající jménem žadatele (název)</w:t>
      </w:r>
      <w:proofErr w:type="gramStart"/>
      <w:r>
        <w:t xml:space="preserve"> ..</w:t>
      </w:r>
      <w:proofErr w:type="gramEnd"/>
      <w:r>
        <w:t>……………………………………………………….…</w:t>
      </w:r>
      <w:r>
        <w:t>……………………………………..</w:t>
      </w:r>
    </w:p>
    <w:p w14:paraId="460319B3" w14:textId="40BEF0FB" w:rsidR="002A6CCA" w:rsidRDefault="002A6CCA" w:rsidP="002A6CCA">
      <w:pPr>
        <w:spacing w:before="0" w:line="360" w:lineRule="auto"/>
      </w:pPr>
      <w:r>
        <w:t>identifikační číslo ……………………………………………………………………………...</w:t>
      </w:r>
      <w:r>
        <w:t>................................................</w:t>
      </w:r>
    </w:p>
    <w:p w14:paraId="14383DB2" w14:textId="7FFDC71C" w:rsidR="002A6CCA" w:rsidRPr="004703B0" w:rsidRDefault="002A6CCA" w:rsidP="002A6CCA">
      <w:pPr>
        <w:spacing w:before="0" w:line="360" w:lineRule="auto"/>
      </w:pPr>
      <w:r>
        <w:t>v souladu s § 11 odst. 3 věty druhé zákona č. 179/2006 Sb.</w:t>
      </w:r>
    </w:p>
    <w:p w14:paraId="28FBEA52" w14:textId="2C53EF7C" w:rsidR="004703B0" w:rsidRPr="00D4330A" w:rsidRDefault="00D4330A" w:rsidP="00D4330A">
      <w:pPr>
        <w:jc w:val="center"/>
        <w:rPr>
          <w:b/>
          <w:bCs/>
        </w:rPr>
      </w:pPr>
      <w:r w:rsidRPr="00D4330A">
        <w:rPr>
          <w:b/>
          <w:bCs/>
        </w:rPr>
        <w:t>čestně prohlašuji, že</w:t>
      </w:r>
    </w:p>
    <w:p w14:paraId="3536B0E9" w14:textId="77777777" w:rsidR="002A6CCA" w:rsidRDefault="002A6CCA" w:rsidP="002A6CCA">
      <w:pPr>
        <w:spacing w:line="276" w:lineRule="auto"/>
      </w:pPr>
      <w:r>
        <w:t xml:space="preserve">osoba uvedená v části D žádosti, která je v souladu s § 11 odst. 1 písm. b) zákona č. 179/2006 Sb. žadatelem určená jako autorizovaný zástupce, tj. </w:t>
      </w:r>
    </w:p>
    <w:p w14:paraId="0E2D9996" w14:textId="67EE0375" w:rsidR="002A6CCA" w:rsidRDefault="002A6CCA" w:rsidP="002A6CCA">
      <w:pPr>
        <w:spacing w:before="0" w:line="360" w:lineRule="auto"/>
      </w:pPr>
      <w:r>
        <w:t xml:space="preserve">jméno, příjmení </w:t>
      </w:r>
      <w:proofErr w:type="gramStart"/>
      <w:r>
        <w:t>…….</w:t>
      </w:r>
      <w:proofErr w:type="gramEnd"/>
      <w:r>
        <w:t>…………..………………….………………………………………..…</w:t>
      </w:r>
      <w:r>
        <w:t>…………………………………………….</w:t>
      </w:r>
    </w:p>
    <w:p w14:paraId="576C5FBF" w14:textId="1FEF05CB" w:rsidR="002A6CCA" w:rsidRDefault="002A6CCA" w:rsidP="002A6CCA">
      <w:pPr>
        <w:spacing w:before="0" w:line="360" w:lineRule="auto"/>
      </w:pPr>
      <w:r>
        <w:t>narozen/a (den, měsíc, rok) ……………………………………………………………</w:t>
      </w:r>
      <w:proofErr w:type="gramStart"/>
      <w:r>
        <w:t>…….</w:t>
      </w:r>
      <w:proofErr w:type="gramEnd"/>
      <w:r>
        <w:t>.…</w:t>
      </w:r>
      <w:r>
        <w:t>………………………………………</w:t>
      </w:r>
    </w:p>
    <w:p w14:paraId="63CDAFE5" w14:textId="77777777" w:rsidR="002A6CCA" w:rsidRDefault="002A6CCA" w:rsidP="002A6CCA">
      <w:pPr>
        <w:pStyle w:val="Odstavecseseznamem"/>
        <w:numPr>
          <w:ilvl w:val="0"/>
          <w:numId w:val="30"/>
        </w:numPr>
        <w:spacing w:before="0" w:line="276" w:lineRule="auto"/>
        <w:ind w:left="357" w:hanging="357"/>
        <w:contextualSpacing w:val="0"/>
      </w:pPr>
      <w:r>
        <w:t>je v souladu s podmínkami uvedenými v § 10 odst. 1 písm. a) zákona č. 179/2006 Sb. plně způsobilá k právním úkonům (nemá omezenou svéprávnost)</w:t>
      </w:r>
    </w:p>
    <w:p w14:paraId="64E1C273" w14:textId="77777777" w:rsidR="002A6CCA" w:rsidRDefault="002A6CCA" w:rsidP="002A6CCA">
      <w:pPr>
        <w:pStyle w:val="Odstavecseseznamem"/>
        <w:numPr>
          <w:ilvl w:val="0"/>
          <w:numId w:val="30"/>
        </w:numPr>
        <w:spacing w:before="0" w:line="276" w:lineRule="auto"/>
        <w:ind w:left="357" w:hanging="357"/>
        <w:contextualSpacing w:val="0"/>
      </w:pPr>
      <w:r>
        <w:t xml:space="preserve">je v souladu s podmínkami uvedenými v § 10 odst. 1 písm. b) a § 10 odst. 2 zákona č. 179/2006 Sb. bezúhonná </w:t>
      </w:r>
    </w:p>
    <w:p w14:paraId="43EDA2F3" w14:textId="686B79D3" w:rsidR="002A6CCA" w:rsidRDefault="002A6CCA" w:rsidP="002A6CCA">
      <w:pPr>
        <w:pStyle w:val="Odstavecseseznamem"/>
        <w:numPr>
          <w:ilvl w:val="0"/>
          <w:numId w:val="30"/>
        </w:numPr>
        <w:spacing w:before="0" w:line="276" w:lineRule="auto"/>
        <w:ind w:left="357" w:hanging="357"/>
        <w:contextualSpacing w:val="0"/>
      </w:pPr>
      <w:r>
        <w:t>prokázala v souladu s podmínkami uvedenými v § 10 odst. 1 písm. c) a § 10 odst. 3 zákona č. 179/2006 Sb. získání odborné způsobilosti uvedené v hodnoticím standardu profesní kvalifikace (název profesní kvalifikace) ………………………………………...…………</w:t>
      </w:r>
      <w:r>
        <w:t>……………………………………………</w:t>
      </w:r>
      <w:proofErr w:type="gramStart"/>
      <w:r>
        <w:t>…….</w:t>
      </w:r>
      <w:proofErr w:type="gramEnd"/>
      <w:r>
        <w:t>.</w:t>
      </w:r>
    </w:p>
    <w:p w14:paraId="0E9110B5" w14:textId="7F511988" w:rsidR="002A6CCA" w:rsidRDefault="002A6CCA" w:rsidP="002A6CCA">
      <w:pPr>
        <w:pStyle w:val="Odstavecseseznamem"/>
        <w:numPr>
          <w:ilvl w:val="0"/>
          <w:numId w:val="30"/>
        </w:numPr>
        <w:spacing w:before="0" w:line="276" w:lineRule="auto"/>
        <w:ind w:left="357" w:hanging="357"/>
        <w:contextualSpacing w:val="0"/>
      </w:pPr>
      <w:r>
        <w:t>prokázala v souladu s podmínkami uvedenými v § 10 odst. 1 písm. d) a § 10 odst. 4 zákona č. 179/2006 Sb. získání nejméně 5 let praxe v povolání, pro jehož výkon je potřebná odborná způsobilost, kterou bude v případě autorizace pro profesní kvalifikaci (název profesní kvalifikace) ……………………</w:t>
      </w:r>
      <w:proofErr w:type="gramStart"/>
      <w:r>
        <w:t>…….</w:t>
      </w:r>
      <w:proofErr w:type="gramEnd"/>
      <w:r>
        <w:t>.……………………</w:t>
      </w:r>
      <w:r>
        <w:t>…………………………………………………………….</w:t>
      </w:r>
      <w:r>
        <w:t xml:space="preserve"> ověřovat u jiných osob </w:t>
      </w:r>
    </w:p>
    <w:p w14:paraId="0EF3D136" w14:textId="77777777" w:rsidR="004703B0" w:rsidRPr="004703B0" w:rsidRDefault="004703B0" w:rsidP="002C5290"/>
    <w:p w14:paraId="3AADB399" w14:textId="2042EE8A" w:rsidR="004703B0" w:rsidRPr="004703B0" w:rsidRDefault="004703B0" w:rsidP="002C5290">
      <w:r w:rsidRPr="004703B0">
        <w:t>V ………………………</w:t>
      </w:r>
      <w:r>
        <w:t>…</w:t>
      </w:r>
      <w:r w:rsidR="00D4330A">
        <w:t>……………………</w:t>
      </w:r>
      <w:r>
        <w:t xml:space="preserve"> d</w:t>
      </w:r>
      <w:r w:rsidRPr="004703B0">
        <w:t>ne …………………</w:t>
      </w:r>
      <w:proofErr w:type="gramStart"/>
      <w:r w:rsidRPr="004703B0">
        <w:t>……</w:t>
      </w:r>
      <w:r w:rsidR="00D4330A">
        <w:t>.</w:t>
      </w:r>
      <w:proofErr w:type="gramEnd"/>
      <w:r w:rsidR="00D4330A">
        <w:t>.</w:t>
      </w:r>
    </w:p>
    <w:p w14:paraId="34CFCA27" w14:textId="77777777" w:rsidR="004703B0" w:rsidRPr="004703B0" w:rsidRDefault="004703B0" w:rsidP="002C5290"/>
    <w:p w14:paraId="68336AC6" w14:textId="77777777" w:rsidR="006D18B3" w:rsidRDefault="006D18B3" w:rsidP="002C5290"/>
    <w:p w14:paraId="2E86C827" w14:textId="17941CE7" w:rsidR="006D4F2D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sectPr w:rsidR="006D4F2D" w:rsidSect="00D42C2F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DA892" w14:textId="77777777" w:rsidR="006874E9" w:rsidRDefault="006874E9" w:rsidP="002C5290">
      <w:r>
        <w:separator/>
      </w:r>
    </w:p>
  </w:endnote>
  <w:endnote w:type="continuationSeparator" w:id="0">
    <w:p w14:paraId="7757D07C" w14:textId="77777777" w:rsidR="006874E9" w:rsidRDefault="006874E9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99EEC" w14:textId="77777777" w:rsidR="00753180" w:rsidRDefault="00753180" w:rsidP="002C5290">
    <w:pPr>
      <w:pStyle w:val="Zpat"/>
    </w:pPr>
  </w:p>
  <w:p w14:paraId="05428E11" w14:textId="77777777" w:rsidR="00753180" w:rsidRDefault="00753180" w:rsidP="002C5290">
    <w:pPr>
      <w:pStyle w:val="Zpat"/>
    </w:pPr>
  </w:p>
  <w:p w14:paraId="6550DCD8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A352CEC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15094D80" w14:textId="77777777" w:rsidR="00753180" w:rsidRDefault="00753180" w:rsidP="002C5290">
    <w:pPr>
      <w:pStyle w:val="Zpat"/>
    </w:pPr>
  </w:p>
  <w:p w14:paraId="20EEF354" w14:textId="77777777" w:rsidR="00753180" w:rsidRDefault="00753180" w:rsidP="002C5290">
    <w:pPr>
      <w:pStyle w:val="Zpat"/>
    </w:pPr>
  </w:p>
  <w:p w14:paraId="09F9B077" w14:textId="77777777" w:rsidR="00753180" w:rsidRDefault="00753180" w:rsidP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7CDC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01D213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01E4E7B1" w14:textId="77777777" w:rsidR="00473EDE" w:rsidRDefault="00473EDE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69902" w14:textId="77777777" w:rsidR="006874E9" w:rsidRDefault="006874E9" w:rsidP="002C5290">
      <w:r>
        <w:separator/>
      </w:r>
    </w:p>
  </w:footnote>
  <w:footnote w:type="continuationSeparator" w:id="0">
    <w:p w14:paraId="06FB7E75" w14:textId="77777777" w:rsidR="006874E9" w:rsidRDefault="006874E9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AA461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D296C" wp14:editId="154B04A1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E115B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7D63"/>
    <w:multiLevelType w:val="hybridMultilevel"/>
    <w:tmpl w:val="56D80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615EC"/>
    <w:multiLevelType w:val="hybridMultilevel"/>
    <w:tmpl w:val="5EA2F5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9"/>
  </w:num>
  <w:num w:numId="12" w16cid:durableId="1508908924">
    <w:abstractNumId w:val="25"/>
  </w:num>
  <w:num w:numId="13" w16cid:durableId="1437171633">
    <w:abstractNumId w:val="15"/>
  </w:num>
  <w:num w:numId="14" w16cid:durableId="849560017">
    <w:abstractNumId w:val="28"/>
  </w:num>
  <w:num w:numId="15" w16cid:durableId="403066261">
    <w:abstractNumId w:val="16"/>
  </w:num>
  <w:num w:numId="16" w16cid:durableId="429664789">
    <w:abstractNumId w:val="21"/>
  </w:num>
  <w:num w:numId="17" w16cid:durableId="194464057">
    <w:abstractNumId w:val="27"/>
  </w:num>
  <w:num w:numId="18" w16cid:durableId="1180196269">
    <w:abstractNumId w:val="26"/>
  </w:num>
  <w:num w:numId="19" w16cid:durableId="1403990060">
    <w:abstractNumId w:val="19"/>
  </w:num>
  <w:num w:numId="20" w16cid:durableId="795172788">
    <w:abstractNumId w:val="24"/>
  </w:num>
  <w:num w:numId="21" w16cid:durableId="1210799056">
    <w:abstractNumId w:val="11"/>
  </w:num>
  <w:num w:numId="22" w16cid:durableId="1532256587">
    <w:abstractNumId w:val="23"/>
  </w:num>
  <w:num w:numId="23" w16cid:durableId="2112242055">
    <w:abstractNumId w:val="17"/>
  </w:num>
  <w:num w:numId="24" w16cid:durableId="400716338">
    <w:abstractNumId w:val="22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20"/>
  </w:num>
  <w:num w:numId="28" w16cid:durableId="1771973332">
    <w:abstractNumId w:val="18"/>
  </w:num>
  <w:num w:numId="29" w16cid:durableId="1115905317">
    <w:abstractNumId w:val="13"/>
  </w:num>
  <w:num w:numId="30" w16cid:durableId="9947995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0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179E5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1D5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A6CCA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0DDB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0A76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874E9"/>
    <w:rsid w:val="006A039D"/>
    <w:rsid w:val="006A7927"/>
    <w:rsid w:val="006B7568"/>
    <w:rsid w:val="006C0F02"/>
    <w:rsid w:val="006D18B3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04EE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1F7C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1637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A7A2F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B74B6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3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86F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60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F71E2B9C-EC84-4F80-B5D2-052F7B5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</Template>
  <TotalTime>0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1849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2024-05-21T21:15:00Z</dcterms:created>
  <dcterms:modified xsi:type="dcterms:W3CDTF">2024-05-21T21:15:00Z</dcterms:modified>
</cp:coreProperties>
</file>