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D705E" w14:textId="623DB5E5" w:rsidR="004703B0" w:rsidRPr="004703B0" w:rsidRDefault="004703B0" w:rsidP="002C5290">
      <w:pPr>
        <w:pStyle w:val="Plohahlavika"/>
      </w:pPr>
      <w:r w:rsidRPr="004703B0">
        <w:t xml:space="preserve">Příloha </w:t>
      </w:r>
      <w:r w:rsidR="00580A76">
        <w:t>F</w:t>
      </w:r>
      <w:r w:rsidR="00D4330A">
        <w:t>/</w:t>
      </w:r>
      <w:r w:rsidR="006D18B3">
        <w:t>1</w:t>
      </w:r>
      <w:r w:rsidR="00D4330A">
        <w:t xml:space="preserve">, </w:t>
      </w:r>
      <w:r w:rsidR="00580A76">
        <w:t>F</w:t>
      </w:r>
      <w:r w:rsidR="00D4330A">
        <w:t>/</w:t>
      </w:r>
      <w:r w:rsidR="006D18B3">
        <w:t>2, F/3, F/4</w:t>
      </w:r>
      <w:r w:rsidR="00BD3134">
        <w:t>, F/6</w:t>
      </w:r>
      <w:r w:rsidR="002A6CCA">
        <w:tab/>
      </w:r>
      <w:r w:rsidR="00D4330A">
        <w:t xml:space="preserve"> </w:t>
      </w:r>
      <w:r w:rsidR="002A6CCA">
        <w:br/>
      </w:r>
      <w:r w:rsidR="00D4330A">
        <w:rPr>
          <w:b w:val="0"/>
          <w:bCs/>
        </w:rPr>
        <w:t xml:space="preserve">(žadatelem </w:t>
      </w:r>
      <w:r w:rsidR="00BD3134">
        <w:rPr>
          <w:b w:val="0"/>
          <w:bCs/>
        </w:rPr>
        <w:t>za</w:t>
      </w:r>
      <w:r w:rsidR="00D4330A">
        <w:rPr>
          <w:b w:val="0"/>
          <w:bCs/>
        </w:rPr>
        <w:t xml:space="preserve"> autorizovan</w:t>
      </w:r>
      <w:r w:rsidR="00BD3134">
        <w:rPr>
          <w:b w:val="0"/>
          <w:bCs/>
        </w:rPr>
        <w:t>ého</w:t>
      </w:r>
      <w:r w:rsidR="00D4330A">
        <w:rPr>
          <w:b w:val="0"/>
          <w:bCs/>
        </w:rPr>
        <w:t xml:space="preserve"> zástupce)</w:t>
      </w:r>
      <w:r w:rsidRPr="004703B0">
        <w:tab/>
      </w:r>
      <w:r w:rsidR="002A6CCA" w:rsidRPr="002A6CCA">
        <w:t>Právnická osoba vykonávající činnost školy</w:t>
      </w:r>
    </w:p>
    <w:p w14:paraId="756C79D9" w14:textId="77777777" w:rsidR="004703B0" w:rsidRPr="002C5290" w:rsidRDefault="004703B0" w:rsidP="002C5290">
      <w:pPr>
        <w:pStyle w:val="Nadpis2"/>
      </w:pPr>
      <w:r w:rsidRPr="002C5290">
        <w:t>Čestné prohlášení</w:t>
      </w:r>
    </w:p>
    <w:p w14:paraId="5D8B6068" w14:textId="77777777" w:rsidR="004703B0" w:rsidRPr="004703B0" w:rsidRDefault="004703B0" w:rsidP="002A6CCA">
      <w:pPr>
        <w:spacing w:line="360" w:lineRule="auto"/>
      </w:pPr>
      <w:r w:rsidRPr="002C5290">
        <w:t>Já, níže podepsaný</w:t>
      </w:r>
      <w:r w:rsidRPr="004703B0">
        <w:t xml:space="preserve">/á </w:t>
      </w:r>
    </w:p>
    <w:p w14:paraId="46FE693F" w14:textId="77777777" w:rsidR="004703B0" w:rsidRPr="004703B0" w:rsidRDefault="004703B0" w:rsidP="002A6CCA">
      <w:pPr>
        <w:spacing w:before="0" w:line="360" w:lineRule="auto"/>
      </w:pPr>
      <w:r w:rsidRPr="004703B0">
        <w:t xml:space="preserve">jméno, příjmení </w:t>
      </w:r>
      <w:proofErr w:type="gramStart"/>
      <w:r w:rsidRPr="004703B0">
        <w:t>…….</w:t>
      </w:r>
      <w:proofErr w:type="gramEnd"/>
      <w:r w:rsidRPr="004703B0">
        <w:t>…………..………………….………………………………………..…</w:t>
      </w:r>
      <w:r>
        <w:t>…………………………………………….</w:t>
      </w:r>
    </w:p>
    <w:p w14:paraId="29186C35" w14:textId="4D3D2B7C" w:rsidR="004703B0" w:rsidRDefault="004703B0" w:rsidP="002A6CCA">
      <w:pPr>
        <w:spacing w:before="0" w:line="360" w:lineRule="auto"/>
      </w:pPr>
      <w:r w:rsidRPr="004703B0">
        <w:t>narozen/a (den, měsíc, rok) ………………………………</w:t>
      </w:r>
      <w:r w:rsidR="002A6CCA">
        <w:t>………………………………………………………………………</w:t>
      </w:r>
      <w:proofErr w:type="gramStart"/>
      <w:r w:rsidR="002A6CCA">
        <w:t>…….</w:t>
      </w:r>
      <w:proofErr w:type="gramEnd"/>
      <w:r w:rsidR="002A6CCA">
        <w:t>.</w:t>
      </w:r>
    </w:p>
    <w:p w14:paraId="31C068A6" w14:textId="530914EB" w:rsidR="002A6CCA" w:rsidRDefault="002A6CCA" w:rsidP="002A6CCA">
      <w:pPr>
        <w:spacing w:before="0" w:line="360" w:lineRule="auto"/>
      </w:pPr>
      <w:r>
        <w:t>funkce ve vztahu k žadateli ………………………………………………………………………………………………………………</w:t>
      </w:r>
    </w:p>
    <w:p w14:paraId="3D7B80A5" w14:textId="09F110F3" w:rsidR="002A6CCA" w:rsidRDefault="002A6CCA" w:rsidP="002A6CCA">
      <w:pPr>
        <w:spacing w:before="0" w:line="360" w:lineRule="auto"/>
      </w:pPr>
      <w:r>
        <w:t>jednající jménem žadatele (název)</w:t>
      </w:r>
      <w:proofErr w:type="gramStart"/>
      <w:r>
        <w:t xml:space="preserve"> ..</w:t>
      </w:r>
      <w:proofErr w:type="gramEnd"/>
      <w:r>
        <w:t>……………………………………………………….………………………………………..</w:t>
      </w:r>
    </w:p>
    <w:p w14:paraId="460319B3" w14:textId="40BEF0FB" w:rsidR="002A6CCA" w:rsidRDefault="002A6CCA" w:rsidP="002A6CCA">
      <w:pPr>
        <w:spacing w:before="0" w:line="360" w:lineRule="auto"/>
      </w:pPr>
      <w:r>
        <w:t>identifikační číslo ……………………………………………………………………………...................................................</w:t>
      </w:r>
    </w:p>
    <w:p w14:paraId="14383DB2" w14:textId="7FFDC71C" w:rsidR="002A6CCA" w:rsidRPr="004703B0" w:rsidRDefault="002A6CCA" w:rsidP="002A6CCA">
      <w:pPr>
        <w:spacing w:before="0" w:line="360" w:lineRule="auto"/>
      </w:pPr>
      <w:r>
        <w:t>v souladu s § 11 odst. 3 věty druhé zákona č. 179/2006 Sb.</w:t>
      </w:r>
    </w:p>
    <w:p w14:paraId="28FBEA52" w14:textId="2C53EF7C" w:rsidR="004703B0" w:rsidRPr="00D4330A" w:rsidRDefault="00D4330A" w:rsidP="003448A7">
      <w:pPr>
        <w:spacing w:before="0" w:after="240"/>
        <w:jc w:val="center"/>
        <w:rPr>
          <w:b/>
          <w:bCs/>
        </w:rPr>
      </w:pPr>
      <w:r w:rsidRPr="00D4330A">
        <w:rPr>
          <w:b/>
          <w:bCs/>
        </w:rPr>
        <w:t>čestně prohlašuji, že</w:t>
      </w:r>
    </w:p>
    <w:p w14:paraId="4B255EE6" w14:textId="77777777" w:rsidR="00BD3134" w:rsidRDefault="00BD3134" w:rsidP="002A6CCA">
      <w:pPr>
        <w:spacing w:before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osoba uvedená v části D/1 žádosti, která v souladu s § 11 odst. 1 písm. b) zákona č. 179/2006 Sb. </w:t>
      </w:r>
      <w:r>
        <w:rPr>
          <w:rFonts w:ascii="Times New Roman" w:hAnsi="Times New Roman" w:cs="Times New Roman"/>
          <w:bCs/>
          <w:color w:val="000000"/>
        </w:rPr>
        <w:t>provádí</w:t>
      </w:r>
      <w:r>
        <w:rPr>
          <w:rFonts w:ascii="Times New Roman" w:hAnsi="Times New Roman" w:cs="Times New Roman"/>
          <w:bCs/>
        </w:rPr>
        <w:t xml:space="preserve"> činnost autorizované osoby jménem žadatele</w:t>
      </w:r>
      <w:r>
        <w:rPr>
          <w:rFonts w:ascii="Times New Roman" w:hAnsi="Times New Roman" w:cs="Times New Roman"/>
          <w:bCs/>
          <w:color w:val="000000"/>
        </w:rPr>
        <w:t xml:space="preserve"> jako autorizovaný zástupce a po prodloužení platnosti autorizace ji nadále bude provádět</w:t>
      </w:r>
      <w:r>
        <w:rPr>
          <w:rFonts w:ascii="Times New Roman" w:hAnsi="Times New Roman" w:cs="Times New Roman"/>
        </w:rPr>
        <w:t>, tj.</w:t>
      </w:r>
    </w:p>
    <w:p w14:paraId="0E2D9996" w14:textId="5A31FF8B" w:rsidR="002A6CCA" w:rsidRDefault="002A6CCA" w:rsidP="002A6CCA">
      <w:pPr>
        <w:spacing w:before="0" w:line="360" w:lineRule="auto"/>
      </w:pPr>
      <w:r>
        <w:t xml:space="preserve">jméno, příjmení </w:t>
      </w:r>
      <w:proofErr w:type="gramStart"/>
      <w:r>
        <w:t>…….</w:t>
      </w:r>
      <w:proofErr w:type="gramEnd"/>
      <w:r>
        <w:t>…………..………………….………………………………………..……………………………………………….</w:t>
      </w:r>
    </w:p>
    <w:p w14:paraId="576C5FBF" w14:textId="1FEF05CB" w:rsidR="002A6CCA" w:rsidRDefault="002A6CCA" w:rsidP="002A6CCA">
      <w:pPr>
        <w:spacing w:before="0" w:line="360" w:lineRule="auto"/>
      </w:pPr>
      <w:r>
        <w:t>narozen/a (den, měsíc, rok) ……………………………………………………………</w:t>
      </w:r>
      <w:proofErr w:type="gramStart"/>
      <w:r>
        <w:t>…….</w:t>
      </w:r>
      <w:proofErr w:type="gramEnd"/>
      <w:r>
        <w:t>.…………………………………………</w:t>
      </w:r>
    </w:p>
    <w:p w14:paraId="63CDAFE5" w14:textId="77777777" w:rsidR="002A6CCA" w:rsidRDefault="002A6CCA" w:rsidP="002A6CCA">
      <w:pPr>
        <w:pStyle w:val="Odstavecseseznamem"/>
        <w:numPr>
          <w:ilvl w:val="0"/>
          <w:numId w:val="30"/>
        </w:numPr>
        <w:spacing w:before="0" w:line="276" w:lineRule="auto"/>
        <w:ind w:left="357" w:hanging="357"/>
        <w:contextualSpacing w:val="0"/>
      </w:pPr>
      <w:r>
        <w:t>je v souladu s podmínkami uvedenými v § 10 odst. 1 písm. a) zákona č. 179/2006 Sb. plně způsobilá k právním úkonům (nemá omezenou svéprávnost)</w:t>
      </w:r>
    </w:p>
    <w:p w14:paraId="64E1C273" w14:textId="77777777" w:rsidR="002A6CCA" w:rsidRDefault="002A6CCA" w:rsidP="002A6CCA">
      <w:pPr>
        <w:pStyle w:val="Odstavecseseznamem"/>
        <w:numPr>
          <w:ilvl w:val="0"/>
          <w:numId w:val="30"/>
        </w:numPr>
        <w:spacing w:before="0" w:line="276" w:lineRule="auto"/>
        <w:ind w:left="357" w:hanging="357"/>
        <w:contextualSpacing w:val="0"/>
      </w:pPr>
      <w:r>
        <w:t xml:space="preserve">je v souladu s podmínkami uvedenými v § 10 odst. 1 písm. b) a § 10 odst. 2 zákona č. 179/2006 Sb. bezúhonná </w:t>
      </w:r>
    </w:p>
    <w:p w14:paraId="43EDA2F3" w14:textId="686B79D3" w:rsidR="002A6CCA" w:rsidRDefault="002A6CCA" w:rsidP="002A6CCA">
      <w:pPr>
        <w:pStyle w:val="Odstavecseseznamem"/>
        <w:numPr>
          <w:ilvl w:val="0"/>
          <w:numId w:val="30"/>
        </w:numPr>
        <w:spacing w:before="0" w:line="276" w:lineRule="auto"/>
        <w:ind w:left="357" w:hanging="357"/>
        <w:contextualSpacing w:val="0"/>
      </w:pPr>
      <w:r>
        <w:t>prokázala v souladu s podmínkami uvedenými v § 10 odst. 1 písm. c) a § 10 odst. 3 zákona č. 179/2006 Sb. získání odborné způsobilosti uvedené v hodnoticím standardu profesní kvalifikace (název profesní kvalifikace) ………………………………………...………………………………………………………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0E9110B5" w14:textId="7F511988" w:rsidR="002A6CCA" w:rsidRDefault="002A6CCA" w:rsidP="002A6CCA">
      <w:pPr>
        <w:pStyle w:val="Odstavecseseznamem"/>
        <w:numPr>
          <w:ilvl w:val="0"/>
          <w:numId w:val="30"/>
        </w:numPr>
        <w:spacing w:before="0" w:line="276" w:lineRule="auto"/>
        <w:ind w:left="357" w:hanging="357"/>
        <w:contextualSpacing w:val="0"/>
      </w:pPr>
      <w:r>
        <w:t>prokázala v souladu s podmínkami uvedenými v § 10 odst. 1 písm. d) a § 10 odst. 4 zákona č. 179/2006 Sb. získání nejméně 5 let praxe v povolání, pro jehož výkon je potřebná odborná způsobilost, kterou bude v případě autorizace pro profesní kvalifikaci (název profesní kvalifikace) ……………………</w:t>
      </w:r>
      <w:proofErr w:type="gramStart"/>
      <w:r>
        <w:t>…….</w:t>
      </w:r>
      <w:proofErr w:type="gramEnd"/>
      <w:r>
        <w:t xml:space="preserve">.…………………………………………………………………………………. ověřovat u jiných osob </w:t>
      </w:r>
    </w:p>
    <w:p w14:paraId="60DF2A02" w14:textId="77777777" w:rsidR="00BD3134" w:rsidRDefault="00BD3134" w:rsidP="00BD3134">
      <w:pPr>
        <w:numPr>
          <w:ilvl w:val="0"/>
          <w:numId w:val="30"/>
        </w:numPr>
        <w:spacing w:before="0" w:after="120" w:line="36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 členem žadatele; společníkem žadatele; osobou, která vykonává funkci orgánů žadatele; osobou, která vykonává funkci člena orgánů žadatele; zaměstnancem žadatele; nebo jinou osobou, která je k žadateli v pracovněprávním nebo jiném smluvním vztahu</w:t>
      </w:r>
    </w:p>
    <w:p w14:paraId="3AADB399" w14:textId="6BAB7355" w:rsidR="004703B0" w:rsidRPr="004703B0" w:rsidRDefault="004703B0" w:rsidP="002C5290">
      <w:r w:rsidRPr="004703B0">
        <w:t>V ………………………</w:t>
      </w:r>
      <w:r>
        <w:t>…</w:t>
      </w:r>
      <w:r w:rsidR="00D4330A">
        <w:t>……………</w:t>
      </w:r>
      <w:r>
        <w:t xml:space="preserve"> d</w:t>
      </w:r>
      <w:r w:rsidRPr="004703B0">
        <w:t>ne ………………………</w:t>
      </w:r>
      <w:proofErr w:type="gramStart"/>
      <w:r w:rsidR="00BD3134">
        <w:t>…….</w:t>
      </w:r>
      <w:proofErr w:type="gramEnd"/>
      <w:r w:rsidR="00BD3134">
        <w:t>.</w:t>
      </w:r>
    </w:p>
    <w:p w14:paraId="59CEFABF" w14:textId="77777777" w:rsidR="00BD3134" w:rsidRDefault="00BD3134" w:rsidP="00BD3134">
      <w:pPr>
        <w:spacing w:before="0"/>
        <w:ind w:left="4254" w:firstLine="709"/>
      </w:pPr>
    </w:p>
    <w:p w14:paraId="2E86C827" w14:textId="3EB5A6DB" w:rsidR="006D4F2D" w:rsidRDefault="004703B0" w:rsidP="00BD3134">
      <w:pPr>
        <w:ind w:left="4254" w:firstLine="709"/>
      </w:pPr>
      <w:r w:rsidRPr="004703B0">
        <w:t>Podpis …</w:t>
      </w:r>
      <w:proofErr w:type="gramStart"/>
      <w:r w:rsidRPr="004703B0">
        <w:t>…….</w:t>
      </w:r>
      <w:proofErr w:type="gramEnd"/>
      <w:r w:rsidRPr="004703B0">
        <w:t>……………………………………………………</w:t>
      </w:r>
    </w:p>
    <w:sectPr w:rsidR="006D4F2D" w:rsidSect="00D42C2F">
      <w:footerReference w:type="default" r:id="rId8"/>
      <w:headerReference w:type="first" r:id="rId9"/>
      <w:footerReference w:type="first" r:id="rId10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DA892" w14:textId="77777777" w:rsidR="006874E9" w:rsidRDefault="006874E9" w:rsidP="002C5290">
      <w:r>
        <w:separator/>
      </w:r>
    </w:p>
  </w:endnote>
  <w:endnote w:type="continuationSeparator" w:id="0">
    <w:p w14:paraId="7757D07C" w14:textId="77777777" w:rsidR="006874E9" w:rsidRDefault="006874E9" w:rsidP="002C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99EEC" w14:textId="77777777" w:rsidR="00753180" w:rsidRDefault="00753180" w:rsidP="002C5290">
    <w:pPr>
      <w:pStyle w:val="Zpat"/>
    </w:pPr>
  </w:p>
  <w:p w14:paraId="05428E11" w14:textId="77777777" w:rsidR="00753180" w:rsidRDefault="00753180" w:rsidP="002C5290">
    <w:pPr>
      <w:pStyle w:val="Zpat"/>
    </w:pPr>
  </w:p>
  <w:p w14:paraId="6550DCD8" w14:textId="77777777" w:rsidR="00753180" w:rsidRDefault="00753180" w:rsidP="002C5290">
    <w:pPr>
      <w:pStyle w:val="Zpat"/>
    </w:pPr>
    <w:r w:rsidRPr="00AC1CB0">
      <w:t>Národní úřad pro kybernetickou a informační</w:t>
    </w:r>
    <w:r>
      <w:t xml:space="preserve"> bezpečnost</w:t>
    </w:r>
    <w:r>
      <w:tab/>
    </w:r>
    <w:r w:rsidRPr="00AC1CB0">
      <w:t xml:space="preserve">www.nukib.cz </w:t>
    </w:r>
  </w:p>
  <w:p w14:paraId="6A352CEC" w14:textId="77777777" w:rsidR="00753180" w:rsidRDefault="00753180" w:rsidP="002C5290">
    <w:pPr>
      <w:pStyle w:val="Zpat"/>
    </w:pPr>
    <w:r w:rsidRPr="00AC1CB0">
      <w:t>Mučednická 1125/31, CZ 616 00 Brno,</w:t>
    </w:r>
    <w:r>
      <w:t xml:space="preserve"> </w:t>
    </w:r>
    <w:r w:rsidRPr="00AC1CB0">
      <w:t>tel.: 541 110 777</w:t>
    </w:r>
  </w:p>
  <w:p w14:paraId="15094D80" w14:textId="77777777" w:rsidR="00753180" w:rsidRDefault="00753180" w:rsidP="002C5290">
    <w:pPr>
      <w:pStyle w:val="Zpat"/>
    </w:pPr>
  </w:p>
  <w:p w14:paraId="20EEF354" w14:textId="77777777" w:rsidR="00753180" w:rsidRDefault="00753180" w:rsidP="002C5290">
    <w:pPr>
      <w:pStyle w:val="Zpat"/>
    </w:pPr>
  </w:p>
  <w:p w14:paraId="09F9B077" w14:textId="77777777" w:rsidR="00753180" w:rsidRDefault="00753180" w:rsidP="002C5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B7CDC" w14:textId="77777777" w:rsidR="00F42E00" w:rsidRDefault="00473EDE" w:rsidP="002C5290">
    <w:pPr>
      <w:pStyle w:val="Zpat"/>
      <w:spacing w:before="0"/>
      <w:jc w:val="both"/>
    </w:pPr>
    <w:r w:rsidRPr="00AC1CB0">
      <w:t>Národní</w:t>
    </w:r>
    <w:r w:rsidR="00CC0719" w:rsidRPr="00AC1CB0">
      <w:t xml:space="preserve"> úřad pro kybernetickou a informační</w:t>
    </w:r>
    <w:r w:rsidR="00F42E00">
      <w:t xml:space="preserve"> bezpečnost</w:t>
    </w:r>
    <w:r w:rsidR="002C5290">
      <w:tab/>
    </w:r>
    <w:r w:rsidR="00F42E00" w:rsidRPr="00AC1CB0">
      <w:t>www.nukib.</w:t>
    </w:r>
    <w:r w:rsidR="004703B0">
      <w:t>gov.</w:t>
    </w:r>
    <w:r w:rsidR="00F42E00" w:rsidRPr="00AC1CB0">
      <w:t>cz</w:t>
    </w:r>
    <w:r w:rsidRPr="00AC1CB0">
      <w:t xml:space="preserve"> </w:t>
    </w:r>
  </w:p>
  <w:p w14:paraId="1501D213" w14:textId="77777777" w:rsidR="00473EDE" w:rsidRDefault="00CC0719" w:rsidP="002C5290">
    <w:pPr>
      <w:pStyle w:val="Zpat"/>
      <w:spacing w:before="0"/>
    </w:pPr>
    <w:r w:rsidRPr="00AC1CB0">
      <w:t>Mučednická</w:t>
    </w:r>
    <w:r w:rsidR="00473EDE" w:rsidRPr="00AC1CB0">
      <w:t xml:space="preserve"> </w:t>
    </w:r>
    <w:r w:rsidRPr="00AC1CB0">
      <w:t>1125/31</w:t>
    </w:r>
    <w:r w:rsidR="00473EDE" w:rsidRPr="00AC1CB0">
      <w:t xml:space="preserve">, CZ </w:t>
    </w:r>
    <w:r w:rsidRPr="00AC1CB0">
      <w:t>616 00</w:t>
    </w:r>
    <w:r w:rsidR="00473EDE" w:rsidRPr="00AC1CB0">
      <w:t xml:space="preserve"> </w:t>
    </w:r>
    <w:r w:rsidRPr="00AC1CB0">
      <w:t>Brno</w:t>
    </w:r>
    <w:r w:rsidR="00473EDE" w:rsidRPr="00AC1CB0">
      <w:t>,</w:t>
    </w:r>
    <w:r w:rsidR="008B5661">
      <w:t xml:space="preserve"> </w:t>
    </w:r>
    <w:r w:rsidR="00473EDE" w:rsidRPr="00AC1CB0">
      <w:t xml:space="preserve">tel.: </w:t>
    </w:r>
    <w:r w:rsidRPr="00AC1CB0">
      <w:t>541 110</w:t>
    </w:r>
    <w:r w:rsidR="00822BB2" w:rsidRPr="00AC1CB0">
      <w:t> </w:t>
    </w:r>
    <w:r w:rsidRPr="00AC1CB0">
      <w:t>777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69902" w14:textId="77777777" w:rsidR="006874E9" w:rsidRDefault="006874E9" w:rsidP="002C5290">
      <w:r>
        <w:separator/>
      </w:r>
    </w:p>
  </w:footnote>
  <w:footnote w:type="continuationSeparator" w:id="0">
    <w:p w14:paraId="06FB7E75" w14:textId="77777777" w:rsidR="006874E9" w:rsidRDefault="006874E9" w:rsidP="002C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AA461" w14:textId="77777777" w:rsidR="00CB36CD" w:rsidRDefault="00D42C2F" w:rsidP="002C529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19D296C" wp14:editId="154B04A1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E115B9" w14:textId="77777777" w:rsidR="00CB36CD" w:rsidRDefault="00CB36CD" w:rsidP="002C52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7F7D63"/>
    <w:multiLevelType w:val="hybridMultilevel"/>
    <w:tmpl w:val="56D80A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615EC"/>
    <w:multiLevelType w:val="hybridMultilevel"/>
    <w:tmpl w:val="5EA2F5A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D26EBA"/>
    <w:multiLevelType w:val="hybridMultilevel"/>
    <w:tmpl w:val="6DB40E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6607879">
    <w:abstractNumId w:val="8"/>
  </w:num>
  <w:num w:numId="2" w16cid:durableId="1603026443">
    <w:abstractNumId w:val="3"/>
  </w:num>
  <w:num w:numId="3" w16cid:durableId="1925796367">
    <w:abstractNumId w:val="2"/>
  </w:num>
  <w:num w:numId="4" w16cid:durableId="748700346">
    <w:abstractNumId w:val="1"/>
  </w:num>
  <w:num w:numId="5" w16cid:durableId="657999517">
    <w:abstractNumId w:val="0"/>
  </w:num>
  <w:num w:numId="6" w16cid:durableId="1110321150">
    <w:abstractNumId w:val="9"/>
  </w:num>
  <w:num w:numId="7" w16cid:durableId="1936816197">
    <w:abstractNumId w:val="7"/>
  </w:num>
  <w:num w:numId="8" w16cid:durableId="332227554">
    <w:abstractNumId w:val="6"/>
  </w:num>
  <w:num w:numId="9" w16cid:durableId="40786842">
    <w:abstractNumId w:val="5"/>
  </w:num>
  <w:num w:numId="10" w16cid:durableId="563301176">
    <w:abstractNumId w:val="4"/>
  </w:num>
  <w:num w:numId="11" w16cid:durableId="1480683566">
    <w:abstractNumId w:val="30"/>
  </w:num>
  <w:num w:numId="12" w16cid:durableId="1508908924">
    <w:abstractNumId w:val="26"/>
  </w:num>
  <w:num w:numId="13" w16cid:durableId="1437171633">
    <w:abstractNumId w:val="15"/>
  </w:num>
  <w:num w:numId="14" w16cid:durableId="849560017">
    <w:abstractNumId w:val="29"/>
  </w:num>
  <w:num w:numId="15" w16cid:durableId="403066261">
    <w:abstractNumId w:val="16"/>
  </w:num>
  <w:num w:numId="16" w16cid:durableId="429664789">
    <w:abstractNumId w:val="21"/>
  </w:num>
  <w:num w:numId="17" w16cid:durableId="194464057">
    <w:abstractNumId w:val="28"/>
  </w:num>
  <w:num w:numId="18" w16cid:durableId="1180196269">
    <w:abstractNumId w:val="27"/>
  </w:num>
  <w:num w:numId="19" w16cid:durableId="1403990060">
    <w:abstractNumId w:val="19"/>
  </w:num>
  <w:num w:numId="20" w16cid:durableId="795172788">
    <w:abstractNumId w:val="24"/>
  </w:num>
  <w:num w:numId="21" w16cid:durableId="1210799056">
    <w:abstractNumId w:val="11"/>
  </w:num>
  <w:num w:numId="22" w16cid:durableId="1532256587">
    <w:abstractNumId w:val="23"/>
  </w:num>
  <w:num w:numId="23" w16cid:durableId="2112242055">
    <w:abstractNumId w:val="17"/>
  </w:num>
  <w:num w:numId="24" w16cid:durableId="400716338">
    <w:abstractNumId w:val="22"/>
  </w:num>
  <w:num w:numId="25" w16cid:durableId="1215121224">
    <w:abstractNumId w:val="12"/>
  </w:num>
  <w:num w:numId="26" w16cid:durableId="1531912261">
    <w:abstractNumId w:val="10"/>
  </w:num>
  <w:num w:numId="27" w16cid:durableId="1778452599">
    <w:abstractNumId w:val="20"/>
  </w:num>
  <w:num w:numId="28" w16cid:durableId="1771973332">
    <w:abstractNumId w:val="18"/>
  </w:num>
  <w:num w:numId="29" w16cid:durableId="1115905317">
    <w:abstractNumId w:val="13"/>
  </w:num>
  <w:num w:numId="30" w16cid:durableId="994799580">
    <w:abstractNumId w:val="14"/>
  </w:num>
  <w:num w:numId="31" w16cid:durableId="7914394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30A"/>
    <w:rsid w:val="00000227"/>
    <w:rsid w:val="00013C9B"/>
    <w:rsid w:val="000214D5"/>
    <w:rsid w:val="00027EE8"/>
    <w:rsid w:val="000319B1"/>
    <w:rsid w:val="00031FF9"/>
    <w:rsid w:val="000404F5"/>
    <w:rsid w:val="00051687"/>
    <w:rsid w:val="000537FA"/>
    <w:rsid w:val="000608FB"/>
    <w:rsid w:val="00063101"/>
    <w:rsid w:val="0008314D"/>
    <w:rsid w:val="0009532F"/>
    <w:rsid w:val="000A038E"/>
    <w:rsid w:val="000A70E6"/>
    <w:rsid w:val="000A71D0"/>
    <w:rsid w:val="000B1303"/>
    <w:rsid w:val="000B7D29"/>
    <w:rsid w:val="000C2456"/>
    <w:rsid w:val="000C56CC"/>
    <w:rsid w:val="000C74C8"/>
    <w:rsid w:val="000D2350"/>
    <w:rsid w:val="000D44AF"/>
    <w:rsid w:val="000E6056"/>
    <w:rsid w:val="000F1D47"/>
    <w:rsid w:val="000F76BA"/>
    <w:rsid w:val="0010493B"/>
    <w:rsid w:val="001108B4"/>
    <w:rsid w:val="001179E5"/>
    <w:rsid w:val="0012738F"/>
    <w:rsid w:val="00134F19"/>
    <w:rsid w:val="0014209B"/>
    <w:rsid w:val="00146E2F"/>
    <w:rsid w:val="0015386C"/>
    <w:rsid w:val="00154E6B"/>
    <w:rsid w:val="00156B1D"/>
    <w:rsid w:val="001623AE"/>
    <w:rsid w:val="00173914"/>
    <w:rsid w:val="00183859"/>
    <w:rsid w:val="001A488D"/>
    <w:rsid w:val="001B53F2"/>
    <w:rsid w:val="001C0EB2"/>
    <w:rsid w:val="001C45C0"/>
    <w:rsid w:val="001C6F33"/>
    <w:rsid w:val="001D3E73"/>
    <w:rsid w:val="001E31D5"/>
    <w:rsid w:val="001E3BD8"/>
    <w:rsid w:val="001E5FA2"/>
    <w:rsid w:val="001F0CD9"/>
    <w:rsid w:val="001F78C3"/>
    <w:rsid w:val="0020278C"/>
    <w:rsid w:val="002028CA"/>
    <w:rsid w:val="0020452A"/>
    <w:rsid w:val="00215127"/>
    <w:rsid w:val="00221557"/>
    <w:rsid w:val="00235B3C"/>
    <w:rsid w:val="00237AE1"/>
    <w:rsid w:val="002428DB"/>
    <w:rsid w:val="002470E5"/>
    <w:rsid w:val="002514D3"/>
    <w:rsid w:val="002542D4"/>
    <w:rsid w:val="00272FB3"/>
    <w:rsid w:val="00277202"/>
    <w:rsid w:val="00285D0B"/>
    <w:rsid w:val="00294503"/>
    <w:rsid w:val="002A0E57"/>
    <w:rsid w:val="002A6CCA"/>
    <w:rsid w:val="002B09DD"/>
    <w:rsid w:val="002B4CE9"/>
    <w:rsid w:val="002B5160"/>
    <w:rsid w:val="002B77DF"/>
    <w:rsid w:val="002C14CF"/>
    <w:rsid w:val="002C5290"/>
    <w:rsid w:val="002D7336"/>
    <w:rsid w:val="002E075A"/>
    <w:rsid w:val="002E5AC1"/>
    <w:rsid w:val="002E7FA1"/>
    <w:rsid w:val="00303164"/>
    <w:rsid w:val="003151B3"/>
    <w:rsid w:val="00330E26"/>
    <w:rsid w:val="00333276"/>
    <w:rsid w:val="00335164"/>
    <w:rsid w:val="00340360"/>
    <w:rsid w:val="003448A7"/>
    <w:rsid w:val="0034604B"/>
    <w:rsid w:val="00350E4B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C324F"/>
    <w:rsid w:val="003C48B4"/>
    <w:rsid w:val="003D1E8A"/>
    <w:rsid w:val="003D4C29"/>
    <w:rsid w:val="003F2D67"/>
    <w:rsid w:val="003F3601"/>
    <w:rsid w:val="00405411"/>
    <w:rsid w:val="00406E55"/>
    <w:rsid w:val="004215DE"/>
    <w:rsid w:val="00435B4C"/>
    <w:rsid w:val="00435EE3"/>
    <w:rsid w:val="004468C3"/>
    <w:rsid w:val="0046109B"/>
    <w:rsid w:val="00461A8E"/>
    <w:rsid w:val="004703B0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B281F"/>
    <w:rsid w:val="004B2B29"/>
    <w:rsid w:val="004B7173"/>
    <w:rsid w:val="004D101C"/>
    <w:rsid w:val="004D2216"/>
    <w:rsid w:val="004D6C1C"/>
    <w:rsid w:val="004E1384"/>
    <w:rsid w:val="004F21DC"/>
    <w:rsid w:val="004F54BC"/>
    <w:rsid w:val="00520DDB"/>
    <w:rsid w:val="0052689A"/>
    <w:rsid w:val="00530089"/>
    <w:rsid w:val="005413E8"/>
    <w:rsid w:val="005452C1"/>
    <w:rsid w:val="00555341"/>
    <w:rsid w:val="00555590"/>
    <w:rsid w:val="00566B42"/>
    <w:rsid w:val="005739EE"/>
    <w:rsid w:val="00577EEF"/>
    <w:rsid w:val="00577F7A"/>
    <w:rsid w:val="00580A76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7D0F"/>
    <w:rsid w:val="00666E6D"/>
    <w:rsid w:val="006706B5"/>
    <w:rsid w:val="006707BD"/>
    <w:rsid w:val="006717CA"/>
    <w:rsid w:val="0068018E"/>
    <w:rsid w:val="00681046"/>
    <w:rsid w:val="00684E9A"/>
    <w:rsid w:val="006874E9"/>
    <w:rsid w:val="006A039D"/>
    <w:rsid w:val="006A7927"/>
    <w:rsid w:val="006B7568"/>
    <w:rsid w:val="006C0F02"/>
    <w:rsid w:val="006D18B3"/>
    <w:rsid w:val="006D4F2D"/>
    <w:rsid w:val="006E408B"/>
    <w:rsid w:val="006F1B78"/>
    <w:rsid w:val="006F44FD"/>
    <w:rsid w:val="006F4FDB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B134B"/>
    <w:rsid w:val="007C117C"/>
    <w:rsid w:val="007C346E"/>
    <w:rsid w:val="007C5EE0"/>
    <w:rsid w:val="007E27EE"/>
    <w:rsid w:val="007E6D1E"/>
    <w:rsid w:val="007F631A"/>
    <w:rsid w:val="00803446"/>
    <w:rsid w:val="00807341"/>
    <w:rsid w:val="008135DD"/>
    <w:rsid w:val="008153AD"/>
    <w:rsid w:val="00817C20"/>
    <w:rsid w:val="0082294A"/>
    <w:rsid w:val="00822BB2"/>
    <w:rsid w:val="008352CF"/>
    <w:rsid w:val="008437C3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04EE"/>
    <w:rsid w:val="008D36AC"/>
    <w:rsid w:val="008D3859"/>
    <w:rsid w:val="008E0BD8"/>
    <w:rsid w:val="008E29A6"/>
    <w:rsid w:val="008F1B77"/>
    <w:rsid w:val="008F57FC"/>
    <w:rsid w:val="00916608"/>
    <w:rsid w:val="00922A2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7230"/>
    <w:rsid w:val="009B40C3"/>
    <w:rsid w:val="009B6620"/>
    <w:rsid w:val="009C0D4D"/>
    <w:rsid w:val="009C1F7C"/>
    <w:rsid w:val="009C7536"/>
    <w:rsid w:val="009D2DB7"/>
    <w:rsid w:val="009D7F04"/>
    <w:rsid w:val="009E52EE"/>
    <w:rsid w:val="009F72F0"/>
    <w:rsid w:val="00A057FB"/>
    <w:rsid w:val="00A0704B"/>
    <w:rsid w:val="00A11B6E"/>
    <w:rsid w:val="00A133B8"/>
    <w:rsid w:val="00A15E8E"/>
    <w:rsid w:val="00A21637"/>
    <w:rsid w:val="00A22205"/>
    <w:rsid w:val="00A25663"/>
    <w:rsid w:val="00A31D12"/>
    <w:rsid w:val="00A348AD"/>
    <w:rsid w:val="00A34E6A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A7A2F"/>
    <w:rsid w:val="00AC1CB0"/>
    <w:rsid w:val="00AD3A7B"/>
    <w:rsid w:val="00AD63E8"/>
    <w:rsid w:val="00AD79FD"/>
    <w:rsid w:val="00AE2AB3"/>
    <w:rsid w:val="00B0396F"/>
    <w:rsid w:val="00B211F2"/>
    <w:rsid w:val="00B246FE"/>
    <w:rsid w:val="00B2703A"/>
    <w:rsid w:val="00B3023E"/>
    <w:rsid w:val="00B4398F"/>
    <w:rsid w:val="00B52F0F"/>
    <w:rsid w:val="00B55C61"/>
    <w:rsid w:val="00B617BA"/>
    <w:rsid w:val="00B62E35"/>
    <w:rsid w:val="00B8205A"/>
    <w:rsid w:val="00BA63C8"/>
    <w:rsid w:val="00BB29C5"/>
    <w:rsid w:val="00BB74B6"/>
    <w:rsid w:val="00BC320A"/>
    <w:rsid w:val="00BC71E9"/>
    <w:rsid w:val="00BD0A2B"/>
    <w:rsid w:val="00BD3134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508E4"/>
    <w:rsid w:val="00C62B5C"/>
    <w:rsid w:val="00C66097"/>
    <w:rsid w:val="00C67EAA"/>
    <w:rsid w:val="00C710A3"/>
    <w:rsid w:val="00C757A5"/>
    <w:rsid w:val="00C76778"/>
    <w:rsid w:val="00C80554"/>
    <w:rsid w:val="00C8162D"/>
    <w:rsid w:val="00C825BF"/>
    <w:rsid w:val="00C8422B"/>
    <w:rsid w:val="00C8697E"/>
    <w:rsid w:val="00CB00F1"/>
    <w:rsid w:val="00CB3537"/>
    <w:rsid w:val="00CB36CD"/>
    <w:rsid w:val="00CC0719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5360"/>
    <w:rsid w:val="00D275F3"/>
    <w:rsid w:val="00D3040B"/>
    <w:rsid w:val="00D3118F"/>
    <w:rsid w:val="00D34254"/>
    <w:rsid w:val="00D42C2F"/>
    <w:rsid w:val="00D4330A"/>
    <w:rsid w:val="00D45965"/>
    <w:rsid w:val="00D4674F"/>
    <w:rsid w:val="00D55426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786F"/>
    <w:rsid w:val="00DC7CB5"/>
    <w:rsid w:val="00DD33B5"/>
    <w:rsid w:val="00DE7442"/>
    <w:rsid w:val="00DF4E18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3544F"/>
    <w:rsid w:val="00F35D52"/>
    <w:rsid w:val="00F42E00"/>
    <w:rsid w:val="00F44B32"/>
    <w:rsid w:val="00F5048B"/>
    <w:rsid w:val="00F54A1A"/>
    <w:rsid w:val="00F705CC"/>
    <w:rsid w:val="00F767E4"/>
    <w:rsid w:val="00F8620C"/>
    <w:rsid w:val="00F94344"/>
    <w:rsid w:val="00FA6995"/>
    <w:rsid w:val="00FA6D7C"/>
    <w:rsid w:val="00FB7D2E"/>
    <w:rsid w:val="00FC7DBA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0607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C5290"/>
    <w:pPr>
      <w:spacing w:before="300"/>
      <w:jc w:val="both"/>
    </w:pPr>
    <w:rPr>
      <w:rFonts w:asciiTheme="minorHAnsi" w:hAnsiTheme="minorHAnsi" w:cstheme="minorHAnsi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rsid w:val="002C5290"/>
    <w:pPr>
      <w:jc w:val="center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autoRedefine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line="360" w:lineRule="auto"/>
      <w:ind w:left="2124" w:firstLine="708"/>
    </w:pPr>
  </w:style>
  <w:style w:type="paragraph" w:styleId="Zkladntext">
    <w:name w:val="Body Text"/>
    <w:basedOn w:val="Normln"/>
    <w:pPr>
      <w:spacing w:line="360" w:lineRule="auto"/>
    </w:pPr>
  </w:style>
  <w:style w:type="paragraph" w:styleId="Zkladntext2">
    <w:name w:val="Body Text 2"/>
    <w:basedOn w:val="Normln"/>
    <w:pPr>
      <w:spacing w:line="360" w:lineRule="auto"/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  <w:style w:type="paragraph" w:customStyle="1" w:styleId="Plohahlavika">
    <w:name w:val="Příloha hlavička"/>
    <w:basedOn w:val="Normln"/>
    <w:link w:val="PlohahlavikaChar"/>
    <w:autoRedefine/>
    <w:qFormat/>
    <w:rsid w:val="002C5290"/>
    <w:pPr>
      <w:pBdr>
        <w:bottom w:val="single" w:sz="4" w:space="1" w:color="auto"/>
      </w:pBdr>
      <w:tabs>
        <w:tab w:val="right" w:pos="9638"/>
      </w:tabs>
    </w:pPr>
    <w:rPr>
      <w:b/>
    </w:rPr>
  </w:style>
  <w:style w:type="character" w:customStyle="1" w:styleId="PlohahlavikaChar">
    <w:name w:val="Příloha hlavička Char"/>
    <w:basedOn w:val="Standardnpsmoodstavce"/>
    <w:link w:val="Plohahlavika"/>
    <w:rsid w:val="002C5290"/>
    <w:rPr>
      <w:rFonts w:asciiTheme="minorHAnsi" w:hAnsiTheme="minorHAnsi" w:cstheme="minorHAns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e\Documents\Lucka\Pr&#225;ce\N&#218;KIB\Autorizace\Autorizace%20&#353;ablony\Sablona%20NUKIB_priloh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F71E2B9C-EC84-4F80-B5D2-052F7B554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 NUKIB_priloha.dotx</Template>
  <TotalTime>0</TotalTime>
  <Pages>1</Pages>
  <Words>284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2187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2024-06-03T04:58:00Z</dcterms:created>
  <dcterms:modified xsi:type="dcterms:W3CDTF">2024-06-03T04:59:00Z</dcterms:modified>
</cp:coreProperties>
</file>