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72410" w14:textId="637E5271" w:rsidR="004703B0" w:rsidRPr="004703B0" w:rsidRDefault="004703B0" w:rsidP="002C5290">
      <w:pPr>
        <w:pStyle w:val="Plohahlavika"/>
      </w:pPr>
      <w:r w:rsidRPr="004703B0">
        <w:t xml:space="preserve">Příloha </w:t>
      </w:r>
      <w:r w:rsidR="005868FA">
        <w:t>H</w:t>
      </w:r>
      <w:r w:rsidR="008C6F9D">
        <w:t>/1</w:t>
      </w:r>
      <w:r w:rsidR="008C6F9D">
        <w:rPr>
          <w:b w:val="0"/>
          <w:bCs/>
        </w:rPr>
        <w:t xml:space="preserve"> (</w:t>
      </w:r>
      <w:r w:rsidR="005868FA">
        <w:rPr>
          <w:b w:val="0"/>
          <w:bCs/>
        </w:rPr>
        <w:t>statutární zástupce</w:t>
      </w:r>
      <w:r w:rsidR="008C6F9D">
        <w:rPr>
          <w:b w:val="0"/>
          <w:bCs/>
        </w:rPr>
        <w:t>)</w:t>
      </w:r>
      <w:r w:rsidRPr="004703B0">
        <w:tab/>
      </w:r>
      <w:r w:rsidR="00EE1AC3" w:rsidRPr="00EE1AC3">
        <w:t>Právnická osoba vykonávající činnost školy</w:t>
      </w:r>
    </w:p>
    <w:p w14:paraId="68BBAA2B" w14:textId="77777777" w:rsidR="008C6F9D" w:rsidRDefault="008C6F9D" w:rsidP="0075509E">
      <w:pPr>
        <w:jc w:val="center"/>
        <w:rPr>
          <w:b/>
          <w:sz w:val="28"/>
          <w:szCs w:val="28"/>
        </w:rPr>
      </w:pPr>
      <w:r w:rsidRPr="008C6F9D">
        <w:rPr>
          <w:b/>
          <w:sz w:val="28"/>
          <w:szCs w:val="28"/>
        </w:rPr>
        <w:t>Souhlas se zpracováním osobních údajů</w:t>
      </w:r>
    </w:p>
    <w:p w14:paraId="16F5C260" w14:textId="108F68FF" w:rsidR="004703B0" w:rsidRPr="004703B0" w:rsidRDefault="004703B0" w:rsidP="002C5290">
      <w:r w:rsidRPr="002C5290">
        <w:t>Já, níže podepsaný</w:t>
      </w:r>
      <w:r w:rsidRPr="004703B0">
        <w:t xml:space="preserve">/á </w:t>
      </w:r>
    </w:p>
    <w:p w14:paraId="6D2EA255" w14:textId="77777777" w:rsidR="004703B0" w:rsidRPr="004703B0" w:rsidRDefault="004703B0" w:rsidP="002C5290">
      <w:r w:rsidRPr="004703B0">
        <w:t xml:space="preserve">jméno, příjmení </w:t>
      </w:r>
      <w:proofErr w:type="gramStart"/>
      <w:r w:rsidRPr="004703B0">
        <w:t>…….</w:t>
      </w:r>
      <w:proofErr w:type="gramEnd"/>
      <w:r w:rsidRPr="004703B0">
        <w:t>…………..………………….………………………………………..…</w:t>
      </w:r>
      <w:r>
        <w:t>…………………………………………….</w:t>
      </w:r>
    </w:p>
    <w:p w14:paraId="31167F55" w14:textId="77777777" w:rsidR="004703B0" w:rsidRPr="004703B0" w:rsidRDefault="004703B0" w:rsidP="002C5290">
      <w:r w:rsidRPr="004703B0">
        <w:t>narozen/a (den, měsíc, rok) ………………………………</w:t>
      </w:r>
    </w:p>
    <w:p w14:paraId="471F9B72" w14:textId="2C5AB0E8" w:rsidR="004703B0" w:rsidRPr="004703B0" w:rsidRDefault="0075509E" w:rsidP="002C5290">
      <w:r w:rsidRPr="0075509E">
        <w:t>jako statuární zástupce žadatele</w:t>
      </w:r>
    </w:p>
    <w:p w14:paraId="0CFB06E3" w14:textId="6482CC75" w:rsidR="008C6F9D" w:rsidRDefault="00EE1AC3" w:rsidP="008C6F9D">
      <w:pPr>
        <w:spacing w:line="276" w:lineRule="auto"/>
      </w:pPr>
      <w:r w:rsidRPr="00EE1AC3">
        <w:t>dávám výslovný souhlas ke zpracování svých osobních údajů v rozsahu tituly před a za jménem za účelem vedení evidence autorizovaných osob. Také souhlasím, aby byly použity jako součást identifikačních údajů, jimiž jsem označován/a, příp. samostatně ve formě oslovení mé osoby.</w:t>
      </w:r>
    </w:p>
    <w:p w14:paraId="1543DFF3" w14:textId="4135197B" w:rsidR="008C6F9D" w:rsidRDefault="008C6F9D" w:rsidP="008C6F9D">
      <w:pPr>
        <w:spacing w:line="276" w:lineRule="auto"/>
      </w:pPr>
      <w:r>
        <w:t xml:space="preserve">Správcem výše uvedených osobních údajů pro výše vymezené účely zpracování je autorizující orgán Národní úřad pro kybernetickou a informační bezpečnost, IČO: 05800226. Subjekt údajů se může obracet na autorizující orgán z důvodu uplatnění práv v oblasti osobních údajů. Subjekt údajů má právo kdykoli odvolat svůj souhlas se zpracováním osobních údajů, udělený tímto projevem vůle, aniž je tím dotčena zákonnost zpracování založená na souhlasu uděleném před jeho odvoláním. Autorizující orgán je možné písemně kontaktovat na adrese Národní úřad pro kybernetickou a informační bezpečnost, P.O. Box 17, Brno 16, 616 00 nebo P.O. Box 160, Praha 3, 130 00, e-mailem na adrese </w:t>
      </w:r>
      <w:hyperlink r:id="rId8" w:history="1">
        <w:r w:rsidRPr="00622566">
          <w:rPr>
            <w:rStyle w:val="Hypertextovodkaz"/>
            <w:color w:val="00B0F0"/>
          </w:rPr>
          <w:t>posta@nukib.gov.cz</w:t>
        </w:r>
      </w:hyperlink>
      <w:r>
        <w:t xml:space="preserve">, datovou zprávou do datové schránky zzfnkp3. Kontaktní údaje jmenovaného pověřence pro ochranu osobních údajů, viz webové stránky Národního úřadu pro kybernetickou a informační bezpečnost na adrese </w:t>
      </w:r>
      <w:hyperlink r:id="rId9" w:history="1">
        <w:r w:rsidRPr="00622566">
          <w:rPr>
            <w:rStyle w:val="Hypertextovodkaz"/>
            <w:color w:val="00B0F0"/>
          </w:rPr>
          <w:t>https://nukib.gov.cz</w:t>
        </w:r>
      </w:hyperlink>
      <w:r>
        <w:t xml:space="preserve">.  </w:t>
      </w:r>
    </w:p>
    <w:p w14:paraId="67F32A91" w14:textId="77777777" w:rsidR="008C6F9D" w:rsidRDefault="008C6F9D" w:rsidP="008C6F9D">
      <w:pPr>
        <w:spacing w:line="276" w:lineRule="auto"/>
      </w:pPr>
    </w:p>
    <w:p w14:paraId="76B4ECD7" w14:textId="59F250F6" w:rsidR="008C6F9D" w:rsidRDefault="008C6F9D" w:rsidP="008C6F9D">
      <w:pPr>
        <w:spacing w:line="276" w:lineRule="auto"/>
      </w:pPr>
      <w:r>
        <w:t xml:space="preserve">V případě účelu spočívajícím v uvedení údajů v Národní soustavě kvalifikací v souladu s postupy stanovenými v § 15 zákona č. 179/2006 Sb. je zpracovatelem výše vymezených osobních údajů státní </w:t>
      </w:r>
      <w:r w:rsidR="00622566" w:rsidRPr="00622566">
        <w:t xml:space="preserve">příspěvková organizace zřízená Ministerstvem školství, mládeže a tělovýchovy, kterou je Národní ústav pro vzdělávání, školské poradenské zařízení a zařízení pro další vzdělávání pedagogických pracovníků, IČO: 00022179. Správce je možné kontaktovat na adrese Weilova 1271/6, 102 00 Praha 10 - Hostivař, e-mailem na adrese </w:t>
      </w:r>
      <w:hyperlink r:id="rId10" w:history="1">
        <w:r w:rsidR="00622566" w:rsidRPr="00622566">
          <w:rPr>
            <w:rStyle w:val="Hypertextovodkaz"/>
            <w:color w:val="00B0F0"/>
          </w:rPr>
          <w:t>sekretariat@nuv.cz</w:t>
        </w:r>
      </w:hyperlink>
      <w:r w:rsidR="00622566" w:rsidRPr="00622566">
        <w:t xml:space="preserve">, datovou zprávou do datové schránky tndzx7x. Kontaktní údaje jmenovaného pověřence pro ochranu osobních údajů, viz webové stránky Národního ústavu pro vzdělávání, školského poradenského zařízení a zařízení pro další vzdělávání pedagogických pracovníků na adrese </w:t>
      </w:r>
      <w:hyperlink r:id="rId11" w:history="1">
        <w:r w:rsidR="00622566" w:rsidRPr="00622566">
          <w:rPr>
            <w:rStyle w:val="Hypertextovodkaz"/>
            <w:color w:val="00B0F0"/>
          </w:rPr>
          <w:t>www.nuv.cz</w:t>
        </w:r>
      </w:hyperlink>
      <w:r w:rsidR="00622566" w:rsidRPr="00622566">
        <w:t>.</w:t>
      </w:r>
    </w:p>
    <w:p w14:paraId="15EEF117" w14:textId="77777777" w:rsidR="008C6F9D" w:rsidRDefault="008C6F9D" w:rsidP="008C6F9D">
      <w:pPr>
        <w:spacing w:line="276" w:lineRule="auto"/>
      </w:pPr>
    </w:p>
    <w:p w14:paraId="0AA3B1F0" w14:textId="77777777" w:rsidR="008C6F9D" w:rsidRDefault="008C6F9D" w:rsidP="008C6F9D">
      <w:pPr>
        <w:spacing w:line="276" w:lineRule="auto"/>
      </w:pPr>
      <w:r>
        <w:lastRenderedPageBreak/>
        <w:t>Autorizující orgán Národní úřad pro kybernetickou a informační bezpečnost jako správce osobních údajů a Národní ústav pro vzdělávání, školské poradenské zařízení a zařízení pro další vzdělávání pedagogických pracovníků jako zpracovatel osobních údajů zpracovávají další osobní údaje, než ke kterým je tímto projevem vůle udělen souhlas se zpracováním osobních údajů, protože to je nezbytné pro splnění právní povinnosti, která se na ně vztahuje. Mezi právní předpisy, na jejichž základě jsou osobní údaje zpracovávány, patří zákon č. 500/2004 Sb., správní řád, ve znění pozdějších předpisů, zákon č. 179/2006 Sb., o ověřování a uznávání výsledků dalšího vzdělávání a o změně některých zákonů (zákon o uznávání výsledků dalšího vzdělávání), ve znění pozdějších předpisů a vyhláška č. 208/2007 Sb., o podrobnostech stanovených k provedení zákona o uznávání výsledků dalšího vzdělávání, ve znění pozdějších předpisů.</w:t>
      </w:r>
    </w:p>
    <w:p w14:paraId="44EDE89A" w14:textId="77777777" w:rsidR="008C6F9D" w:rsidRDefault="008C6F9D" w:rsidP="008C6F9D">
      <w:pPr>
        <w:spacing w:line="360" w:lineRule="auto"/>
      </w:pPr>
    </w:p>
    <w:p w14:paraId="7601406C" w14:textId="77777777" w:rsidR="008C6F9D" w:rsidRDefault="008C6F9D" w:rsidP="008C6F9D">
      <w:pPr>
        <w:spacing w:line="360" w:lineRule="auto"/>
      </w:pPr>
      <w:r>
        <w:t>V …………………………………. dne ……………………………</w:t>
      </w:r>
      <w:proofErr w:type="gramStart"/>
      <w:r>
        <w:t>…….</w:t>
      </w:r>
      <w:proofErr w:type="gramEnd"/>
      <w:r>
        <w:t>.</w:t>
      </w:r>
    </w:p>
    <w:p w14:paraId="29115F54" w14:textId="77777777" w:rsidR="008C6F9D" w:rsidRDefault="008C6F9D" w:rsidP="008C6F9D">
      <w:pPr>
        <w:spacing w:line="360" w:lineRule="auto"/>
      </w:pPr>
    </w:p>
    <w:p w14:paraId="3C247418" w14:textId="1A82E92B" w:rsidR="006D4F2D" w:rsidRDefault="008C6F9D" w:rsidP="008C6F9D">
      <w:pPr>
        <w:spacing w:line="360" w:lineRule="auto"/>
      </w:pPr>
      <w:r>
        <w:t>Podpis …</w:t>
      </w:r>
      <w:proofErr w:type="gramStart"/>
      <w:r>
        <w:t>…….</w:t>
      </w:r>
      <w:proofErr w:type="gramEnd"/>
      <w:r>
        <w:t>………………………………………………………………</w:t>
      </w:r>
    </w:p>
    <w:sectPr w:rsidR="006D4F2D" w:rsidSect="00D42C2F">
      <w:footerReference w:type="default" r:id="rId12"/>
      <w:headerReference w:type="first" r:id="rId13"/>
      <w:footerReference w:type="first" r:id="rId14"/>
      <w:pgSz w:w="11906" w:h="16838" w:code="9"/>
      <w:pgMar w:top="1304" w:right="1134" w:bottom="1304" w:left="1134" w:header="284"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90A99" w14:textId="77777777" w:rsidR="008D086D" w:rsidRDefault="008D086D" w:rsidP="002C5290">
      <w:r>
        <w:separator/>
      </w:r>
    </w:p>
  </w:endnote>
  <w:endnote w:type="continuationSeparator" w:id="0">
    <w:p w14:paraId="2882D2DB" w14:textId="77777777" w:rsidR="008D086D" w:rsidRDefault="008D086D" w:rsidP="002C5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322F8" w14:textId="77777777" w:rsidR="00753180" w:rsidRDefault="00753180" w:rsidP="00622566">
    <w:pPr>
      <w:pStyle w:val="Zpat"/>
      <w:spacing w:before="0"/>
    </w:pPr>
    <w:r w:rsidRPr="00AC1CB0">
      <w:t>Národní úřad pro kybernetickou a informační</w:t>
    </w:r>
    <w:r>
      <w:t xml:space="preserve"> bezpečnost</w:t>
    </w:r>
    <w:r>
      <w:tab/>
    </w:r>
    <w:r w:rsidRPr="00AC1CB0">
      <w:t xml:space="preserve">www.nukib.cz </w:t>
    </w:r>
  </w:p>
  <w:p w14:paraId="7A2144C1" w14:textId="77777777" w:rsidR="00753180" w:rsidRDefault="00753180" w:rsidP="00622566">
    <w:pPr>
      <w:pStyle w:val="Zpat"/>
      <w:spacing w:before="0"/>
    </w:pPr>
    <w:r w:rsidRPr="00AC1CB0">
      <w:t>Mučednická 1125/31, CZ 616 00 Brno,</w:t>
    </w:r>
    <w:r>
      <w:t xml:space="preserve"> </w:t>
    </w:r>
    <w:r w:rsidRPr="00AC1CB0">
      <w:t>tel.: 541 110 777</w:t>
    </w:r>
  </w:p>
  <w:p w14:paraId="161044E2" w14:textId="77777777" w:rsidR="00753180" w:rsidRDefault="00753180" w:rsidP="002C529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E43EA" w14:textId="77777777" w:rsidR="00F42E00" w:rsidRDefault="00473EDE" w:rsidP="002C5290">
    <w:pPr>
      <w:pStyle w:val="Zpat"/>
      <w:spacing w:before="0"/>
      <w:jc w:val="both"/>
    </w:pPr>
    <w:r w:rsidRPr="00AC1CB0">
      <w:t>Národní</w:t>
    </w:r>
    <w:r w:rsidR="00CC0719" w:rsidRPr="00AC1CB0">
      <w:t xml:space="preserve"> úřad pro kybernetickou a informační</w:t>
    </w:r>
    <w:r w:rsidR="00F42E00">
      <w:t xml:space="preserve"> bezpečnost</w:t>
    </w:r>
    <w:r w:rsidR="002C5290">
      <w:tab/>
    </w:r>
    <w:r w:rsidR="00F42E00" w:rsidRPr="00AC1CB0">
      <w:t>www.nukib.</w:t>
    </w:r>
    <w:r w:rsidR="004703B0">
      <w:t>gov.</w:t>
    </w:r>
    <w:r w:rsidR="00F42E00" w:rsidRPr="00AC1CB0">
      <w:t>cz</w:t>
    </w:r>
    <w:r w:rsidRPr="00AC1CB0">
      <w:t xml:space="preserve"> </w:t>
    </w:r>
  </w:p>
  <w:p w14:paraId="47A05E52" w14:textId="77777777" w:rsidR="00473EDE" w:rsidRDefault="00CC0719" w:rsidP="002C5290">
    <w:pPr>
      <w:pStyle w:val="Zpat"/>
      <w:spacing w:before="0"/>
    </w:pPr>
    <w:r w:rsidRPr="00AC1CB0">
      <w:t>Mučednická</w:t>
    </w:r>
    <w:r w:rsidR="00473EDE" w:rsidRPr="00AC1CB0">
      <w:t xml:space="preserve"> </w:t>
    </w:r>
    <w:r w:rsidRPr="00AC1CB0">
      <w:t>1125/31</w:t>
    </w:r>
    <w:r w:rsidR="00473EDE" w:rsidRPr="00AC1CB0">
      <w:t xml:space="preserve">, CZ </w:t>
    </w:r>
    <w:r w:rsidRPr="00AC1CB0">
      <w:t>616 00</w:t>
    </w:r>
    <w:r w:rsidR="00473EDE" w:rsidRPr="00AC1CB0">
      <w:t xml:space="preserve"> </w:t>
    </w:r>
    <w:r w:rsidRPr="00AC1CB0">
      <w:t>Brno</w:t>
    </w:r>
    <w:r w:rsidR="00473EDE" w:rsidRPr="00AC1CB0">
      <w:t>,</w:t>
    </w:r>
    <w:r w:rsidR="008B5661">
      <w:t xml:space="preserve"> </w:t>
    </w:r>
    <w:r w:rsidR="00473EDE" w:rsidRPr="00AC1CB0">
      <w:t xml:space="preserve">tel.: </w:t>
    </w:r>
    <w:r w:rsidRPr="00AC1CB0">
      <w:t>541 110</w:t>
    </w:r>
    <w:r w:rsidR="00822BB2" w:rsidRPr="00AC1CB0">
      <w:t> </w:t>
    </w:r>
    <w:r w:rsidRPr="00AC1CB0">
      <w:t>777</w:t>
    </w:r>
  </w:p>
  <w:p w14:paraId="71B48393" w14:textId="77777777" w:rsidR="00CB36CD" w:rsidRPr="00ED317C" w:rsidRDefault="00CB36CD" w:rsidP="002C52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275B9" w14:textId="77777777" w:rsidR="008D086D" w:rsidRDefault="008D086D" w:rsidP="002C5290">
      <w:r>
        <w:separator/>
      </w:r>
    </w:p>
  </w:footnote>
  <w:footnote w:type="continuationSeparator" w:id="0">
    <w:p w14:paraId="7E4AE449" w14:textId="77777777" w:rsidR="008D086D" w:rsidRDefault="008D086D" w:rsidP="002C52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E3F1B" w14:textId="77777777" w:rsidR="00CB36CD" w:rsidRDefault="00D42C2F" w:rsidP="002C5290">
    <w:pPr>
      <w:pStyle w:val="Zhlav"/>
    </w:pPr>
    <w:r>
      <w:rPr>
        <w:noProof/>
      </w:rPr>
      <w:drawing>
        <wp:anchor distT="0" distB="0" distL="114300" distR="114300" simplePos="0" relativeHeight="251658240" behindDoc="0" locked="0" layoutInCell="1" allowOverlap="1" wp14:anchorId="128E225F" wp14:editId="71C94E7B">
          <wp:simplePos x="0" y="0"/>
          <wp:positionH relativeFrom="column">
            <wp:posOffset>3069590</wp:posOffset>
          </wp:positionH>
          <wp:positionV relativeFrom="paragraph">
            <wp:posOffset>78740</wp:posOffset>
          </wp:positionV>
          <wp:extent cx="3199765" cy="588010"/>
          <wp:effectExtent l="0" t="0" r="0"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kib_logotyp_horizontal.png"/>
                  <pic:cNvPicPr/>
                </pic:nvPicPr>
                <pic:blipFill>
                  <a:blip r:embed="rId1">
                    <a:extLst>
                      <a:ext uri="{28A0092B-C50C-407E-A947-70E740481C1C}">
                        <a14:useLocalDpi xmlns:a14="http://schemas.microsoft.com/office/drawing/2010/main" val="0"/>
                      </a:ext>
                    </a:extLst>
                  </a:blip>
                  <a:stretch>
                    <a:fillRect/>
                  </a:stretch>
                </pic:blipFill>
                <pic:spPr>
                  <a:xfrm>
                    <a:off x="0" y="0"/>
                    <a:ext cx="3199765" cy="588010"/>
                  </a:xfrm>
                  <a:prstGeom prst="rect">
                    <a:avLst/>
                  </a:prstGeom>
                </pic:spPr>
              </pic:pic>
            </a:graphicData>
          </a:graphic>
          <wp14:sizeRelH relativeFrom="page">
            <wp14:pctWidth>0</wp14:pctWidth>
          </wp14:sizeRelH>
          <wp14:sizeRelV relativeFrom="page">
            <wp14:pctHeight>0</wp14:pctHeight>
          </wp14:sizeRelV>
        </wp:anchor>
      </w:drawing>
    </w:r>
  </w:p>
  <w:p w14:paraId="7897DF6C" w14:textId="77777777" w:rsidR="00CB36CD" w:rsidRDefault="00CB36CD" w:rsidP="002C52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89E0AF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D1A97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9B0E9F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AA228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38872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925D1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8EE24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7C2D3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ED67982"/>
    <w:lvl w:ilvl="0">
      <w:start w:val="1"/>
      <w:numFmt w:val="upperRoman"/>
      <w:pStyle w:val="slovanseznam"/>
      <w:lvlText w:val="%1."/>
      <w:lvlJc w:val="left"/>
      <w:pPr>
        <w:tabs>
          <w:tab w:val="num" w:pos="720"/>
        </w:tabs>
        <w:ind w:left="567" w:hanging="567"/>
      </w:pPr>
      <w:rPr>
        <w:rFonts w:hint="default"/>
      </w:rPr>
    </w:lvl>
  </w:abstractNum>
  <w:abstractNum w:abstractNumId="9" w15:restartNumberingAfterBreak="0">
    <w:nsid w:val="FFFFFF89"/>
    <w:multiLevelType w:val="singleLevel"/>
    <w:tmpl w:val="141A6C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665BFF"/>
    <w:multiLevelType w:val="hybridMultilevel"/>
    <w:tmpl w:val="2BE44C1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CA13173"/>
    <w:multiLevelType w:val="hybridMultilevel"/>
    <w:tmpl w:val="02189B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4A1141D"/>
    <w:multiLevelType w:val="hybridMultilevel"/>
    <w:tmpl w:val="9F0E8AC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0C6A68"/>
    <w:multiLevelType w:val="hybridMultilevel"/>
    <w:tmpl w:val="EBCA45DE"/>
    <w:lvl w:ilvl="0" w:tplc="B6AE9E46">
      <w:start w:val="1"/>
      <w:numFmt w:val="bullet"/>
      <w:lvlText w:val=""/>
      <w:lvlJc w:val="left"/>
      <w:pPr>
        <w:tabs>
          <w:tab w:val="num" w:pos="720"/>
        </w:tabs>
        <w:ind w:left="720" w:hanging="360"/>
      </w:pPr>
      <w:rPr>
        <w:rFonts w:ascii="Symbol" w:hAnsi="Symbol" w:hint="default"/>
        <w:sz w:val="20"/>
      </w:rPr>
    </w:lvl>
    <w:lvl w:ilvl="1" w:tplc="68B69708" w:tentative="1">
      <w:start w:val="1"/>
      <w:numFmt w:val="bullet"/>
      <w:lvlText w:val="o"/>
      <w:lvlJc w:val="left"/>
      <w:pPr>
        <w:tabs>
          <w:tab w:val="num" w:pos="1440"/>
        </w:tabs>
        <w:ind w:left="1440" w:hanging="360"/>
      </w:pPr>
      <w:rPr>
        <w:rFonts w:ascii="Courier New" w:hAnsi="Courier New" w:hint="default"/>
        <w:sz w:val="20"/>
      </w:rPr>
    </w:lvl>
    <w:lvl w:ilvl="2" w:tplc="B9F2EB30" w:tentative="1">
      <w:start w:val="1"/>
      <w:numFmt w:val="bullet"/>
      <w:lvlText w:val=""/>
      <w:lvlJc w:val="left"/>
      <w:pPr>
        <w:tabs>
          <w:tab w:val="num" w:pos="2160"/>
        </w:tabs>
        <w:ind w:left="2160" w:hanging="360"/>
      </w:pPr>
      <w:rPr>
        <w:rFonts w:ascii="Wingdings" w:hAnsi="Wingdings" w:hint="default"/>
        <w:sz w:val="20"/>
      </w:rPr>
    </w:lvl>
    <w:lvl w:ilvl="3" w:tplc="1D882D2A" w:tentative="1">
      <w:start w:val="1"/>
      <w:numFmt w:val="bullet"/>
      <w:lvlText w:val=""/>
      <w:lvlJc w:val="left"/>
      <w:pPr>
        <w:tabs>
          <w:tab w:val="num" w:pos="2880"/>
        </w:tabs>
        <w:ind w:left="2880" w:hanging="360"/>
      </w:pPr>
      <w:rPr>
        <w:rFonts w:ascii="Wingdings" w:hAnsi="Wingdings" w:hint="default"/>
        <w:sz w:val="20"/>
      </w:rPr>
    </w:lvl>
    <w:lvl w:ilvl="4" w:tplc="09F8B2F4" w:tentative="1">
      <w:start w:val="1"/>
      <w:numFmt w:val="bullet"/>
      <w:lvlText w:val=""/>
      <w:lvlJc w:val="left"/>
      <w:pPr>
        <w:tabs>
          <w:tab w:val="num" w:pos="3600"/>
        </w:tabs>
        <w:ind w:left="3600" w:hanging="360"/>
      </w:pPr>
      <w:rPr>
        <w:rFonts w:ascii="Wingdings" w:hAnsi="Wingdings" w:hint="default"/>
        <w:sz w:val="20"/>
      </w:rPr>
    </w:lvl>
    <w:lvl w:ilvl="5" w:tplc="E0F6C8AA" w:tentative="1">
      <w:start w:val="1"/>
      <w:numFmt w:val="bullet"/>
      <w:lvlText w:val=""/>
      <w:lvlJc w:val="left"/>
      <w:pPr>
        <w:tabs>
          <w:tab w:val="num" w:pos="4320"/>
        </w:tabs>
        <w:ind w:left="4320" w:hanging="360"/>
      </w:pPr>
      <w:rPr>
        <w:rFonts w:ascii="Wingdings" w:hAnsi="Wingdings" w:hint="default"/>
        <w:sz w:val="20"/>
      </w:rPr>
    </w:lvl>
    <w:lvl w:ilvl="6" w:tplc="D47C220E" w:tentative="1">
      <w:start w:val="1"/>
      <w:numFmt w:val="bullet"/>
      <w:lvlText w:val=""/>
      <w:lvlJc w:val="left"/>
      <w:pPr>
        <w:tabs>
          <w:tab w:val="num" w:pos="5040"/>
        </w:tabs>
        <w:ind w:left="5040" w:hanging="360"/>
      </w:pPr>
      <w:rPr>
        <w:rFonts w:ascii="Wingdings" w:hAnsi="Wingdings" w:hint="default"/>
        <w:sz w:val="20"/>
      </w:rPr>
    </w:lvl>
    <w:lvl w:ilvl="7" w:tplc="C9729D38" w:tentative="1">
      <w:start w:val="1"/>
      <w:numFmt w:val="bullet"/>
      <w:lvlText w:val=""/>
      <w:lvlJc w:val="left"/>
      <w:pPr>
        <w:tabs>
          <w:tab w:val="num" w:pos="5760"/>
        </w:tabs>
        <w:ind w:left="5760" w:hanging="360"/>
      </w:pPr>
      <w:rPr>
        <w:rFonts w:ascii="Wingdings" w:hAnsi="Wingdings" w:hint="default"/>
        <w:sz w:val="20"/>
      </w:rPr>
    </w:lvl>
    <w:lvl w:ilvl="8" w:tplc="DD2EDFDC"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CD00F1"/>
    <w:multiLevelType w:val="multilevel"/>
    <w:tmpl w:val="BF2806CE"/>
    <w:lvl w:ilvl="0">
      <w:numFmt w:val="bullet"/>
      <w:lvlText w:val="-"/>
      <w:lvlJc w:val="left"/>
      <w:pPr>
        <w:tabs>
          <w:tab w:val="num" w:pos="1428"/>
        </w:tabs>
        <w:ind w:left="1428" w:hanging="360"/>
      </w:pPr>
      <w:rPr>
        <w:rFonts w:ascii="Times New Roman" w:eastAsia="Times New Roman" w:hAnsi="Times New Roman" w:cs="Times New Roman"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15" w15:restartNumberingAfterBreak="0">
    <w:nsid w:val="2B0D4506"/>
    <w:multiLevelType w:val="hybridMultilevel"/>
    <w:tmpl w:val="620026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BCF5E6E"/>
    <w:multiLevelType w:val="hybridMultilevel"/>
    <w:tmpl w:val="B5E6D7D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FE17D5C"/>
    <w:multiLevelType w:val="hybridMultilevel"/>
    <w:tmpl w:val="1ADCCC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98D0A88"/>
    <w:multiLevelType w:val="hybridMultilevel"/>
    <w:tmpl w:val="8FAE7CC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430F3F"/>
    <w:multiLevelType w:val="hybridMultilevel"/>
    <w:tmpl w:val="3E9C322C"/>
    <w:lvl w:ilvl="0" w:tplc="0405000B">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64808F4"/>
    <w:multiLevelType w:val="hybridMultilevel"/>
    <w:tmpl w:val="491E7D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3026B0"/>
    <w:multiLevelType w:val="hybridMultilevel"/>
    <w:tmpl w:val="CEE0F4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71A4B95"/>
    <w:multiLevelType w:val="hybridMultilevel"/>
    <w:tmpl w:val="A1863F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1391388"/>
    <w:multiLevelType w:val="multilevel"/>
    <w:tmpl w:val="1284B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1652F9A"/>
    <w:multiLevelType w:val="hybridMultilevel"/>
    <w:tmpl w:val="0B76EDE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673C4492"/>
    <w:multiLevelType w:val="multilevel"/>
    <w:tmpl w:val="3E9C322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4983131"/>
    <w:multiLevelType w:val="hybridMultilevel"/>
    <w:tmpl w:val="BF2806CE"/>
    <w:lvl w:ilvl="0" w:tplc="78BA1E56">
      <w:numFmt w:val="bullet"/>
      <w:lvlText w:val="-"/>
      <w:lvlJc w:val="left"/>
      <w:pPr>
        <w:tabs>
          <w:tab w:val="num" w:pos="1428"/>
        </w:tabs>
        <w:ind w:left="1428" w:hanging="360"/>
      </w:pPr>
      <w:rPr>
        <w:rFonts w:ascii="Times New Roman" w:eastAsia="Times New Roman" w:hAnsi="Times New Roman" w:cs="Times New Roman"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27" w15:restartNumberingAfterBreak="0">
    <w:nsid w:val="7DA319CD"/>
    <w:multiLevelType w:val="hybridMultilevel"/>
    <w:tmpl w:val="0F7C5D1C"/>
    <w:lvl w:ilvl="0" w:tplc="0405000F">
      <w:start w:val="1"/>
      <w:numFmt w:val="decimal"/>
      <w:lvlText w:val="%1."/>
      <w:lvlJc w:val="left"/>
      <w:pPr>
        <w:tabs>
          <w:tab w:val="num" w:pos="360"/>
        </w:tabs>
        <w:ind w:left="360" w:hanging="360"/>
      </w:pPr>
    </w:lvl>
    <w:lvl w:ilvl="1" w:tplc="5BDC5C82">
      <w:start w:val="1"/>
      <w:numFmt w:val="upperRoman"/>
      <w:lvlText w:val="%2."/>
      <w:lvlJc w:val="left"/>
      <w:pPr>
        <w:tabs>
          <w:tab w:val="num" w:pos="1440"/>
        </w:tabs>
        <w:ind w:left="1440" w:hanging="72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16607879">
    <w:abstractNumId w:val="8"/>
  </w:num>
  <w:num w:numId="2" w16cid:durableId="1603026443">
    <w:abstractNumId w:val="3"/>
  </w:num>
  <w:num w:numId="3" w16cid:durableId="1925796367">
    <w:abstractNumId w:val="2"/>
  </w:num>
  <w:num w:numId="4" w16cid:durableId="748700346">
    <w:abstractNumId w:val="1"/>
  </w:num>
  <w:num w:numId="5" w16cid:durableId="657999517">
    <w:abstractNumId w:val="0"/>
  </w:num>
  <w:num w:numId="6" w16cid:durableId="1110321150">
    <w:abstractNumId w:val="9"/>
  </w:num>
  <w:num w:numId="7" w16cid:durableId="1936816197">
    <w:abstractNumId w:val="7"/>
  </w:num>
  <w:num w:numId="8" w16cid:durableId="332227554">
    <w:abstractNumId w:val="6"/>
  </w:num>
  <w:num w:numId="9" w16cid:durableId="40786842">
    <w:abstractNumId w:val="5"/>
  </w:num>
  <w:num w:numId="10" w16cid:durableId="563301176">
    <w:abstractNumId w:val="4"/>
  </w:num>
  <w:num w:numId="11" w16cid:durableId="1480683566">
    <w:abstractNumId w:val="27"/>
  </w:num>
  <w:num w:numId="12" w16cid:durableId="1508908924">
    <w:abstractNumId w:val="23"/>
  </w:num>
  <w:num w:numId="13" w16cid:durableId="1437171633">
    <w:abstractNumId w:val="13"/>
  </w:num>
  <w:num w:numId="14" w16cid:durableId="849560017">
    <w:abstractNumId w:val="26"/>
  </w:num>
  <w:num w:numId="15" w16cid:durableId="403066261">
    <w:abstractNumId w:val="14"/>
  </w:num>
  <w:num w:numId="16" w16cid:durableId="429664789">
    <w:abstractNumId w:val="19"/>
  </w:num>
  <w:num w:numId="17" w16cid:durableId="194464057">
    <w:abstractNumId w:val="25"/>
  </w:num>
  <w:num w:numId="18" w16cid:durableId="1180196269">
    <w:abstractNumId w:val="24"/>
  </w:num>
  <w:num w:numId="19" w16cid:durableId="1403990060">
    <w:abstractNumId w:val="17"/>
  </w:num>
  <w:num w:numId="20" w16cid:durableId="795172788">
    <w:abstractNumId w:val="22"/>
  </w:num>
  <w:num w:numId="21" w16cid:durableId="1210799056">
    <w:abstractNumId w:val="11"/>
  </w:num>
  <w:num w:numId="22" w16cid:durableId="1532256587">
    <w:abstractNumId w:val="21"/>
  </w:num>
  <w:num w:numId="23" w16cid:durableId="2112242055">
    <w:abstractNumId w:val="15"/>
  </w:num>
  <w:num w:numId="24" w16cid:durableId="400716338">
    <w:abstractNumId w:val="20"/>
  </w:num>
  <w:num w:numId="25" w16cid:durableId="1215121224">
    <w:abstractNumId w:val="12"/>
  </w:num>
  <w:num w:numId="26" w16cid:durableId="1531912261">
    <w:abstractNumId w:val="10"/>
  </w:num>
  <w:num w:numId="27" w16cid:durableId="1778452599">
    <w:abstractNumId w:val="18"/>
  </w:num>
  <w:num w:numId="28" w16cid:durableId="17719733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F9D"/>
    <w:rsid w:val="00000227"/>
    <w:rsid w:val="00013C9B"/>
    <w:rsid w:val="000214D5"/>
    <w:rsid w:val="00027EE8"/>
    <w:rsid w:val="000319B1"/>
    <w:rsid w:val="00031FF9"/>
    <w:rsid w:val="000404F5"/>
    <w:rsid w:val="00051687"/>
    <w:rsid w:val="000537FA"/>
    <w:rsid w:val="000608FB"/>
    <w:rsid w:val="00063101"/>
    <w:rsid w:val="0008314D"/>
    <w:rsid w:val="0009532F"/>
    <w:rsid w:val="000A038E"/>
    <w:rsid w:val="000A70E6"/>
    <w:rsid w:val="000A71D0"/>
    <w:rsid w:val="000B1303"/>
    <w:rsid w:val="000B7D29"/>
    <w:rsid w:val="000C2456"/>
    <w:rsid w:val="000C56CC"/>
    <w:rsid w:val="000C74C8"/>
    <w:rsid w:val="000D2350"/>
    <w:rsid w:val="000D44AF"/>
    <w:rsid w:val="000E6056"/>
    <w:rsid w:val="000F1D47"/>
    <w:rsid w:val="000F76BA"/>
    <w:rsid w:val="0010493B"/>
    <w:rsid w:val="001108B4"/>
    <w:rsid w:val="00112891"/>
    <w:rsid w:val="0012738F"/>
    <w:rsid w:val="00134F19"/>
    <w:rsid w:val="0014209B"/>
    <w:rsid w:val="00146E2F"/>
    <w:rsid w:val="0015386C"/>
    <w:rsid w:val="00154E6B"/>
    <w:rsid w:val="00156B1D"/>
    <w:rsid w:val="001623AE"/>
    <w:rsid w:val="00173914"/>
    <w:rsid w:val="00183859"/>
    <w:rsid w:val="001A488D"/>
    <w:rsid w:val="001B53F2"/>
    <w:rsid w:val="001C0EB2"/>
    <w:rsid w:val="001C45C0"/>
    <w:rsid w:val="001C6F33"/>
    <w:rsid w:val="001D3E73"/>
    <w:rsid w:val="001E3BD8"/>
    <w:rsid w:val="001E5FA2"/>
    <w:rsid w:val="001F0CD9"/>
    <w:rsid w:val="001F78C3"/>
    <w:rsid w:val="0020278C"/>
    <w:rsid w:val="002028CA"/>
    <w:rsid w:val="0020452A"/>
    <w:rsid w:val="00215127"/>
    <w:rsid w:val="00221557"/>
    <w:rsid w:val="00235B3C"/>
    <w:rsid w:val="00235DDA"/>
    <w:rsid w:val="00237AE1"/>
    <w:rsid w:val="002428DB"/>
    <w:rsid w:val="002470E5"/>
    <w:rsid w:val="002514D3"/>
    <w:rsid w:val="002542D4"/>
    <w:rsid w:val="00272FB3"/>
    <w:rsid w:val="00273F26"/>
    <w:rsid w:val="00277202"/>
    <w:rsid w:val="00285D0B"/>
    <w:rsid w:val="00294503"/>
    <w:rsid w:val="0029537F"/>
    <w:rsid w:val="002A0E57"/>
    <w:rsid w:val="002B09DD"/>
    <w:rsid w:val="002B4CE9"/>
    <w:rsid w:val="002B5160"/>
    <w:rsid w:val="002B77DF"/>
    <w:rsid w:val="002C14CF"/>
    <w:rsid w:val="002C5290"/>
    <w:rsid w:val="002D7336"/>
    <w:rsid w:val="002E075A"/>
    <w:rsid w:val="002E5AC1"/>
    <w:rsid w:val="002E7FA1"/>
    <w:rsid w:val="00303164"/>
    <w:rsid w:val="003151B3"/>
    <w:rsid w:val="00330E26"/>
    <w:rsid w:val="00333276"/>
    <w:rsid w:val="00335164"/>
    <w:rsid w:val="00340360"/>
    <w:rsid w:val="0034604B"/>
    <w:rsid w:val="00350E4B"/>
    <w:rsid w:val="003619E2"/>
    <w:rsid w:val="00361EF9"/>
    <w:rsid w:val="003631AE"/>
    <w:rsid w:val="00365082"/>
    <w:rsid w:val="00370177"/>
    <w:rsid w:val="00382289"/>
    <w:rsid w:val="0038496F"/>
    <w:rsid w:val="003A18B5"/>
    <w:rsid w:val="003A454E"/>
    <w:rsid w:val="003B290C"/>
    <w:rsid w:val="003C324F"/>
    <w:rsid w:val="003C48B4"/>
    <w:rsid w:val="003D1E8A"/>
    <w:rsid w:val="003D4C29"/>
    <w:rsid w:val="003F2D67"/>
    <w:rsid w:val="003F3601"/>
    <w:rsid w:val="003F68D3"/>
    <w:rsid w:val="00405411"/>
    <w:rsid w:val="00406E55"/>
    <w:rsid w:val="004215DE"/>
    <w:rsid w:val="00435B4C"/>
    <w:rsid w:val="00435EE3"/>
    <w:rsid w:val="004468C3"/>
    <w:rsid w:val="0046109B"/>
    <w:rsid w:val="00461A8E"/>
    <w:rsid w:val="004703B0"/>
    <w:rsid w:val="00471368"/>
    <w:rsid w:val="004736DE"/>
    <w:rsid w:val="00473EDE"/>
    <w:rsid w:val="004818E7"/>
    <w:rsid w:val="00483057"/>
    <w:rsid w:val="004875B9"/>
    <w:rsid w:val="004876FC"/>
    <w:rsid w:val="00494F5A"/>
    <w:rsid w:val="00496457"/>
    <w:rsid w:val="004B281F"/>
    <w:rsid w:val="004B2B29"/>
    <w:rsid w:val="004B7173"/>
    <w:rsid w:val="004D101C"/>
    <w:rsid w:val="004D2216"/>
    <w:rsid w:val="004D6C1C"/>
    <w:rsid w:val="004E1384"/>
    <w:rsid w:val="004F21DC"/>
    <w:rsid w:val="004F54BC"/>
    <w:rsid w:val="0052689A"/>
    <w:rsid w:val="00530089"/>
    <w:rsid w:val="005413E8"/>
    <w:rsid w:val="005452C1"/>
    <w:rsid w:val="00555341"/>
    <w:rsid w:val="00555590"/>
    <w:rsid w:val="00566B42"/>
    <w:rsid w:val="005739EE"/>
    <w:rsid w:val="00577EEF"/>
    <w:rsid w:val="00577F7A"/>
    <w:rsid w:val="00583705"/>
    <w:rsid w:val="005868FA"/>
    <w:rsid w:val="005869B5"/>
    <w:rsid w:val="00587453"/>
    <w:rsid w:val="005927CE"/>
    <w:rsid w:val="0059444E"/>
    <w:rsid w:val="00594A24"/>
    <w:rsid w:val="00594CAE"/>
    <w:rsid w:val="005959FD"/>
    <w:rsid w:val="00596864"/>
    <w:rsid w:val="005A20C3"/>
    <w:rsid w:val="005B4642"/>
    <w:rsid w:val="005C648D"/>
    <w:rsid w:val="005D007F"/>
    <w:rsid w:val="005D1E17"/>
    <w:rsid w:val="005D465A"/>
    <w:rsid w:val="005E15BF"/>
    <w:rsid w:val="005E4DAC"/>
    <w:rsid w:val="005E600B"/>
    <w:rsid w:val="005F2348"/>
    <w:rsid w:val="006149FC"/>
    <w:rsid w:val="006215DB"/>
    <w:rsid w:val="00622566"/>
    <w:rsid w:val="00643AD7"/>
    <w:rsid w:val="00647E6B"/>
    <w:rsid w:val="00657D0F"/>
    <w:rsid w:val="00666E6D"/>
    <w:rsid w:val="006706B5"/>
    <w:rsid w:val="006707BD"/>
    <w:rsid w:val="006717CA"/>
    <w:rsid w:val="0068018E"/>
    <w:rsid w:val="00681046"/>
    <w:rsid w:val="00684E9A"/>
    <w:rsid w:val="006A039D"/>
    <w:rsid w:val="006A7927"/>
    <w:rsid w:val="006B7568"/>
    <w:rsid w:val="006C0F02"/>
    <w:rsid w:val="006D4F2D"/>
    <w:rsid w:val="006E408B"/>
    <w:rsid w:val="006F1B78"/>
    <w:rsid w:val="006F44FD"/>
    <w:rsid w:val="006F4FDB"/>
    <w:rsid w:val="00741BCE"/>
    <w:rsid w:val="00742F9E"/>
    <w:rsid w:val="007453D7"/>
    <w:rsid w:val="00745CF2"/>
    <w:rsid w:val="00753180"/>
    <w:rsid w:val="0075478D"/>
    <w:rsid w:val="0075509E"/>
    <w:rsid w:val="00763343"/>
    <w:rsid w:val="00765450"/>
    <w:rsid w:val="007678AA"/>
    <w:rsid w:val="0077119D"/>
    <w:rsid w:val="00771823"/>
    <w:rsid w:val="00775540"/>
    <w:rsid w:val="007777D0"/>
    <w:rsid w:val="007823F5"/>
    <w:rsid w:val="007860E8"/>
    <w:rsid w:val="007B134B"/>
    <w:rsid w:val="007C117C"/>
    <w:rsid w:val="007C346E"/>
    <w:rsid w:val="007C5EE0"/>
    <w:rsid w:val="007E27EE"/>
    <w:rsid w:val="007E6D1E"/>
    <w:rsid w:val="007F631A"/>
    <w:rsid w:val="00803446"/>
    <w:rsid w:val="00807341"/>
    <w:rsid w:val="008135DD"/>
    <w:rsid w:val="008153AD"/>
    <w:rsid w:val="00817C20"/>
    <w:rsid w:val="0082294A"/>
    <w:rsid w:val="00822BB2"/>
    <w:rsid w:val="008352CF"/>
    <w:rsid w:val="008437C3"/>
    <w:rsid w:val="00862010"/>
    <w:rsid w:val="00862EE1"/>
    <w:rsid w:val="00870B97"/>
    <w:rsid w:val="008750A3"/>
    <w:rsid w:val="00885BA5"/>
    <w:rsid w:val="008930EA"/>
    <w:rsid w:val="00896398"/>
    <w:rsid w:val="0089675E"/>
    <w:rsid w:val="008A29DA"/>
    <w:rsid w:val="008A6061"/>
    <w:rsid w:val="008B35DC"/>
    <w:rsid w:val="008B4434"/>
    <w:rsid w:val="008B5661"/>
    <w:rsid w:val="008C21DA"/>
    <w:rsid w:val="008C6F9D"/>
    <w:rsid w:val="008D006D"/>
    <w:rsid w:val="008D086D"/>
    <w:rsid w:val="008D36AC"/>
    <w:rsid w:val="008D3859"/>
    <w:rsid w:val="008E0BD8"/>
    <w:rsid w:val="008E29A6"/>
    <w:rsid w:val="008F1B77"/>
    <w:rsid w:val="008F57FC"/>
    <w:rsid w:val="00916608"/>
    <w:rsid w:val="00922A2B"/>
    <w:rsid w:val="00936B86"/>
    <w:rsid w:val="00943A43"/>
    <w:rsid w:val="00944EA2"/>
    <w:rsid w:val="0094670F"/>
    <w:rsid w:val="00946EDE"/>
    <w:rsid w:val="009560E4"/>
    <w:rsid w:val="00962212"/>
    <w:rsid w:val="0097033F"/>
    <w:rsid w:val="0097161D"/>
    <w:rsid w:val="00990539"/>
    <w:rsid w:val="00993226"/>
    <w:rsid w:val="009940F7"/>
    <w:rsid w:val="009A17B8"/>
    <w:rsid w:val="009A37D9"/>
    <w:rsid w:val="009A7230"/>
    <w:rsid w:val="009B40C3"/>
    <w:rsid w:val="009B6620"/>
    <w:rsid w:val="009C0D4D"/>
    <w:rsid w:val="009C7536"/>
    <w:rsid w:val="009D2DB7"/>
    <w:rsid w:val="009D7F04"/>
    <w:rsid w:val="009E52EE"/>
    <w:rsid w:val="009F72F0"/>
    <w:rsid w:val="00A057FB"/>
    <w:rsid w:val="00A0704B"/>
    <w:rsid w:val="00A11B6E"/>
    <w:rsid w:val="00A133B8"/>
    <w:rsid w:val="00A15D4E"/>
    <w:rsid w:val="00A15E8E"/>
    <w:rsid w:val="00A22205"/>
    <w:rsid w:val="00A25663"/>
    <w:rsid w:val="00A31D12"/>
    <w:rsid w:val="00A348AD"/>
    <w:rsid w:val="00A34E6A"/>
    <w:rsid w:val="00A43EAE"/>
    <w:rsid w:val="00A55612"/>
    <w:rsid w:val="00A55B35"/>
    <w:rsid w:val="00A60BD6"/>
    <w:rsid w:val="00A60F06"/>
    <w:rsid w:val="00A720C5"/>
    <w:rsid w:val="00A749AD"/>
    <w:rsid w:val="00A80EEF"/>
    <w:rsid w:val="00A92E07"/>
    <w:rsid w:val="00AC1CB0"/>
    <w:rsid w:val="00AD3A7B"/>
    <w:rsid w:val="00AD63E8"/>
    <w:rsid w:val="00AD79FD"/>
    <w:rsid w:val="00AE2AB3"/>
    <w:rsid w:val="00B0396F"/>
    <w:rsid w:val="00B211F2"/>
    <w:rsid w:val="00B246FE"/>
    <w:rsid w:val="00B2703A"/>
    <w:rsid w:val="00B3023E"/>
    <w:rsid w:val="00B4398F"/>
    <w:rsid w:val="00B52F0F"/>
    <w:rsid w:val="00B55C61"/>
    <w:rsid w:val="00B617BA"/>
    <w:rsid w:val="00B62E35"/>
    <w:rsid w:val="00B8205A"/>
    <w:rsid w:val="00BA63C8"/>
    <w:rsid w:val="00BB29C5"/>
    <w:rsid w:val="00BC320A"/>
    <w:rsid w:val="00BC71E9"/>
    <w:rsid w:val="00BD0A2B"/>
    <w:rsid w:val="00BD3C72"/>
    <w:rsid w:val="00BD693F"/>
    <w:rsid w:val="00BE4844"/>
    <w:rsid w:val="00BF0C88"/>
    <w:rsid w:val="00BF3A33"/>
    <w:rsid w:val="00BF7909"/>
    <w:rsid w:val="00C03229"/>
    <w:rsid w:val="00C06692"/>
    <w:rsid w:val="00C074A3"/>
    <w:rsid w:val="00C076BA"/>
    <w:rsid w:val="00C07C9A"/>
    <w:rsid w:val="00C14B8E"/>
    <w:rsid w:val="00C159CD"/>
    <w:rsid w:val="00C30C6E"/>
    <w:rsid w:val="00C431BB"/>
    <w:rsid w:val="00C508E4"/>
    <w:rsid w:val="00C62B5C"/>
    <w:rsid w:val="00C66097"/>
    <w:rsid w:val="00C67EAA"/>
    <w:rsid w:val="00C710A3"/>
    <w:rsid w:val="00C757A5"/>
    <w:rsid w:val="00C76778"/>
    <w:rsid w:val="00C80554"/>
    <w:rsid w:val="00C8162D"/>
    <w:rsid w:val="00C825BF"/>
    <w:rsid w:val="00C8422B"/>
    <w:rsid w:val="00C8697E"/>
    <w:rsid w:val="00CB00F1"/>
    <w:rsid w:val="00CB3537"/>
    <w:rsid w:val="00CB36CD"/>
    <w:rsid w:val="00CC0719"/>
    <w:rsid w:val="00CD0699"/>
    <w:rsid w:val="00CD426E"/>
    <w:rsid w:val="00CD47BA"/>
    <w:rsid w:val="00CE26F1"/>
    <w:rsid w:val="00CE6A78"/>
    <w:rsid w:val="00CF5160"/>
    <w:rsid w:val="00D0301A"/>
    <w:rsid w:val="00D061E1"/>
    <w:rsid w:val="00D14513"/>
    <w:rsid w:val="00D16BB9"/>
    <w:rsid w:val="00D25360"/>
    <w:rsid w:val="00D275F3"/>
    <w:rsid w:val="00D3040B"/>
    <w:rsid w:val="00D3118F"/>
    <w:rsid w:val="00D34254"/>
    <w:rsid w:val="00D42C2F"/>
    <w:rsid w:val="00D45965"/>
    <w:rsid w:val="00D4674F"/>
    <w:rsid w:val="00D55426"/>
    <w:rsid w:val="00D62430"/>
    <w:rsid w:val="00D639EA"/>
    <w:rsid w:val="00D71583"/>
    <w:rsid w:val="00D75C26"/>
    <w:rsid w:val="00D762CB"/>
    <w:rsid w:val="00D7764F"/>
    <w:rsid w:val="00D8014E"/>
    <w:rsid w:val="00D84E74"/>
    <w:rsid w:val="00D8538D"/>
    <w:rsid w:val="00D878CA"/>
    <w:rsid w:val="00DA318A"/>
    <w:rsid w:val="00DA3C38"/>
    <w:rsid w:val="00DB5D00"/>
    <w:rsid w:val="00DC29F3"/>
    <w:rsid w:val="00DC7CB5"/>
    <w:rsid w:val="00DD33B5"/>
    <w:rsid w:val="00DE7442"/>
    <w:rsid w:val="00DF4E18"/>
    <w:rsid w:val="00E0508E"/>
    <w:rsid w:val="00E067DC"/>
    <w:rsid w:val="00E160C4"/>
    <w:rsid w:val="00E17DAD"/>
    <w:rsid w:val="00E22BAF"/>
    <w:rsid w:val="00E26F51"/>
    <w:rsid w:val="00E27CDF"/>
    <w:rsid w:val="00E33C9C"/>
    <w:rsid w:val="00E34D37"/>
    <w:rsid w:val="00E35B29"/>
    <w:rsid w:val="00E43B42"/>
    <w:rsid w:val="00E523FB"/>
    <w:rsid w:val="00E60033"/>
    <w:rsid w:val="00E61403"/>
    <w:rsid w:val="00E61D78"/>
    <w:rsid w:val="00E70B4A"/>
    <w:rsid w:val="00E75A98"/>
    <w:rsid w:val="00E764E8"/>
    <w:rsid w:val="00E9020C"/>
    <w:rsid w:val="00EA5137"/>
    <w:rsid w:val="00EB1E6D"/>
    <w:rsid w:val="00EB3F89"/>
    <w:rsid w:val="00EC2BC2"/>
    <w:rsid w:val="00EC5F82"/>
    <w:rsid w:val="00EC6B5C"/>
    <w:rsid w:val="00ED317C"/>
    <w:rsid w:val="00EE1AC3"/>
    <w:rsid w:val="00EE5455"/>
    <w:rsid w:val="00EE7D39"/>
    <w:rsid w:val="00EF045E"/>
    <w:rsid w:val="00EF63E5"/>
    <w:rsid w:val="00F01BAE"/>
    <w:rsid w:val="00F02D7A"/>
    <w:rsid w:val="00F06453"/>
    <w:rsid w:val="00F3544F"/>
    <w:rsid w:val="00F35D52"/>
    <w:rsid w:val="00F42E00"/>
    <w:rsid w:val="00F44B32"/>
    <w:rsid w:val="00F5048B"/>
    <w:rsid w:val="00F54A1A"/>
    <w:rsid w:val="00F705CC"/>
    <w:rsid w:val="00F767E4"/>
    <w:rsid w:val="00F768E6"/>
    <w:rsid w:val="00F8620C"/>
    <w:rsid w:val="00F94344"/>
    <w:rsid w:val="00FA6995"/>
    <w:rsid w:val="00FA6D7C"/>
    <w:rsid w:val="00FB7D2E"/>
    <w:rsid w:val="00FC7DBA"/>
    <w:rsid w:val="00FE0500"/>
    <w:rsid w:val="00FE4089"/>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5C33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C5290"/>
    <w:pPr>
      <w:spacing w:before="300"/>
      <w:jc w:val="both"/>
    </w:pPr>
    <w:rPr>
      <w:rFonts w:asciiTheme="minorHAnsi" w:hAnsiTheme="minorHAnsi" w:cstheme="minorHAnsi"/>
      <w:sz w:val="24"/>
      <w:szCs w:val="24"/>
    </w:rPr>
  </w:style>
  <w:style w:type="paragraph" w:styleId="Nadpis1">
    <w:name w:val="heading 1"/>
    <w:basedOn w:val="Normln"/>
    <w:next w:val="Normln"/>
    <w:qFormat/>
    <w:pPr>
      <w:keepNext/>
      <w:spacing w:before="560" w:after="120"/>
      <w:outlineLvl w:val="0"/>
    </w:pPr>
    <w:rPr>
      <w:rFonts w:cs="Arial"/>
      <w:bCs/>
      <w:kern w:val="32"/>
      <w:sz w:val="44"/>
      <w:szCs w:val="32"/>
    </w:rPr>
  </w:style>
  <w:style w:type="paragraph" w:styleId="Nadpis2">
    <w:name w:val="heading 2"/>
    <w:basedOn w:val="Normln"/>
    <w:next w:val="Normln"/>
    <w:qFormat/>
    <w:rsid w:val="002C5290"/>
    <w:pPr>
      <w:jc w:val="center"/>
      <w:outlineLvl w:val="1"/>
    </w:pPr>
    <w:rPr>
      <w:b/>
      <w:sz w:val="28"/>
      <w:szCs w:val="28"/>
    </w:rPr>
  </w:style>
  <w:style w:type="paragraph" w:styleId="Nadpis3">
    <w:name w:val="heading 3"/>
    <w:basedOn w:val="Normln"/>
    <w:next w:val="Normln"/>
    <w:qFormat/>
    <w:pPr>
      <w:keepNext/>
      <w:spacing w:before="240" w:after="60"/>
      <w:outlineLvl w:val="2"/>
    </w:pPr>
    <w:rPr>
      <w:rFonts w:cs="Arial"/>
      <w:b/>
      <w:bCs/>
      <w:cap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autoRedefine/>
    <w:pPr>
      <w:tabs>
        <w:tab w:val="center" w:pos="4536"/>
        <w:tab w:val="right" w:pos="9072"/>
      </w:tabs>
    </w:pPr>
  </w:style>
  <w:style w:type="paragraph" w:styleId="Zpat">
    <w:name w:val="footer"/>
    <w:basedOn w:val="Normln"/>
    <w:link w:val="ZpatChar"/>
    <w:uiPriority w:val="99"/>
    <w:pPr>
      <w:tabs>
        <w:tab w:val="right" w:pos="9639"/>
      </w:tabs>
      <w:jc w:val="right"/>
    </w:pPr>
    <w:rPr>
      <w:sz w:val="16"/>
    </w:rPr>
  </w:style>
  <w:style w:type="character" w:styleId="slostrnky">
    <w:name w:val="page number"/>
    <w:rPr>
      <w:b/>
    </w:rPr>
  </w:style>
  <w:style w:type="character" w:customStyle="1" w:styleId="Podpis-funkce">
    <w:name w:val="Podpis - funkce"/>
    <w:rPr>
      <w:i/>
      <w:sz w:val="20"/>
      <w:szCs w:val="20"/>
    </w:rPr>
  </w:style>
  <w:style w:type="paragraph" w:styleId="Osloven">
    <w:name w:val="Salutation"/>
    <w:basedOn w:val="Normln"/>
    <w:next w:val="Normln"/>
    <w:pPr>
      <w:spacing w:after="560"/>
    </w:pPr>
  </w:style>
  <w:style w:type="paragraph" w:styleId="Datum">
    <w:name w:val="Date"/>
    <w:basedOn w:val="Normln"/>
    <w:next w:val="Normln"/>
    <w:pPr>
      <w:ind w:left="6804"/>
    </w:pPr>
  </w:style>
  <w:style w:type="paragraph" w:customStyle="1" w:styleId="Pozdrav">
    <w:name w:val="Pozdrav"/>
    <w:basedOn w:val="Normln"/>
    <w:next w:val="Podpis"/>
    <w:pPr>
      <w:keepNext/>
      <w:keepLines/>
      <w:spacing w:before="560"/>
    </w:pPr>
  </w:style>
  <w:style w:type="paragraph" w:styleId="Podpis">
    <w:name w:val="Signature"/>
    <w:basedOn w:val="Normln"/>
    <w:pPr>
      <w:keepNext/>
      <w:keepLines/>
      <w:ind w:left="5103"/>
    </w:pPr>
  </w:style>
  <w:style w:type="paragraph" w:styleId="Adresanaoblku">
    <w:name w:val="envelope address"/>
    <w:basedOn w:val="Normln"/>
    <w:pPr>
      <w:framePr w:w="7920" w:h="1980" w:hRule="exact" w:hSpace="141" w:wrap="auto" w:hAnchor="page" w:xAlign="center" w:yAlign="bottom"/>
      <w:ind w:left="2880"/>
    </w:pPr>
    <w:rPr>
      <w:rFonts w:ascii="Arial" w:hAnsi="Arial" w:cs="Arial"/>
    </w:rPr>
  </w:style>
  <w:style w:type="paragraph" w:customStyle="1" w:styleId="Adresa">
    <w:name w:val="Adresa"/>
    <w:basedOn w:val="Normln"/>
  </w:style>
  <w:style w:type="paragraph" w:customStyle="1" w:styleId="Normlnbezodsazen">
    <w:name w:val="Normální bez odsazení"/>
    <w:basedOn w:val="Normln"/>
  </w:style>
  <w:style w:type="paragraph" w:styleId="slovanseznam">
    <w:name w:val="List Number"/>
    <w:basedOn w:val="Normln"/>
    <w:pPr>
      <w:numPr>
        <w:numId w:val="1"/>
      </w:numPr>
      <w:tabs>
        <w:tab w:val="clear" w:pos="720"/>
        <w:tab w:val="left" w:pos="567"/>
      </w:tabs>
      <w:spacing w:before="120"/>
    </w:pPr>
  </w:style>
  <w:style w:type="paragraph" w:styleId="Textkomente">
    <w:name w:val="annotation text"/>
    <w:basedOn w:val="Normln"/>
    <w:link w:val="TextkomenteChar"/>
    <w:semiHidden/>
    <w:pPr>
      <w:spacing w:before="120"/>
    </w:pPr>
    <w:rPr>
      <w:i/>
      <w:sz w:val="2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character" w:styleId="Siln">
    <w:name w:val="Strong"/>
    <w:qFormat/>
    <w:rPr>
      <w:b/>
      <w:bCs/>
    </w:rPr>
  </w:style>
  <w:style w:type="paragraph" w:styleId="Normlnweb">
    <w:name w:val="Normal (Web)"/>
    <w:basedOn w:val="Normln"/>
    <w:pPr>
      <w:spacing w:before="100" w:beforeAutospacing="1" w:after="100" w:afterAutospacing="1"/>
    </w:pPr>
  </w:style>
  <w:style w:type="paragraph" w:styleId="Zkladntextodsazen">
    <w:name w:val="Body Text Indent"/>
    <w:basedOn w:val="Normln"/>
    <w:pPr>
      <w:spacing w:line="360" w:lineRule="auto"/>
      <w:ind w:left="2124" w:firstLine="708"/>
    </w:pPr>
  </w:style>
  <w:style w:type="paragraph" w:styleId="Zkladntext">
    <w:name w:val="Body Text"/>
    <w:basedOn w:val="Normln"/>
    <w:pPr>
      <w:spacing w:line="360" w:lineRule="auto"/>
    </w:pPr>
  </w:style>
  <w:style w:type="paragraph" w:styleId="Zkladntext2">
    <w:name w:val="Body Text 2"/>
    <w:basedOn w:val="Normln"/>
    <w:pPr>
      <w:spacing w:line="360" w:lineRule="auto"/>
      <w:jc w:val="center"/>
    </w:pPr>
    <w:rPr>
      <w:b/>
      <w:sz w:val="28"/>
      <w:szCs w:val="28"/>
    </w:rPr>
  </w:style>
  <w:style w:type="paragraph" w:styleId="Textbubliny">
    <w:name w:val="Balloon Text"/>
    <w:basedOn w:val="Normln"/>
    <w:semiHidden/>
    <w:rsid w:val="00D4674F"/>
    <w:rPr>
      <w:rFonts w:ascii="Tahoma" w:hAnsi="Tahoma" w:cs="Tahoma"/>
      <w:sz w:val="16"/>
      <w:szCs w:val="16"/>
    </w:rPr>
  </w:style>
  <w:style w:type="paragraph" w:styleId="Prosttext">
    <w:name w:val="Plain Text"/>
    <w:basedOn w:val="Normln"/>
    <w:link w:val="ProsttextChar"/>
    <w:uiPriority w:val="99"/>
    <w:unhideWhenUsed/>
    <w:rsid w:val="00C66097"/>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C66097"/>
    <w:rPr>
      <w:rFonts w:ascii="Calibri" w:eastAsiaTheme="minorHAnsi" w:hAnsi="Calibri" w:cstheme="minorBidi"/>
      <w:sz w:val="22"/>
      <w:szCs w:val="21"/>
      <w:lang w:eastAsia="en-US"/>
    </w:rPr>
  </w:style>
  <w:style w:type="character" w:customStyle="1" w:styleId="Internetovodkaz">
    <w:name w:val="Internetový odkaz"/>
    <w:basedOn w:val="Standardnpsmoodstavce"/>
    <w:uiPriority w:val="99"/>
    <w:unhideWhenUsed/>
    <w:rsid w:val="006F1B78"/>
    <w:rPr>
      <w:color w:val="0000FF" w:themeColor="hyperlink"/>
      <w:u w:val="single"/>
    </w:rPr>
  </w:style>
  <w:style w:type="paragraph" w:styleId="Odstavecseseznamem">
    <w:name w:val="List Paragraph"/>
    <w:aliases w:val="Bullet List,FooterText,numbered,List Paragraph1,Paragraphe de liste1,Bulletr List Paragraph,列出段落,列出段落1,List Paragraph2,List Paragraph21,Listeafsnit1,Parágrafo da Lista1,Párrafo de lista1,リスト段落1,Bullet list,List Paragraph11,?,Foo"/>
    <w:basedOn w:val="Normln"/>
    <w:link w:val="OdstavecseseznamemChar"/>
    <w:uiPriority w:val="34"/>
    <w:qFormat/>
    <w:rsid w:val="003619E2"/>
    <w:pPr>
      <w:ind w:left="720"/>
      <w:contextualSpacing/>
    </w:pPr>
  </w:style>
  <w:style w:type="character" w:customStyle="1" w:styleId="OdstavecseseznamemChar">
    <w:name w:val="Odstavec se seznamem Char"/>
    <w:aliases w:val="Bullet List Char,FooterText Char,numbered Char,List Paragraph1 Char,Paragraphe de liste1 Char,Bulletr List Paragraph Char,列出段落 Char,列出段落1 Char,List Paragraph2 Char,List Paragraph21 Char,Listeafsnit1 Char,Párrafo de lista1 Char"/>
    <w:basedOn w:val="Standardnpsmoodstavce"/>
    <w:link w:val="Odstavecseseznamem"/>
    <w:uiPriority w:val="34"/>
    <w:locked/>
    <w:rsid w:val="00753180"/>
    <w:rPr>
      <w:sz w:val="24"/>
      <w:szCs w:val="24"/>
    </w:rPr>
  </w:style>
  <w:style w:type="character" w:styleId="Odkaznakoment">
    <w:name w:val="annotation reference"/>
    <w:basedOn w:val="Standardnpsmoodstavce"/>
    <w:semiHidden/>
    <w:unhideWhenUsed/>
    <w:rsid w:val="00D639EA"/>
    <w:rPr>
      <w:sz w:val="16"/>
      <w:szCs w:val="16"/>
    </w:rPr>
  </w:style>
  <w:style w:type="paragraph" w:styleId="Pedmtkomente">
    <w:name w:val="annotation subject"/>
    <w:basedOn w:val="Textkomente"/>
    <w:next w:val="Textkomente"/>
    <w:link w:val="PedmtkomenteChar"/>
    <w:semiHidden/>
    <w:unhideWhenUsed/>
    <w:rsid w:val="00D639EA"/>
    <w:pPr>
      <w:spacing w:before="0"/>
    </w:pPr>
    <w:rPr>
      <w:b/>
      <w:bCs/>
      <w:i w:val="0"/>
    </w:rPr>
  </w:style>
  <w:style w:type="character" w:customStyle="1" w:styleId="TextkomenteChar">
    <w:name w:val="Text komentáře Char"/>
    <w:basedOn w:val="Standardnpsmoodstavce"/>
    <w:link w:val="Textkomente"/>
    <w:semiHidden/>
    <w:rsid w:val="00D639EA"/>
    <w:rPr>
      <w:i/>
    </w:rPr>
  </w:style>
  <w:style w:type="character" w:customStyle="1" w:styleId="PedmtkomenteChar">
    <w:name w:val="Předmět komentáře Char"/>
    <w:basedOn w:val="TextkomenteChar"/>
    <w:link w:val="Pedmtkomente"/>
    <w:semiHidden/>
    <w:rsid w:val="00D639EA"/>
    <w:rPr>
      <w:b/>
      <w:bCs/>
      <w:i w:val="0"/>
    </w:rPr>
  </w:style>
  <w:style w:type="paragraph" w:styleId="Revize">
    <w:name w:val="Revision"/>
    <w:hidden/>
    <w:uiPriority w:val="99"/>
    <w:semiHidden/>
    <w:rsid w:val="00594A24"/>
    <w:rPr>
      <w:sz w:val="24"/>
      <w:szCs w:val="24"/>
    </w:rPr>
  </w:style>
  <w:style w:type="paragraph" w:customStyle="1" w:styleId="Plohahlavika">
    <w:name w:val="Příloha hlavička"/>
    <w:basedOn w:val="Normln"/>
    <w:link w:val="PlohahlavikaChar"/>
    <w:autoRedefine/>
    <w:qFormat/>
    <w:rsid w:val="002C5290"/>
    <w:pPr>
      <w:pBdr>
        <w:bottom w:val="single" w:sz="4" w:space="1" w:color="auto"/>
      </w:pBdr>
      <w:tabs>
        <w:tab w:val="right" w:pos="9638"/>
      </w:tabs>
    </w:pPr>
    <w:rPr>
      <w:b/>
    </w:rPr>
  </w:style>
  <w:style w:type="character" w:customStyle="1" w:styleId="PlohahlavikaChar">
    <w:name w:val="Příloha hlavička Char"/>
    <w:basedOn w:val="Standardnpsmoodstavce"/>
    <w:link w:val="Plohahlavika"/>
    <w:rsid w:val="002C5290"/>
    <w:rPr>
      <w:rFonts w:asciiTheme="minorHAnsi" w:hAnsiTheme="minorHAnsi" w:cstheme="minorHAnsi"/>
      <w:b/>
      <w:sz w:val="24"/>
      <w:szCs w:val="24"/>
    </w:rPr>
  </w:style>
  <w:style w:type="character" w:styleId="Nevyeenzmnka">
    <w:name w:val="Unresolved Mention"/>
    <w:basedOn w:val="Standardnpsmoodstavce"/>
    <w:uiPriority w:val="99"/>
    <w:semiHidden/>
    <w:unhideWhenUsed/>
    <w:rsid w:val="00622566"/>
    <w:rPr>
      <w:color w:val="605E5C"/>
      <w:shd w:val="clear" w:color="auto" w:fill="E1DFDD"/>
    </w:rPr>
  </w:style>
  <w:style w:type="character" w:customStyle="1" w:styleId="ZpatChar">
    <w:name w:val="Zápatí Char"/>
    <w:basedOn w:val="Standardnpsmoodstavce"/>
    <w:link w:val="Zpat"/>
    <w:uiPriority w:val="99"/>
    <w:rsid w:val="0075509E"/>
    <w:rPr>
      <w:rFonts w:asciiTheme="minorHAnsi" w:hAnsiTheme="minorHAnsi" w:cstheme="minorHAnsi"/>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91910">
      <w:bodyDiv w:val="1"/>
      <w:marLeft w:val="0"/>
      <w:marRight w:val="0"/>
      <w:marTop w:val="0"/>
      <w:marBottom w:val="0"/>
      <w:divBdr>
        <w:top w:val="none" w:sz="0" w:space="0" w:color="auto"/>
        <w:left w:val="none" w:sz="0" w:space="0" w:color="auto"/>
        <w:bottom w:val="none" w:sz="0" w:space="0" w:color="auto"/>
        <w:right w:val="none" w:sz="0" w:space="0" w:color="auto"/>
      </w:divBdr>
    </w:div>
    <w:div w:id="256598696">
      <w:bodyDiv w:val="1"/>
      <w:marLeft w:val="0"/>
      <w:marRight w:val="0"/>
      <w:marTop w:val="0"/>
      <w:marBottom w:val="0"/>
      <w:divBdr>
        <w:top w:val="none" w:sz="0" w:space="0" w:color="auto"/>
        <w:left w:val="none" w:sz="0" w:space="0" w:color="auto"/>
        <w:bottom w:val="none" w:sz="0" w:space="0" w:color="auto"/>
        <w:right w:val="none" w:sz="0" w:space="0" w:color="auto"/>
      </w:divBdr>
    </w:div>
    <w:div w:id="288896744">
      <w:bodyDiv w:val="1"/>
      <w:marLeft w:val="0"/>
      <w:marRight w:val="0"/>
      <w:marTop w:val="0"/>
      <w:marBottom w:val="0"/>
      <w:divBdr>
        <w:top w:val="none" w:sz="0" w:space="0" w:color="auto"/>
        <w:left w:val="none" w:sz="0" w:space="0" w:color="auto"/>
        <w:bottom w:val="none" w:sz="0" w:space="0" w:color="auto"/>
        <w:right w:val="none" w:sz="0" w:space="0" w:color="auto"/>
      </w:divBdr>
    </w:div>
    <w:div w:id="305621807">
      <w:bodyDiv w:val="1"/>
      <w:marLeft w:val="0"/>
      <w:marRight w:val="0"/>
      <w:marTop w:val="0"/>
      <w:marBottom w:val="0"/>
      <w:divBdr>
        <w:top w:val="none" w:sz="0" w:space="0" w:color="auto"/>
        <w:left w:val="none" w:sz="0" w:space="0" w:color="auto"/>
        <w:bottom w:val="none" w:sz="0" w:space="0" w:color="auto"/>
        <w:right w:val="none" w:sz="0" w:space="0" w:color="auto"/>
      </w:divBdr>
    </w:div>
    <w:div w:id="411587795">
      <w:bodyDiv w:val="1"/>
      <w:marLeft w:val="0"/>
      <w:marRight w:val="0"/>
      <w:marTop w:val="0"/>
      <w:marBottom w:val="0"/>
      <w:divBdr>
        <w:top w:val="none" w:sz="0" w:space="0" w:color="auto"/>
        <w:left w:val="none" w:sz="0" w:space="0" w:color="auto"/>
        <w:bottom w:val="none" w:sz="0" w:space="0" w:color="auto"/>
        <w:right w:val="none" w:sz="0" w:space="0" w:color="auto"/>
      </w:divBdr>
    </w:div>
    <w:div w:id="451441213">
      <w:bodyDiv w:val="1"/>
      <w:marLeft w:val="0"/>
      <w:marRight w:val="0"/>
      <w:marTop w:val="0"/>
      <w:marBottom w:val="0"/>
      <w:divBdr>
        <w:top w:val="none" w:sz="0" w:space="0" w:color="auto"/>
        <w:left w:val="none" w:sz="0" w:space="0" w:color="auto"/>
        <w:bottom w:val="none" w:sz="0" w:space="0" w:color="auto"/>
        <w:right w:val="none" w:sz="0" w:space="0" w:color="auto"/>
      </w:divBdr>
    </w:div>
    <w:div w:id="565186030">
      <w:bodyDiv w:val="1"/>
      <w:marLeft w:val="0"/>
      <w:marRight w:val="0"/>
      <w:marTop w:val="0"/>
      <w:marBottom w:val="0"/>
      <w:divBdr>
        <w:top w:val="none" w:sz="0" w:space="0" w:color="auto"/>
        <w:left w:val="none" w:sz="0" w:space="0" w:color="auto"/>
        <w:bottom w:val="none" w:sz="0" w:space="0" w:color="auto"/>
        <w:right w:val="none" w:sz="0" w:space="0" w:color="auto"/>
      </w:divBdr>
    </w:div>
    <w:div w:id="590701425">
      <w:bodyDiv w:val="1"/>
      <w:marLeft w:val="0"/>
      <w:marRight w:val="0"/>
      <w:marTop w:val="0"/>
      <w:marBottom w:val="0"/>
      <w:divBdr>
        <w:top w:val="none" w:sz="0" w:space="0" w:color="auto"/>
        <w:left w:val="none" w:sz="0" w:space="0" w:color="auto"/>
        <w:bottom w:val="none" w:sz="0" w:space="0" w:color="auto"/>
        <w:right w:val="none" w:sz="0" w:space="0" w:color="auto"/>
      </w:divBdr>
    </w:div>
    <w:div w:id="633487460">
      <w:bodyDiv w:val="1"/>
      <w:marLeft w:val="0"/>
      <w:marRight w:val="0"/>
      <w:marTop w:val="0"/>
      <w:marBottom w:val="0"/>
      <w:divBdr>
        <w:top w:val="none" w:sz="0" w:space="0" w:color="auto"/>
        <w:left w:val="none" w:sz="0" w:space="0" w:color="auto"/>
        <w:bottom w:val="none" w:sz="0" w:space="0" w:color="auto"/>
        <w:right w:val="none" w:sz="0" w:space="0" w:color="auto"/>
      </w:divBdr>
    </w:div>
    <w:div w:id="640621349">
      <w:bodyDiv w:val="1"/>
      <w:marLeft w:val="0"/>
      <w:marRight w:val="0"/>
      <w:marTop w:val="0"/>
      <w:marBottom w:val="0"/>
      <w:divBdr>
        <w:top w:val="none" w:sz="0" w:space="0" w:color="auto"/>
        <w:left w:val="none" w:sz="0" w:space="0" w:color="auto"/>
        <w:bottom w:val="none" w:sz="0" w:space="0" w:color="auto"/>
        <w:right w:val="none" w:sz="0" w:space="0" w:color="auto"/>
      </w:divBdr>
    </w:div>
    <w:div w:id="1003431577">
      <w:bodyDiv w:val="1"/>
      <w:marLeft w:val="0"/>
      <w:marRight w:val="0"/>
      <w:marTop w:val="0"/>
      <w:marBottom w:val="0"/>
      <w:divBdr>
        <w:top w:val="none" w:sz="0" w:space="0" w:color="auto"/>
        <w:left w:val="none" w:sz="0" w:space="0" w:color="auto"/>
        <w:bottom w:val="none" w:sz="0" w:space="0" w:color="auto"/>
        <w:right w:val="none" w:sz="0" w:space="0" w:color="auto"/>
      </w:divBdr>
    </w:div>
    <w:div w:id="1006438292">
      <w:bodyDiv w:val="1"/>
      <w:marLeft w:val="0"/>
      <w:marRight w:val="0"/>
      <w:marTop w:val="0"/>
      <w:marBottom w:val="0"/>
      <w:divBdr>
        <w:top w:val="none" w:sz="0" w:space="0" w:color="auto"/>
        <w:left w:val="none" w:sz="0" w:space="0" w:color="auto"/>
        <w:bottom w:val="none" w:sz="0" w:space="0" w:color="auto"/>
        <w:right w:val="none" w:sz="0" w:space="0" w:color="auto"/>
      </w:divBdr>
    </w:div>
    <w:div w:id="1063483881">
      <w:bodyDiv w:val="1"/>
      <w:marLeft w:val="0"/>
      <w:marRight w:val="0"/>
      <w:marTop w:val="0"/>
      <w:marBottom w:val="0"/>
      <w:divBdr>
        <w:top w:val="none" w:sz="0" w:space="0" w:color="auto"/>
        <w:left w:val="none" w:sz="0" w:space="0" w:color="auto"/>
        <w:bottom w:val="none" w:sz="0" w:space="0" w:color="auto"/>
        <w:right w:val="none" w:sz="0" w:space="0" w:color="auto"/>
      </w:divBdr>
    </w:div>
    <w:div w:id="1139691688">
      <w:bodyDiv w:val="1"/>
      <w:marLeft w:val="0"/>
      <w:marRight w:val="0"/>
      <w:marTop w:val="0"/>
      <w:marBottom w:val="0"/>
      <w:divBdr>
        <w:top w:val="none" w:sz="0" w:space="0" w:color="auto"/>
        <w:left w:val="none" w:sz="0" w:space="0" w:color="auto"/>
        <w:bottom w:val="none" w:sz="0" w:space="0" w:color="auto"/>
        <w:right w:val="none" w:sz="0" w:space="0" w:color="auto"/>
      </w:divBdr>
    </w:div>
    <w:div w:id="1148011851">
      <w:bodyDiv w:val="1"/>
      <w:marLeft w:val="0"/>
      <w:marRight w:val="0"/>
      <w:marTop w:val="0"/>
      <w:marBottom w:val="0"/>
      <w:divBdr>
        <w:top w:val="none" w:sz="0" w:space="0" w:color="auto"/>
        <w:left w:val="none" w:sz="0" w:space="0" w:color="auto"/>
        <w:bottom w:val="none" w:sz="0" w:space="0" w:color="auto"/>
        <w:right w:val="none" w:sz="0" w:space="0" w:color="auto"/>
      </w:divBdr>
    </w:div>
    <w:div w:id="1349602036">
      <w:bodyDiv w:val="1"/>
      <w:marLeft w:val="0"/>
      <w:marRight w:val="0"/>
      <w:marTop w:val="0"/>
      <w:marBottom w:val="0"/>
      <w:divBdr>
        <w:top w:val="none" w:sz="0" w:space="0" w:color="auto"/>
        <w:left w:val="none" w:sz="0" w:space="0" w:color="auto"/>
        <w:bottom w:val="none" w:sz="0" w:space="0" w:color="auto"/>
        <w:right w:val="none" w:sz="0" w:space="0" w:color="auto"/>
      </w:divBdr>
    </w:div>
    <w:div w:id="1410539259">
      <w:bodyDiv w:val="1"/>
      <w:marLeft w:val="0"/>
      <w:marRight w:val="0"/>
      <w:marTop w:val="0"/>
      <w:marBottom w:val="0"/>
      <w:divBdr>
        <w:top w:val="none" w:sz="0" w:space="0" w:color="auto"/>
        <w:left w:val="none" w:sz="0" w:space="0" w:color="auto"/>
        <w:bottom w:val="none" w:sz="0" w:space="0" w:color="auto"/>
        <w:right w:val="none" w:sz="0" w:space="0" w:color="auto"/>
      </w:divBdr>
    </w:div>
    <w:div w:id="1566263390">
      <w:bodyDiv w:val="1"/>
      <w:marLeft w:val="0"/>
      <w:marRight w:val="0"/>
      <w:marTop w:val="0"/>
      <w:marBottom w:val="0"/>
      <w:divBdr>
        <w:top w:val="none" w:sz="0" w:space="0" w:color="auto"/>
        <w:left w:val="none" w:sz="0" w:space="0" w:color="auto"/>
        <w:bottom w:val="none" w:sz="0" w:space="0" w:color="auto"/>
        <w:right w:val="none" w:sz="0" w:space="0" w:color="auto"/>
      </w:divBdr>
    </w:div>
    <w:div w:id="1622413995">
      <w:bodyDiv w:val="1"/>
      <w:marLeft w:val="0"/>
      <w:marRight w:val="0"/>
      <w:marTop w:val="0"/>
      <w:marBottom w:val="0"/>
      <w:divBdr>
        <w:top w:val="none" w:sz="0" w:space="0" w:color="auto"/>
        <w:left w:val="none" w:sz="0" w:space="0" w:color="auto"/>
        <w:bottom w:val="none" w:sz="0" w:space="0" w:color="auto"/>
        <w:right w:val="none" w:sz="0" w:space="0" w:color="auto"/>
      </w:divBdr>
    </w:div>
    <w:div w:id="1740326837">
      <w:bodyDiv w:val="1"/>
      <w:marLeft w:val="0"/>
      <w:marRight w:val="0"/>
      <w:marTop w:val="0"/>
      <w:marBottom w:val="0"/>
      <w:divBdr>
        <w:top w:val="none" w:sz="0" w:space="0" w:color="auto"/>
        <w:left w:val="none" w:sz="0" w:space="0" w:color="auto"/>
        <w:bottom w:val="none" w:sz="0" w:space="0" w:color="auto"/>
        <w:right w:val="none" w:sz="0" w:space="0" w:color="auto"/>
      </w:divBdr>
    </w:div>
    <w:div w:id="1785340049">
      <w:bodyDiv w:val="1"/>
      <w:marLeft w:val="0"/>
      <w:marRight w:val="0"/>
      <w:marTop w:val="0"/>
      <w:marBottom w:val="0"/>
      <w:divBdr>
        <w:top w:val="none" w:sz="0" w:space="0" w:color="auto"/>
        <w:left w:val="none" w:sz="0" w:space="0" w:color="auto"/>
        <w:bottom w:val="none" w:sz="0" w:space="0" w:color="auto"/>
        <w:right w:val="none" w:sz="0" w:space="0" w:color="auto"/>
      </w:divBdr>
    </w:div>
    <w:div w:id="1829781349">
      <w:bodyDiv w:val="1"/>
      <w:marLeft w:val="0"/>
      <w:marRight w:val="0"/>
      <w:marTop w:val="0"/>
      <w:marBottom w:val="0"/>
      <w:divBdr>
        <w:top w:val="none" w:sz="0" w:space="0" w:color="auto"/>
        <w:left w:val="none" w:sz="0" w:space="0" w:color="auto"/>
        <w:bottom w:val="none" w:sz="0" w:space="0" w:color="auto"/>
        <w:right w:val="none" w:sz="0" w:space="0" w:color="auto"/>
      </w:divBdr>
    </w:div>
    <w:div w:id="1843817254">
      <w:bodyDiv w:val="1"/>
      <w:marLeft w:val="0"/>
      <w:marRight w:val="0"/>
      <w:marTop w:val="0"/>
      <w:marBottom w:val="0"/>
      <w:divBdr>
        <w:top w:val="none" w:sz="0" w:space="0" w:color="auto"/>
        <w:left w:val="none" w:sz="0" w:space="0" w:color="auto"/>
        <w:bottom w:val="none" w:sz="0" w:space="0" w:color="auto"/>
        <w:right w:val="none" w:sz="0" w:space="0" w:color="auto"/>
      </w:divBdr>
    </w:div>
    <w:div w:id="2023705403">
      <w:bodyDiv w:val="1"/>
      <w:marLeft w:val="0"/>
      <w:marRight w:val="0"/>
      <w:marTop w:val="0"/>
      <w:marBottom w:val="0"/>
      <w:divBdr>
        <w:top w:val="none" w:sz="0" w:space="0" w:color="auto"/>
        <w:left w:val="none" w:sz="0" w:space="0" w:color="auto"/>
        <w:bottom w:val="none" w:sz="0" w:space="0" w:color="auto"/>
        <w:right w:val="none" w:sz="0" w:space="0" w:color="auto"/>
      </w:divBdr>
    </w:div>
    <w:div w:id="205993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lucie\Documents\Lucka\Pr&#225;ce\N&#218;KIB\Autorizace\Formul&#225;&#345;e\PFO%20Nov&#225;\posta@nukib.gov.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lucie\Documents\Lucka\Pr&#225;ce\N&#218;KIB\Autorizace\Formul&#225;&#345;e\PFO%20Nov&#225;\www.nuv.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C:\Users\lucie\Documents\Lucka\Pr&#225;ce\N&#218;KIB\Autorizace\Formul&#225;&#345;e\PFO%20Nov&#225;\sekretariat@nuv.cz" TargetMode="External"/><Relationship Id="rId4" Type="http://schemas.openxmlformats.org/officeDocument/2006/relationships/settings" Target="settings.xml"/><Relationship Id="rId9" Type="http://schemas.openxmlformats.org/officeDocument/2006/relationships/hyperlink" Target="https://nukib.gov.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e\Documents\Lucka\Pr&#225;ce\N&#218;KIB\Autorizace\Autorizace%20&#353;ablony\Sablona%20NUKIB_priloh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7B3E9-56C0-4424-B0E5-5106AB2A9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 NUKIB_priloha.dotx</Template>
  <TotalTime>0</TotalTime>
  <Pages>2</Pages>
  <Words>440</Words>
  <Characters>3237</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3670</CharactersWithSpaces>
  <SharedDoc>false</SharedDoc>
  <HLinks>
    <vt:vector size="6" baseType="variant">
      <vt:variant>
        <vt:i4>3604504</vt:i4>
      </vt:variant>
      <vt:variant>
        <vt:i4>0</vt:i4>
      </vt:variant>
      <vt:variant>
        <vt:i4>0</vt:i4>
      </vt:variant>
      <vt:variant>
        <vt:i4>5</vt:i4>
      </vt:variant>
      <vt:variant>
        <vt:lpwstr>mailto:fojtova@muni.cz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2024-06-03T05:07:00Z</dcterms:created>
  <dcterms:modified xsi:type="dcterms:W3CDTF">2024-06-03T05:07:00Z</dcterms:modified>
</cp:coreProperties>
</file>