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7B650C16" w:rsidR="004703B0" w:rsidRPr="004703B0" w:rsidRDefault="004703B0" w:rsidP="002C5290">
      <w:pPr>
        <w:pStyle w:val="Plohahlavika"/>
      </w:pPr>
      <w:r w:rsidRPr="004703B0">
        <w:t xml:space="preserve">Příloha </w:t>
      </w:r>
      <w:r w:rsidR="00E97BDD">
        <w:t>H</w:t>
      </w:r>
      <w:r w:rsidR="008C6F9D">
        <w:t>/</w:t>
      </w:r>
      <w:r w:rsidR="00DA45E4">
        <w:t>2</w:t>
      </w:r>
      <w:r w:rsidR="008C6F9D">
        <w:rPr>
          <w:b w:val="0"/>
          <w:bCs/>
        </w:rPr>
        <w:t xml:space="preserve"> (</w:t>
      </w:r>
      <w:r w:rsidR="00DA45E4" w:rsidRPr="00DA45E4">
        <w:rPr>
          <w:b w:val="0"/>
          <w:bCs/>
        </w:rPr>
        <w:t>autorizovaný zástupce</w:t>
      </w:r>
      <w:r w:rsidR="008C6F9D">
        <w:rPr>
          <w:b w:val="0"/>
          <w:bCs/>
        </w:rPr>
        <w:t>)</w:t>
      </w:r>
      <w:r w:rsidRPr="004703B0">
        <w:tab/>
      </w:r>
      <w:r w:rsidR="00FE0EF5" w:rsidRPr="00FE0EF5">
        <w:t>Právnická osoba vykonávající činnost školy</w:t>
      </w:r>
    </w:p>
    <w:p w14:paraId="68BBAA2B" w14:textId="77777777" w:rsidR="008C6F9D" w:rsidRDefault="008C6F9D" w:rsidP="00E97BDD">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11001F76" w:rsidR="004703B0" w:rsidRPr="004703B0" w:rsidRDefault="004703B0" w:rsidP="002C5290">
      <w:r w:rsidRPr="004703B0">
        <w:t>narozen/a (den, měsíc, rok) ………………………………</w:t>
      </w:r>
      <w:r w:rsidR="00E97BDD">
        <w:t>………………………………………………………………………</w:t>
      </w:r>
      <w:proofErr w:type="gramStart"/>
      <w:r w:rsidR="00E97BDD">
        <w:t>…….</w:t>
      </w:r>
      <w:proofErr w:type="gramEnd"/>
      <w:r w:rsidR="00E97BDD">
        <w:t>.</w:t>
      </w:r>
    </w:p>
    <w:p w14:paraId="471F9B72" w14:textId="6E8DB12F" w:rsidR="004703B0" w:rsidRPr="004703B0" w:rsidRDefault="00DA45E4" w:rsidP="002C5290">
      <w:r w:rsidRPr="00DA45E4">
        <w:t>jako autorizovaný zástupce</w:t>
      </w:r>
    </w:p>
    <w:p w14:paraId="0CFB06E3" w14:textId="2B2BF97A" w:rsidR="008C6F9D" w:rsidRDefault="00FE0EF5" w:rsidP="008C6F9D">
      <w:pPr>
        <w:spacing w:line="276" w:lineRule="auto"/>
      </w:pPr>
      <w:r w:rsidRPr="00FE0EF5">
        <w:t>dávám výslovný souhlas ke zpracování svých osobních údajů v rozsahu tituly před a za jménem za účelem vedení evidence autorizovaných osob a uvedení údajů v Národní soustavě kvalifikací v souladu s postupy stanovenými v § 15 zákona č. 179/2006 Sb. Také souhlasím, aby byly použity jako součást identifikačních údajů, jimiž jsem označován/a, příp. samostatně ve formě oslovení mé osoby</w:t>
      </w:r>
      <w:r>
        <w:t>.</w:t>
      </w:r>
    </w:p>
    <w:p w14:paraId="1543DFF3" w14:textId="3476B8A1" w:rsidR="008C6F9D" w:rsidRDefault="008C6F9D" w:rsidP="008C6F9D">
      <w:pPr>
        <w:spacing w:line="276"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DA45E4">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DA45E4">
          <w:rPr>
            <w:rStyle w:val="Hypertextovodkaz"/>
            <w:color w:val="00B0F0"/>
          </w:rPr>
          <w:t>https://nukib.gov.cz</w:t>
        </w:r>
      </w:hyperlink>
      <w:r>
        <w:t xml:space="preserve">.  </w:t>
      </w:r>
    </w:p>
    <w:p w14:paraId="76B4ECD7" w14:textId="6A250C42" w:rsidR="008C6F9D" w:rsidRDefault="008C6F9D" w:rsidP="008C6F9D">
      <w:pPr>
        <w:spacing w:line="276" w:lineRule="auto"/>
      </w:pPr>
      <w:r>
        <w:t xml:space="preserve">V případě účelu spočívajícím v 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Pr="00DA45E4">
          <w:rPr>
            <w:rStyle w:val="Hypertextovodkaz"/>
            <w:color w:val="00B0F0"/>
          </w:rPr>
          <w:t>sekretariat@nuv.cz</w:t>
        </w:r>
      </w:hyperlink>
      <w:r>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Pr="00DA45E4">
          <w:rPr>
            <w:rStyle w:val="Hypertextovodkaz"/>
            <w:color w:val="00B0F0"/>
          </w:rPr>
          <w:t>www.nuv.cz</w:t>
        </w:r>
      </w:hyperlink>
      <w:r>
        <w:t xml:space="preserve">. </w:t>
      </w:r>
    </w:p>
    <w:p w14:paraId="15EEF117" w14:textId="77777777" w:rsidR="008C6F9D" w:rsidRDefault="008C6F9D" w:rsidP="008C6F9D">
      <w:pPr>
        <w:spacing w:line="276" w:lineRule="auto"/>
      </w:pPr>
    </w:p>
    <w:p w14:paraId="0AA3B1F0" w14:textId="77777777" w:rsidR="008C6F9D" w:rsidRDefault="008C6F9D" w:rsidP="008C6F9D">
      <w:pPr>
        <w:spacing w:line="276" w:lineRule="auto"/>
      </w:pPr>
      <w:r>
        <w:lastRenderedPageBreak/>
        <w:t>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footerReference w:type="default" r:id="rId12"/>
      <w:headerReference w:type="first" r:id="rId13"/>
      <w:footerReference w:type="first" r:id="rId14"/>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89B2A" w14:textId="77777777" w:rsidR="00B4515B" w:rsidRDefault="00B4515B" w:rsidP="002C5290">
      <w:r>
        <w:separator/>
      </w:r>
    </w:p>
  </w:endnote>
  <w:endnote w:type="continuationSeparator" w:id="0">
    <w:p w14:paraId="29673159" w14:textId="77777777" w:rsidR="00B4515B" w:rsidRDefault="00B4515B"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DC1FD69" w:rsidR="00753180" w:rsidRDefault="00E97BDD" w:rsidP="00E97BDD">
    <w:pPr>
      <w:pStyle w:val="Zpat"/>
      <w:spacing w:before="0"/>
    </w:pPr>
    <w:r>
      <w:t>N</w:t>
    </w:r>
    <w:r w:rsidR="00753180" w:rsidRPr="00AC1CB0">
      <w:t>árodní úřad pro kybernetickou a informační</w:t>
    </w:r>
    <w:r w:rsidR="00753180">
      <w:t xml:space="preserve"> bezpečnost</w:t>
    </w:r>
    <w:r w:rsidR="00753180">
      <w:tab/>
    </w:r>
    <w:r w:rsidR="00753180" w:rsidRPr="00AC1CB0">
      <w:t xml:space="preserve">www.nukib.cz </w:t>
    </w:r>
  </w:p>
  <w:p w14:paraId="7A2144C1" w14:textId="68385821" w:rsidR="00753180" w:rsidRDefault="00753180" w:rsidP="00E97BDD">
    <w:pPr>
      <w:pStyle w:val="Zpat"/>
      <w:spacing w:before="0"/>
    </w:pPr>
    <w:r w:rsidRPr="00AC1CB0">
      <w:t>Mučednická 1125/31, CZ 616 00 Brno,</w:t>
    </w:r>
    <w:r>
      <w:t xml:space="preserve"> </w:t>
    </w:r>
    <w:r w:rsidRPr="00AC1CB0">
      <w:t>tel.: 541 110</w:t>
    </w:r>
    <w:r w:rsidR="00E97BDD">
      <w:t> </w:t>
    </w:r>
    <w:r w:rsidRPr="00AC1CB0">
      <w:t>777</w:t>
    </w:r>
  </w:p>
  <w:p w14:paraId="161044E2" w14:textId="77777777" w:rsidR="00753180" w:rsidRDefault="00753180" w:rsidP="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ED6AD" w14:textId="77777777" w:rsidR="00B4515B" w:rsidRDefault="00B4515B" w:rsidP="002C5290">
      <w:r>
        <w:separator/>
      </w:r>
    </w:p>
  </w:footnote>
  <w:footnote w:type="continuationSeparator" w:id="0">
    <w:p w14:paraId="775B3637" w14:textId="77777777" w:rsidR="00B4515B" w:rsidRDefault="00B4515B"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17994"/>
    <w:rsid w:val="00221557"/>
    <w:rsid w:val="00235B3C"/>
    <w:rsid w:val="00237AE1"/>
    <w:rsid w:val="002428DB"/>
    <w:rsid w:val="002470E5"/>
    <w:rsid w:val="002514D3"/>
    <w:rsid w:val="002542D4"/>
    <w:rsid w:val="00272FB3"/>
    <w:rsid w:val="00273F26"/>
    <w:rsid w:val="00277202"/>
    <w:rsid w:val="00285D0B"/>
    <w:rsid w:val="00294503"/>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C324F"/>
    <w:rsid w:val="003C48B4"/>
    <w:rsid w:val="003D1E8A"/>
    <w:rsid w:val="003D36DB"/>
    <w:rsid w:val="003D4C29"/>
    <w:rsid w:val="003F2D67"/>
    <w:rsid w:val="003F3601"/>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36AC"/>
    <w:rsid w:val="008D3859"/>
    <w:rsid w:val="008E0BD8"/>
    <w:rsid w:val="008E29A6"/>
    <w:rsid w:val="008F1B77"/>
    <w:rsid w:val="008F57FC"/>
    <w:rsid w:val="00906629"/>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4A31"/>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4515B"/>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A45E4"/>
    <w:rsid w:val="00DB5D00"/>
    <w:rsid w:val="00DC29F3"/>
    <w:rsid w:val="00DC7CB5"/>
    <w:rsid w:val="00DD33B5"/>
    <w:rsid w:val="00DE7442"/>
    <w:rsid w:val="00DF4E18"/>
    <w:rsid w:val="00E02919"/>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97BDD"/>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0EF5"/>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DA4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62989721">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lucie\Documents\Lucka\Pr&#225;ce\N&#218;KIB\Autorizace\Formul&#225;&#345;e\PFO%20Nov&#225;\sekretariat@nuv.cz" TargetMode="Externa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10B2D1D9-AF58-4485-846F-3A6109116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458</Words>
  <Characters>3354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3805</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2024-06-03T05:09:00Z</dcterms:created>
  <dcterms:modified xsi:type="dcterms:W3CDTF">2024-06-03T05:09:00Z</dcterms:modified>
</cp:coreProperties>
</file>